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C04" w:rsidRPr="00F415AB" w:rsidRDefault="00F92C04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415AB">
        <w:rPr>
          <w:rFonts w:ascii="Times New Roman" w:hAnsi="Times New Roman"/>
          <w:b/>
          <w:color w:val="000000"/>
          <w:sz w:val="28"/>
          <w:szCs w:val="28"/>
        </w:rPr>
        <w:t xml:space="preserve">   МУНИЦИПАЛЬНАЯ ПРОГРАММА</w:t>
      </w:r>
    </w:p>
    <w:p w:rsidR="00F92C04" w:rsidRPr="00F415AB" w:rsidRDefault="00F92C04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415AB">
        <w:rPr>
          <w:rFonts w:ascii="Times New Roman" w:hAnsi="Times New Roman"/>
          <w:b/>
          <w:color w:val="000000"/>
          <w:sz w:val="28"/>
          <w:szCs w:val="28"/>
        </w:rPr>
        <w:t xml:space="preserve"> муниципального образования «Можгинский район»</w:t>
      </w:r>
    </w:p>
    <w:p w:rsidR="00F92C04" w:rsidRDefault="00F92C04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415AB">
        <w:rPr>
          <w:rFonts w:ascii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/>
          <w:b/>
          <w:color w:val="000000"/>
          <w:sz w:val="28"/>
          <w:szCs w:val="28"/>
        </w:rPr>
        <w:t>Социальная поддержка населения</w:t>
      </w:r>
      <w:r w:rsidRPr="00F415AB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F92C04" w:rsidRPr="00F415AB" w:rsidRDefault="00F92C04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415AB">
        <w:rPr>
          <w:rFonts w:ascii="Times New Roman" w:hAnsi="Times New Roman"/>
          <w:b/>
          <w:color w:val="000000"/>
          <w:sz w:val="28"/>
          <w:szCs w:val="28"/>
        </w:rPr>
        <w:t xml:space="preserve"> на 2015-2020 годы</w:t>
      </w:r>
    </w:p>
    <w:p w:rsidR="00F92C04" w:rsidRPr="00804052" w:rsidRDefault="00F92C04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92C04" w:rsidRPr="00744263" w:rsidRDefault="00F92C04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6"/>
          <w:szCs w:val="26"/>
        </w:rPr>
      </w:pPr>
      <w:bookmarkStart w:id="0" w:name="Par34"/>
      <w:bookmarkEnd w:id="0"/>
      <w:r>
        <w:rPr>
          <w:rFonts w:ascii="Times New Roman" w:hAnsi="Times New Roman"/>
          <w:color w:val="000000"/>
          <w:sz w:val="26"/>
          <w:szCs w:val="26"/>
        </w:rPr>
        <w:t xml:space="preserve">1. </w:t>
      </w:r>
      <w:r w:rsidRPr="00744263">
        <w:rPr>
          <w:rFonts w:ascii="Times New Roman" w:hAnsi="Times New Roman"/>
          <w:color w:val="000000"/>
          <w:sz w:val="26"/>
          <w:szCs w:val="26"/>
        </w:rPr>
        <w:t xml:space="preserve">ПАСПОРТ </w:t>
      </w:r>
    </w:p>
    <w:p w:rsidR="00F92C04" w:rsidRPr="00744263" w:rsidRDefault="00F92C04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МУНИЦИПАЛЬНОЙ ПРОГРАММЫ</w:t>
      </w:r>
    </w:p>
    <w:p w:rsidR="00F92C04" w:rsidRPr="00804052" w:rsidRDefault="00F92C04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27"/>
        <w:gridCol w:w="7654"/>
      </w:tblGrid>
      <w:tr w:rsidR="00F92C04" w:rsidRPr="00EC4A33" w:rsidTr="00A33DC5">
        <w:trPr>
          <w:trHeight w:val="600"/>
          <w:tblCellSpacing w:w="5" w:type="nil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2C04" w:rsidRPr="00EC4A33" w:rsidRDefault="00F92C04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  </w:t>
            </w:r>
          </w:p>
          <w:p w:rsidR="00F92C04" w:rsidRPr="00EC4A33" w:rsidRDefault="00F92C04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программы      </w:t>
            </w:r>
          </w:p>
        </w:tc>
        <w:tc>
          <w:tcPr>
            <w:tcW w:w="7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2C04" w:rsidRPr="00EC4A33" w:rsidRDefault="00F92C04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поддержка населения</w:t>
            </w:r>
          </w:p>
        </w:tc>
      </w:tr>
      <w:tr w:rsidR="00F92C04" w:rsidRPr="00EC4A33" w:rsidTr="00A33DC5">
        <w:trPr>
          <w:trHeight w:val="600"/>
          <w:tblCellSpacing w:w="5" w:type="nil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2C04" w:rsidRPr="00EC4A33" w:rsidRDefault="00F92C04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Подпрограммы</w:t>
            </w:r>
          </w:p>
        </w:tc>
        <w:tc>
          <w:tcPr>
            <w:tcW w:w="7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2C04" w:rsidRPr="001A7F4C" w:rsidRDefault="00F92C04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поддержка семьи и детей (подпрограмма 1)</w:t>
            </w:r>
          </w:p>
          <w:p w:rsidR="00F92C04" w:rsidRPr="001A7F4C" w:rsidRDefault="00F92C04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жильем отдельных категорий граждан в Можгинском районе (подпрограмма 2)</w:t>
            </w:r>
          </w:p>
          <w:p w:rsidR="00F92C04" w:rsidRPr="00EC4A33" w:rsidRDefault="00F92C04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субсидий по оплате жилого помещения и коммунальных услуг  (подпрограмма 3)                   </w:t>
            </w:r>
          </w:p>
          <w:p w:rsidR="00F92C04" w:rsidRPr="001A7F4C" w:rsidRDefault="00F92C04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Социальная поддержка отдельных категорий граждан  (подпрограмма 4)                                        </w:t>
            </w:r>
          </w:p>
        </w:tc>
      </w:tr>
      <w:tr w:rsidR="00F92C04" w:rsidRPr="00EC4A33" w:rsidTr="00A33DC5">
        <w:trPr>
          <w:trHeight w:val="600"/>
          <w:tblCellSpacing w:w="5" w:type="nil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2C04" w:rsidRPr="00EC4A33" w:rsidRDefault="00F92C04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Координатор</w:t>
            </w:r>
          </w:p>
        </w:tc>
        <w:tc>
          <w:tcPr>
            <w:tcW w:w="7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2C04" w:rsidRPr="001A7F4C" w:rsidRDefault="00F92C04" w:rsidP="003E54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главы Администрации муниципального образования «Можгинский район» по социальным вопросам</w:t>
            </w:r>
          </w:p>
        </w:tc>
      </w:tr>
      <w:tr w:rsidR="00F92C04" w:rsidRPr="00EC4A33" w:rsidTr="00A33DC5">
        <w:trPr>
          <w:trHeight w:val="800"/>
          <w:tblCellSpacing w:w="5" w:type="nil"/>
        </w:trPr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2C04" w:rsidRPr="00EC4A33" w:rsidRDefault="00F92C04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 </w:t>
            </w:r>
          </w:p>
          <w:p w:rsidR="00F92C04" w:rsidRPr="00EC4A33" w:rsidRDefault="00F92C04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исполнитель    </w:t>
            </w:r>
          </w:p>
          <w:p w:rsidR="00F92C04" w:rsidRPr="00EC4A33" w:rsidRDefault="00F92C04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2C04" w:rsidRPr="00A33DC5" w:rsidRDefault="00F92C04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DC5">
              <w:rPr>
                <w:rFonts w:ascii="Times New Roman" w:hAnsi="Times New Roman"/>
                <w:color w:val="000000"/>
                <w:szCs w:val="24"/>
              </w:rPr>
              <w:t>Администрация  муниципального образования «Можгинский  район»</w:t>
            </w:r>
          </w:p>
        </w:tc>
      </w:tr>
      <w:tr w:rsidR="00F92C04" w:rsidRPr="00EC4A33" w:rsidTr="00A33DC5">
        <w:trPr>
          <w:trHeight w:val="800"/>
          <w:tblCellSpacing w:w="5" w:type="nil"/>
        </w:trPr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2C04" w:rsidRPr="00EC4A33" w:rsidRDefault="00F92C04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Соисполнители  </w:t>
            </w:r>
          </w:p>
          <w:p w:rsidR="00F92C04" w:rsidRPr="00EC4A33" w:rsidRDefault="00F92C04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2C04" w:rsidRDefault="00F92C04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Совет депутатов муниципального образования «Можгинский район»;</w:t>
            </w:r>
          </w:p>
          <w:p w:rsidR="00F92C04" w:rsidRPr="001A7F4C" w:rsidRDefault="00F92C04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муниципального образования «Можгинский район» (отраслевые управления, отделы);                                         </w:t>
            </w:r>
          </w:p>
          <w:p w:rsidR="00F92C04" w:rsidRDefault="00F92C04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Администрации муниципальных образований поселений   в Можгинском районе (по согласованию);</w:t>
            </w:r>
          </w:p>
          <w:p w:rsidR="00F92C04" w:rsidRPr="001A7F4C" w:rsidRDefault="00F92C04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Муниципальное казенное учреждение «Отдел образования Можгинского района»</w:t>
            </w: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</w:t>
            </w:r>
          </w:p>
          <w:p w:rsidR="00F92C04" w:rsidRPr="001A7F4C" w:rsidRDefault="00F92C04" w:rsidP="001A7F4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БУ СО УР «Комплексный центр социального обслуживания  населения Можгинского района»; </w:t>
            </w:r>
          </w:p>
          <w:p w:rsidR="00F92C04" w:rsidRPr="001A7F4C" w:rsidRDefault="00F92C04" w:rsidP="001A7F4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Отдел социальной защиты населения в Можгинском  районе;</w:t>
            </w:r>
          </w:p>
          <w:p w:rsidR="00F92C04" w:rsidRDefault="00F92C04" w:rsidP="001A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Районный Совет ветеранов;         </w:t>
            </w:r>
          </w:p>
          <w:p w:rsidR="00F92C04" w:rsidRPr="00BD458C" w:rsidRDefault="00F92C04" w:rsidP="0020596E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>БУЗ УР «Можгинская районная больница МЗ УР»</w:t>
            </w:r>
          </w:p>
          <w:p w:rsidR="00F92C04" w:rsidRPr="00BD458C" w:rsidRDefault="00F92C04" w:rsidP="0020596E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Государственное учреждение «Межмуниципальный отдел МВД России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>«Можгинский»</w:t>
            </w:r>
          </w:p>
          <w:p w:rsidR="00F92C04" w:rsidRPr="00BD458C" w:rsidRDefault="00F92C04" w:rsidP="0020596E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>Районный и местные женсоветы</w:t>
            </w:r>
          </w:p>
          <w:p w:rsidR="00F92C04" w:rsidRPr="001A7F4C" w:rsidRDefault="00F92C04" w:rsidP="002059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92C04" w:rsidRPr="00EC4A33" w:rsidTr="00A33DC5">
        <w:trPr>
          <w:trHeight w:val="522"/>
          <w:tblCellSpacing w:w="5" w:type="nil"/>
        </w:trPr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2C04" w:rsidRPr="00EC4A33" w:rsidRDefault="00F92C04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Цели           </w:t>
            </w:r>
          </w:p>
          <w:p w:rsidR="00F92C04" w:rsidRPr="00EC4A33" w:rsidRDefault="00F92C04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2C04" w:rsidRPr="001A7F4C" w:rsidRDefault="00F92C04" w:rsidP="00E32794">
            <w:pPr>
              <w:tabs>
                <w:tab w:val="left" w:pos="0"/>
              </w:tabs>
              <w:spacing w:after="0" w:line="240" w:lineRule="auto"/>
              <w:ind w:left="-6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1. Создание условий для социальной и экономической устойчивости семьи.</w:t>
            </w: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2. Укрепление ценностей семьи, материнства, отцовства, защита прав  детства.</w:t>
            </w:r>
          </w:p>
          <w:p w:rsidR="00F92C04" w:rsidRPr="001A7F4C" w:rsidRDefault="00F92C04" w:rsidP="00E32794">
            <w:pPr>
              <w:tabs>
                <w:tab w:val="left" w:pos="0"/>
              </w:tabs>
              <w:spacing w:after="0" w:line="240" w:lineRule="auto"/>
              <w:ind w:left="-6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3. Обеспечение жильем отдельных категорий граждан</w:t>
            </w:r>
          </w:p>
          <w:p w:rsidR="00F92C04" w:rsidRPr="001A7F4C" w:rsidRDefault="00F92C04" w:rsidP="00E32794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left="-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4. Снижение уровня просроченной задолженности за жилищно-коммунальные услуги.</w:t>
            </w:r>
          </w:p>
          <w:p w:rsidR="00F92C04" w:rsidRPr="001A7F4C" w:rsidRDefault="00F92C04" w:rsidP="00E32794">
            <w:pPr>
              <w:tabs>
                <w:tab w:val="left" w:pos="0"/>
              </w:tabs>
              <w:spacing w:after="0" w:line="240" w:lineRule="auto"/>
              <w:ind w:left="-6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5. Снижение роста социальной напряженности.</w:t>
            </w:r>
          </w:p>
          <w:p w:rsidR="00F92C04" w:rsidRPr="00635C07" w:rsidRDefault="00F92C04" w:rsidP="00D841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  <w:r w:rsidRPr="00635C07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 w:rsidRPr="00635C07">
              <w:rPr>
                <w:rFonts w:ascii="Times New Roman" w:hAnsi="Times New Roman"/>
                <w:sz w:val="24"/>
              </w:rPr>
              <w:t>оздание условий для повышения качества жизни пожилых людей</w:t>
            </w:r>
            <w:r>
              <w:rPr>
                <w:rFonts w:ascii="Times New Roman" w:hAnsi="Times New Roman"/>
                <w:sz w:val="24"/>
              </w:rPr>
              <w:t xml:space="preserve"> и</w:t>
            </w:r>
            <w:r w:rsidRPr="00635C07">
              <w:rPr>
                <w:rFonts w:ascii="Times New Roman" w:hAnsi="Times New Roman"/>
                <w:sz w:val="24"/>
              </w:rPr>
              <w:t xml:space="preserve">  социальной защищенности граждан старшего поколения и инвалидов, содействие активному у</w:t>
            </w:r>
            <w:r>
              <w:rPr>
                <w:rFonts w:ascii="Times New Roman" w:hAnsi="Times New Roman"/>
                <w:sz w:val="24"/>
              </w:rPr>
              <w:t>частию граждан в жизни общества;</w:t>
            </w:r>
          </w:p>
          <w:p w:rsidR="00F92C04" w:rsidRPr="00AC41B3" w:rsidRDefault="00F92C04" w:rsidP="00D841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 Поощрение граждан Можгинского района за особые заслуги в области экономики, местного самоуправления, культуры, спорта, здравоохранения, образования, благотворительной деятельности, за успехи в труде и иные заслуги перед Можгинским районом.</w:t>
            </w:r>
          </w:p>
          <w:p w:rsidR="00F92C04" w:rsidRPr="001A7F4C" w:rsidRDefault="00F92C04" w:rsidP="00024AA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92C04" w:rsidRPr="00EC4A33" w:rsidTr="00A33DC5">
        <w:trPr>
          <w:trHeight w:val="800"/>
          <w:tblCellSpacing w:w="5" w:type="nil"/>
        </w:trPr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2C04" w:rsidRPr="00EC4A33" w:rsidRDefault="00F92C04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Задачи         </w:t>
            </w:r>
          </w:p>
          <w:p w:rsidR="00F92C04" w:rsidRPr="00EC4A33" w:rsidRDefault="00F92C04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2C04" w:rsidRPr="001A7F4C" w:rsidRDefault="00F92C04" w:rsidP="00E32794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2C04" w:rsidRPr="001A7F4C" w:rsidRDefault="00F92C04" w:rsidP="003B5F4C">
            <w:pPr>
              <w:spacing w:after="0" w:line="240" w:lineRule="auto"/>
              <w:ind w:left="-3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1. Оказание социальной поддержки семьям с детьми</w:t>
            </w:r>
          </w:p>
          <w:p w:rsidR="00F92C04" w:rsidRPr="001A7F4C" w:rsidRDefault="00F92C04" w:rsidP="003B5F4C">
            <w:pPr>
              <w:spacing w:after="0" w:line="240" w:lineRule="auto"/>
              <w:ind w:left="-3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2. Повышение престижа  семьи и семейных ценностей.</w:t>
            </w:r>
          </w:p>
          <w:p w:rsidR="00F92C04" w:rsidRPr="001A7F4C" w:rsidRDefault="00F92C04" w:rsidP="003B5F4C">
            <w:pPr>
              <w:spacing w:after="0" w:line="240" w:lineRule="auto"/>
              <w:ind w:left="-3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Укрепление института  семьи как ресурса стабильного и устойчивого развития района, наиболее гармоничной формы жизнедеятельности и самореализации личности, рождения и воспитания детей, возрождение и сохранение духовно – нравственных  традиций семейных отношений. </w:t>
            </w:r>
          </w:p>
          <w:p w:rsidR="00F92C04" w:rsidRPr="001A7F4C" w:rsidRDefault="00F92C04" w:rsidP="003B5F4C">
            <w:pPr>
              <w:spacing w:after="0" w:line="240" w:lineRule="auto"/>
              <w:ind w:left="-3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4. Профилактика социального сиротства и семейного неблагополучия, развитие семейных форм устройства детей-сирот и детей, оставшихся без попечения родителей.</w:t>
            </w:r>
          </w:p>
          <w:p w:rsidR="00F92C04" w:rsidRPr="001A7F4C" w:rsidRDefault="00F92C04" w:rsidP="003B5F4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5. Оказание информационной и организационной поддержки по привлечению к участию в подпрограмме граждан, имеющих возможность приобрести жилье с помощью собственных, заемных средств, а также социальных выплат и субсидий на приобретение жилья</w:t>
            </w:r>
          </w:p>
          <w:p w:rsidR="00F92C04" w:rsidRPr="001A7F4C" w:rsidRDefault="00F92C04" w:rsidP="003B5F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6.  Признание граждан в качестве нуждающихся в улучшении жилищных условий</w:t>
            </w:r>
          </w:p>
          <w:p w:rsidR="00F92C04" w:rsidRDefault="00F92C04" w:rsidP="003B5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7.  Подготовка, оформление и выдача документов о предоставлении мер государственной поддержки с целью улучшения жилищных условий граждан</w:t>
            </w:r>
          </w:p>
          <w:p w:rsidR="00F92C04" w:rsidRPr="001A7F4C" w:rsidRDefault="00F92C04" w:rsidP="003B5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8. </w:t>
            </w:r>
            <w:r w:rsidRPr="00F408D7">
              <w:rPr>
                <w:rFonts w:ascii="Times New Roman" w:hAnsi="Times New Roman"/>
                <w:sz w:val="24"/>
              </w:rPr>
              <w:t>Оказание информационной и организационной поддержки по привлечению к участию в подпрограмме граждан.</w:t>
            </w:r>
          </w:p>
          <w:p w:rsidR="00F92C04" w:rsidRPr="001A7F4C" w:rsidRDefault="00F92C04" w:rsidP="003B5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 Сокращение жилищно-коммунальных платежей у граждан.  </w:t>
            </w:r>
          </w:p>
          <w:p w:rsidR="00F92C04" w:rsidRDefault="00F92C04" w:rsidP="001805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10.П</w:t>
            </w:r>
            <w:r w:rsidRPr="00AC41B3">
              <w:rPr>
                <w:rFonts w:ascii="Times New Roman" w:hAnsi="Times New Roman"/>
                <w:sz w:val="24"/>
              </w:rPr>
              <w:t xml:space="preserve">редоставление адресной социальной поддержки </w:t>
            </w:r>
            <w:r>
              <w:rPr>
                <w:rFonts w:ascii="Times New Roman" w:hAnsi="Times New Roman"/>
                <w:sz w:val="24"/>
              </w:rPr>
              <w:t>отдельным категориям граждан</w:t>
            </w:r>
            <w:r w:rsidRPr="00AC41B3">
              <w:rPr>
                <w:rFonts w:ascii="Times New Roman" w:hAnsi="Times New Roman"/>
                <w:sz w:val="24"/>
              </w:rPr>
              <w:t>, в том числе, единовременные  ежегодные денежные вознаграждения  гражданам</w:t>
            </w:r>
            <w:r>
              <w:rPr>
                <w:rFonts w:ascii="Times New Roman" w:hAnsi="Times New Roman"/>
                <w:sz w:val="24"/>
              </w:rPr>
              <w:t>, имеющим почетные звания «Почетный гражданин Можгинского района» и награжденных почетным знаком «За заслуги перед Можгинским районом»;</w:t>
            </w:r>
          </w:p>
          <w:p w:rsidR="00F92C04" w:rsidRPr="00AC41B3" w:rsidRDefault="00F92C04" w:rsidP="001805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 Р</w:t>
            </w:r>
            <w:r w:rsidRPr="00AC41B3">
              <w:rPr>
                <w:rFonts w:ascii="Times New Roman" w:hAnsi="Times New Roman"/>
                <w:sz w:val="24"/>
              </w:rPr>
              <w:t>абота по организации  услуг по защите законных прав ветеранов, пенсионеров и инвалидов;</w:t>
            </w:r>
          </w:p>
          <w:p w:rsidR="00F92C04" w:rsidRPr="001A7F4C" w:rsidRDefault="00F92C04" w:rsidP="001A7F4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. Поддержка деятельности общественных организаций ветеранов, в том числе, чествование активистов ветеранского движения;</w:t>
            </w:r>
          </w:p>
          <w:p w:rsidR="00F92C04" w:rsidRPr="001A7F4C" w:rsidRDefault="00F92C04" w:rsidP="00C30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13. Орг</w:t>
            </w: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анизация работы по созданию клубов по интересам и любительских объединений для граждан старшего поколения, первичных ветеранских организаций, по активному участию граждан старшего поколения в жизни общества,  в том числе, за счёт деятельности представителей районных учреждений культуры, Управления культуры, спорта и молодежи  Администрации МО «Можгинский район», районного Совета ветеранов.</w:t>
            </w:r>
          </w:p>
        </w:tc>
      </w:tr>
      <w:tr w:rsidR="00F92C04" w:rsidRPr="00EC4A33" w:rsidTr="00A33DC5">
        <w:trPr>
          <w:trHeight w:val="800"/>
          <w:tblCellSpacing w:w="5" w:type="nil"/>
        </w:trPr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2C04" w:rsidRPr="00EC4A33" w:rsidRDefault="00F92C04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Целевые        </w:t>
            </w:r>
          </w:p>
          <w:p w:rsidR="00F92C04" w:rsidRPr="00EC4A33" w:rsidRDefault="00F92C04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показатели     </w:t>
            </w:r>
          </w:p>
          <w:p w:rsidR="00F92C04" w:rsidRPr="00EC4A33" w:rsidRDefault="00F92C04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(индикаторы)   </w:t>
            </w:r>
          </w:p>
          <w:p w:rsidR="00F92C04" w:rsidRPr="00EC4A33" w:rsidRDefault="00F92C04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2C04" w:rsidRPr="001A7F4C" w:rsidRDefault="00F92C04" w:rsidP="003B5F4C">
            <w:pPr>
              <w:spacing w:after="0" w:line="240" w:lineRule="auto"/>
              <w:ind w:left="-3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1. Количество многодетных семей</w:t>
            </w:r>
          </w:p>
          <w:p w:rsidR="00F92C04" w:rsidRPr="001A7F4C" w:rsidRDefault="00F92C04" w:rsidP="003B5F4C">
            <w:pPr>
              <w:spacing w:after="0" w:line="240" w:lineRule="auto"/>
              <w:ind w:left="-3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2. Доля семей с детьми, нуждающихся в социальной поддержке, процент</w:t>
            </w:r>
          </w:p>
          <w:p w:rsidR="00F92C04" w:rsidRPr="001A7F4C" w:rsidRDefault="00F92C04" w:rsidP="003B5F4C">
            <w:pPr>
              <w:spacing w:after="0" w:line="240" w:lineRule="auto"/>
              <w:ind w:left="-3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3. Доля детей, оставшихся без попечения родителей, - всего,</w:t>
            </w:r>
          </w:p>
          <w:p w:rsidR="00F92C04" w:rsidRPr="001A7F4C" w:rsidRDefault="00F92C04" w:rsidP="003B5F4C">
            <w:pPr>
              <w:spacing w:after="0" w:line="240" w:lineRule="auto"/>
              <w:ind w:left="-3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в том числе переданных не родственникам (в приемные семьи, на усыновление (удочерение), под опеку (попечительство), охваченных в семейные детские дома и патронатные семьи), находящихся в государственных (муниципальных) учреждениях всех типов, процент</w:t>
            </w:r>
          </w:p>
          <w:p w:rsidR="00F92C04" w:rsidRPr="001A7F4C" w:rsidRDefault="00F92C04" w:rsidP="003B5F4C">
            <w:pPr>
              <w:spacing w:after="0" w:line="240" w:lineRule="auto"/>
              <w:ind w:left="-3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4. Количество родителей, восстановленных в родительских правах, человек</w:t>
            </w:r>
          </w:p>
          <w:p w:rsidR="00F92C04" w:rsidRDefault="00F92C04" w:rsidP="00471B9F">
            <w:pPr>
              <w:spacing w:after="0" w:line="240" w:lineRule="auto"/>
              <w:ind w:right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5. </w:t>
            </w: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граждан, в т.ч. молодых семей и молодых специалистов, улучшивших жилищные условия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по ФЦП «Устойчивое развитие сельских территорий на 2014-2017 годы и период до 2020 года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количество семей</w:t>
            </w:r>
          </w:p>
          <w:p w:rsidR="00F92C04" w:rsidRDefault="00F92C04" w:rsidP="00471B9F">
            <w:pPr>
              <w:spacing w:after="0" w:line="240" w:lineRule="auto"/>
              <w:ind w:right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 </w:t>
            </w: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Освоение денежных средств на обеспечение жильем граждан, в т.ч. молодых семей и молодых специалистов, улучшивших жилищные условия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по ФЦП «Устойчивое развитие сельских территорий на 2014-2017 годы и период до 2020 года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%</w:t>
            </w:r>
          </w:p>
          <w:p w:rsidR="00F92C04" w:rsidRDefault="00F92C04" w:rsidP="00471B9F">
            <w:pPr>
              <w:spacing w:after="0" w:line="240" w:lineRule="auto"/>
              <w:ind w:right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7. </w:t>
            </w: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ветеранов, инвалидов и семей, имеющих детей-инвалидов, улучшивших жилищные условия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человек</w:t>
            </w:r>
          </w:p>
          <w:p w:rsidR="00F92C04" w:rsidRDefault="00F92C04" w:rsidP="00471B9F">
            <w:pPr>
              <w:spacing w:after="0" w:line="240" w:lineRule="auto"/>
              <w:ind w:right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8. </w:t>
            </w: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Освоение денежных средств на обеспечение жильем ветеранов, инвалидов и семей, имеющих детей-инвалидов, улучшивших жилищные условия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%</w:t>
            </w:r>
          </w:p>
          <w:p w:rsidR="00F92C04" w:rsidRDefault="00F92C04" w:rsidP="00471B9F">
            <w:pPr>
              <w:spacing w:after="0" w:line="240" w:lineRule="auto"/>
              <w:ind w:right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9. </w:t>
            </w: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многодетных семей, улучшивших жилищные условия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количество семей</w:t>
            </w:r>
          </w:p>
          <w:p w:rsidR="00F92C04" w:rsidRDefault="00F92C04" w:rsidP="00471B9F">
            <w:pPr>
              <w:spacing w:after="0" w:line="240" w:lineRule="auto"/>
              <w:ind w:right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10. </w:t>
            </w: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Освоение денежных средств на обеспечение жильем многодетных семей, улучшивших жилищные условия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%</w:t>
            </w:r>
          </w:p>
          <w:p w:rsidR="00F92C04" w:rsidRDefault="00F92C04" w:rsidP="00471B9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11. </w:t>
            </w:r>
            <w:r w:rsidRPr="00124708">
              <w:rPr>
                <w:rFonts w:ascii="Times New Roman" w:hAnsi="Times New Roman"/>
                <w:color w:val="000000"/>
                <w:szCs w:val="24"/>
              </w:rPr>
              <w:t>Количество молодых семей, улучшивших жилищные условия</w:t>
            </w:r>
            <w:r>
              <w:rPr>
                <w:rFonts w:ascii="Times New Roman" w:hAnsi="Times New Roman"/>
                <w:color w:val="000000"/>
                <w:szCs w:val="24"/>
              </w:rPr>
              <w:t xml:space="preserve"> по </w:t>
            </w: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ФЦП «Жилище» на 2011-2015 годы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количество семей</w:t>
            </w:r>
          </w:p>
          <w:p w:rsidR="00F92C04" w:rsidRDefault="00F92C04" w:rsidP="00471B9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12. </w:t>
            </w: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Освоение денежных средств на обеспечение жильем молодых семей, улучшивших жилищные условия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Cs w:val="24"/>
              </w:rPr>
              <w:t xml:space="preserve">по </w:t>
            </w: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ФЦП «Жилище» на 2011-2015 годы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%</w:t>
            </w:r>
          </w:p>
          <w:p w:rsidR="00F92C04" w:rsidRDefault="00F92C04" w:rsidP="00471B9F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13. </w:t>
            </w: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детей-сирот и детей, оставшихся без попечения родителей, лиц из их числа в возрасте от 18 до 23 лет, детей и лиц из их числа, улучшивших жилищные условия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количество детей</w:t>
            </w:r>
          </w:p>
          <w:p w:rsidR="00F92C04" w:rsidRDefault="00F92C04" w:rsidP="00471B9F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14. </w:t>
            </w: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Освоение денежных средств на обеспечение жильем детей-сирот и детей, оставшихся без попечения родителей, лиц из их числа в возрасте от 18 до 23 лет, детей и лиц из их числа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%</w:t>
            </w:r>
          </w:p>
          <w:p w:rsidR="00F92C04" w:rsidRPr="001A7F4C" w:rsidRDefault="00F92C04" w:rsidP="003B5F4C">
            <w:pPr>
              <w:spacing w:after="0" w:line="240" w:lineRule="auto"/>
              <w:ind w:left="-3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. Количество обработанных заявлений граждан на предоставление субсидии на оплату жилого помещения и коммунальных услуг, %.</w:t>
            </w:r>
          </w:p>
          <w:p w:rsidR="00F92C04" w:rsidRPr="001A7F4C" w:rsidRDefault="00F92C04" w:rsidP="003B5F4C">
            <w:pPr>
              <w:spacing w:after="0" w:line="240" w:lineRule="auto"/>
              <w:ind w:left="-3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. Количество обращений граждан с заявлениями-жалобами на качество предоставления государственной услуги по предоставлению субсидии на оплату жилого помещения и коммунальных услуг, количество заявлений.</w:t>
            </w:r>
          </w:p>
          <w:p w:rsidR="00F92C04" w:rsidRPr="001A7F4C" w:rsidRDefault="00F92C04" w:rsidP="001A7F4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. Количество клубов по интересам и любительских объединений для граждан старшего поколения, в единицах;</w:t>
            </w:r>
          </w:p>
          <w:p w:rsidR="00F92C04" w:rsidRDefault="00F92C04" w:rsidP="001A7F4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. Доля людей пожилого возраста, принявших участие в  мероприятиях, направленных на поддержание  их активной жизненной позиции, в процентах</w:t>
            </w:r>
          </w:p>
          <w:p w:rsidR="00F92C04" w:rsidRDefault="00F92C04" w:rsidP="001A7F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19.</w:t>
            </w:r>
            <w:r>
              <w:rPr>
                <w:rFonts w:ascii="Times New Roman" w:hAnsi="Times New Roman"/>
                <w:sz w:val="24"/>
              </w:rPr>
              <w:t>Доля граждан с ограниченными возможностями, принявших участие в мероприятиях, направленных на поддержание их активной жизненной позиции</w:t>
            </w:r>
          </w:p>
          <w:p w:rsidR="00F92C04" w:rsidRPr="00EC4A33" w:rsidRDefault="00F92C04" w:rsidP="003644C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20. Количество граждан представленных к награждению почетным званием «Почетный гражданин Можгинского района» и нагрудным знаком «За заслуги перед Можгинским районом», в ед.</w:t>
            </w:r>
          </w:p>
        </w:tc>
      </w:tr>
      <w:tr w:rsidR="00F92C04" w:rsidRPr="00EC4A33" w:rsidTr="00A33DC5">
        <w:trPr>
          <w:trHeight w:val="600"/>
          <w:tblCellSpacing w:w="5" w:type="nil"/>
        </w:trPr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2C04" w:rsidRPr="00EC4A33" w:rsidRDefault="00F92C04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Сроки и этапы реализации</w:t>
            </w:r>
          </w:p>
          <w:p w:rsidR="00F92C04" w:rsidRPr="00EC4A33" w:rsidRDefault="00F92C04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2C04" w:rsidRPr="00EC4A33" w:rsidRDefault="00F92C04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Сроки реализации программы 2015 - 2020 годы         </w:t>
            </w:r>
          </w:p>
          <w:p w:rsidR="00F92C04" w:rsidRPr="00EC4A33" w:rsidRDefault="00F92C04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Этапы не выделяются                                                          </w:t>
            </w:r>
          </w:p>
        </w:tc>
      </w:tr>
      <w:tr w:rsidR="00F92C04" w:rsidRPr="003B5F4C" w:rsidTr="00A33DC5">
        <w:trPr>
          <w:trHeight w:val="2800"/>
          <w:tblCellSpacing w:w="5" w:type="nil"/>
        </w:trPr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2C04" w:rsidRPr="00CB16DD" w:rsidRDefault="00F92C04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16DD">
              <w:rPr>
                <w:rFonts w:ascii="Times New Roman" w:hAnsi="Times New Roman"/>
                <w:sz w:val="24"/>
                <w:szCs w:val="24"/>
              </w:rPr>
              <w:t xml:space="preserve">Ресурсное      </w:t>
            </w:r>
          </w:p>
          <w:p w:rsidR="00F92C04" w:rsidRPr="00CB16DD" w:rsidRDefault="00F92C04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16DD">
              <w:rPr>
                <w:rFonts w:ascii="Times New Roman" w:hAnsi="Times New Roman"/>
                <w:sz w:val="24"/>
                <w:szCs w:val="24"/>
              </w:rPr>
              <w:t xml:space="preserve">обеспечение за счет средств бюджета муниципального образования «Можгинский район»   </w:t>
            </w:r>
          </w:p>
          <w:p w:rsidR="00F92C04" w:rsidRPr="00CB16DD" w:rsidRDefault="00F92C04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2C04" w:rsidRPr="00CB16DD" w:rsidRDefault="00F92C04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16DD">
              <w:rPr>
                <w:rFonts w:ascii="Times New Roman" w:hAnsi="Times New Roman"/>
                <w:sz w:val="24"/>
                <w:szCs w:val="24"/>
              </w:rPr>
              <w:t xml:space="preserve">Объем бюджетных ассигнований на реализацию               </w:t>
            </w:r>
          </w:p>
          <w:p w:rsidR="00F92C04" w:rsidRPr="00CB16DD" w:rsidRDefault="00F92C04" w:rsidP="003E54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16DD">
              <w:rPr>
                <w:rFonts w:ascii="Times New Roman" w:hAnsi="Times New Roman"/>
                <w:sz w:val="24"/>
                <w:szCs w:val="24"/>
              </w:rPr>
              <w:t xml:space="preserve">муниципальной программы  составит </w:t>
            </w:r>
          </w:p>
          <w:p w:rsidR="00F92C04" w:rsidRPr="00CB16DD" w:rsidRDefault="00F92C04" w:rsidP="003E54D2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210 104,5</w:t>
            </w:r>
            <w:r w:rsidRPr="00CB16DD">
              <w:rPr>
                <w:rFonts w:ascii="Times New Roman" w:hAnsi="Times New Roman"/>
                <w:sz w:val="20"/>
                <w:szCs w:val="20"/>
              </w:rPr>
              <w:t xml:space="preserve"> тыс.</w:t>
            </w:r>
            <w:r w:rsidRPr="00CB16DD">
              <w:rPr>
                <w:rFonts w:ascii="Times New Roman" w:hAnsi="Times New Roman"/>
                <w:sz w:val="24"/>
                <w:szCs w:val="24"/>
              </w:rPr>
              <w:t xml:space="preserve"> рублей,   в том числе:                                             </w:t>
            </w:r>
          </w:p>
          <w:p w:rsidR="00F92C04" w:rsidRPr="00CB16DD" w:rsidRDefault="00F92C04" w:rsidP="003E54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16DD">
              <w:rPr>
                <w:rFonts w:ascii="Times New Roman" w:hAnsi="Times New Roman"/>
                <w:sz w:val="24"/>
                <w:szCs w:val="24"/>
              </w:rPr>
              <w:t xml:space="preserve">в 2015 году – </w:t>
            </w:r>
            <w:r w:rsidRPr="0087469A">
              <w:rPr>
                <w:rFonts w:ascii="Times New Roman" w:hAnsi="Times New Roman"/>
                <w:sz w:val="24"/>
                <w:szCs w:val="24"/>
              </w:rPr>
              <w:t>32615,0</w:t>
            </w:r>
            <w:r w:rsidRPr="00CB16DD">
              <w:rPr>
                <w:rFonts w:ascii="Times New Roman" w:hAnsi="Times New Roman"/>
                <w:sz w:val="24"/>
                <w:szCs w:val="24"/>
              </w:rPr>
              <w:t xml:space="preserve">  тыс. рублей</w:t>
            </w:r>
          </w:p>
          <w:p w:rsidR="00F92C04" w:rsidRPr="00CB16DD" w:rsidRDefault="00F92C04" w:rsidP="003E54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16DD">
              <w:rPr>
                <w:rFonts w:ascii="Times New Roman" w:hAnsi="Times New Roman"/>
                <w:sz w:val="24"/>
                <w:szCs w:val="24"/>
              </w:rPr>
              <w:t>в 2016 году – 34</w:t>
            </w:r>
            <w:r>
              <w:rPr>
                <w:rFonts w:ascii="Times New Roman" w:hAnsi="Times New Roman"/>
                <w:sz w:val="24"/>
                <w:szCs w:val="24"/>
              </w:rPr>
              <w:t>221</w:t>
            </w:r>
            <w:r w:rsidRPr="00CB16D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B16DD">
              <w:rPr>
                <w:rFonts w:ascii="Times New Roman" w:hAnsi="Times New Roman"/>
                <w:sz w:val="24"/>
                <w:szCs w:val="24"/>
              </w:rPr>
              <w:t xml:space="preserve"> тыс. рублей;                    </w:t>
            </w:r>
          </w:p>
          <w:p w:rsidR="00F92C04" w:rsidRPr="00CB16DD" w:rsidRDefault="00F92C04" w:rsidP="003E54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16DD">
              <w:rPr>
                <w:rFonts w:ascii="Times New Roman" w:hAnsi="Times New Roman"/>
                <w:sz w:val="24"/>
                <w:szCs w:val="24"/>
              </w:rPr>
              <w:t>в 2017 году –  332</w:t>
            </w:r>
            <w:r>
              <w:rPr>
                <w:rFonts w:ascii="Times New Roman" w:hAnsi="Times New Roman"/>
                <w:sz w:val="24"/>
                <w:szCs w:val="24"/>
              </w:rPr>
              <w:t>57,6</w:t>
            </w:r>
            <w:r w:rsidRPr="00CB16DD">
              <w:rPr>
                <w:rFonts w:ascii="Times New Roman" w:hAnsi="Times New Roman"/>
                <w:sz w:val="24"/>
                <w:szCs w:val="24"/>
              </w:rPr>
              <w:t xml:space="preserve"> тыс. рублей;                    </w:t>
            </w:r>
          </w:p>
          <w:p w:rsidR="00F92C04" w:rsidRPr="00CB16DD" w:rsidRDefault="00F92C04" w:rsidP="003E54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2018 году –34891,6</w:t>
            </w:r>
            <w:r w:rsidRPr="00CB16DD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F92C04" w:rsidRPr="00CB16DD" w:rsidRDefault="00F92C04" w:rsidP="003E54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2019 году –  36708</w:t>
            </w:r>
            <w:r w:rsidRPr="00CB16D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CB16DD">
              <w:rPr>
                <w:rFonts w:ascii="Times New Roman" w:hAnsi="Times New Roman"/>
                <w:sz w:val="24"/>
                <w:szCs w:val="24"/>
              </w:rPr>
              <w:t xml:space="preserve"> тыс. рублей;                    </w:t>
            </w:r>
          </w:p>
          <w:p w:rsidR="00F92C04" w:rsidRPr="00CB16DD" w:rsidRDefault="00F92C04" w:rsidP="00BF22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16DD">
              <w:rPr>
                <w:rFonts w:ascii="Times New Roman" w:hAnsi="Times New Roman"/>
                <w:sz w:val="24"/>
                <w:szCs w:val="24"/>
              </w:rPr>
              <w:t>в 2020 году – 38</w:t>
            </w:r>
            <w:r>
              <w:rPr>
                <w:rFonts w:ascii="Times New Roman" w:hAnsi="Times New Roman"/>
                <w:sz w:val="24"/>
                <w:szCs w:val="24"/>
              </w:rPr>
              <w:t>410</w:t>
            </w:r>
            <w:r w:rsidRPr="00CB16D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CB16DD">
              <w:rPr>
                <w:rFonts w:ascii="Times New Roman" w:hAnsi="Times New Roman"/>
                <w:sz w:val="24"/>
                <w:szCs w:val="24"/>
              </w:rPr>
              <w:t xml:space="preserve"> тыс. рублей.                                                        </w:t>
            </w:r>
          </w:p>
        </w:tc>
      </w:tr>
      <w:tr w:rsidR="00F92C04" w:rsidRPr="00EC4A33" w:rsidTr="00A33DC5">
        <w:trPr>
          <w:trHeight w:val="831"/>
          <w:tblCellSpacing w:w="5" w:type="nil"/>
        </w:trPr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2C04" w:rsidRPr="001A7F4C" w:rsidRDefault="00F92C04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A7F4C">
              <w:rPr>
                <w:rFonts w:ascii="Times New Roman" w:hAnsi="Times New Roman"/>
                <w:sz w:val="24"/>
              </w:rPr>
              <w:t xml:space="preserve">Ожидаемые  конечные    </w:t>
            </w:r>
          </w:p>
          <w:p w:rsidR="00F92C04" w:rsidRPr="001A7F4C" w:rsidRDefault="00F92C04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A7F4C">
              <w:rPr>
                <w:rFonts w:ascii="Times New Roman" w:hAnsi="Times New Roman"/>
                <w:sz w:val="24"/>
              </w:rPr>
              <w:t>результаты, оценка планируемой</w:t>
            </w:r>
          </w:p>
          <w:p w:rsidR="00F92C04" w:rsidRPr="001A7F4C" w:rsidRDefault="00F92C04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A7F4C">
              <w:rPr>
                <w:rFonts w:ascii="Times New Roman" w:hAnsi="Times New Roman"/>
                <w:sz w:val="24"/>
              </w:rPr>
              <w:t xml:space="preserve">эффективности  </w:t>
            </w:r>
          </w:p>
        </w:tc>
        <w:tc>
          <w:tcPr>
            <w:tcW w:w="7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2C04" w:rsidRPr="001A7F4C" w:rsidRDefault="00F92C04" w:rsidP="003B5F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A7F4C">
              <w:rPr>
                <w:rFonts w:ascii="Times New Roman" w:hAnsi="Times New Roman"/>
                <w:sz w:val="24"/>
              </w:rPr>
              <w:t>1. повышение уровня жизни семей с детьми;</w:t>
            </w:r>
          </w:p>
          <w:p w:rsidR="00F92C04" w:rsidRPr="001A7F4C" w:rsidRDefault="00F92C04" w:rsidP="003B5F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A7F4C">
              <w:rPr>
                <w:rFonts w:ascii="Times New Roman" w:hAnsi="Times New Roman"/>
                <w:sz w:val="24"/>
              </w:rPr>
              <w:t>2. снижение доли семей с детьми, нуждающихся в социальной поддержке;</w:t>
            </w:r>
          </w:p>
          <w:p w:rsidR="00F92C04" w:rsidRPr="001A7F4C" w:rsidRDefault="00F92C04" w:rsidP="003B5F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A7F4C">
              <w:rPr>
                <w:rFonts w:ascii="Times New Roman" w:hAnsi="Times New Roman"/>
                <w:sz w:val="24"/>
              </w:rPr>
              <w:t>2. увеличение количества семей с двумя, тремя и более детьми;</w:t>
            </w:r>
          </w:p>
          <w:p w:rsidR="00F92C04" w:rsidRPr="001A7F4C" w:rsidRDefault="00F92C04" w:rsidP="003B5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A7F4C">
              <w:rPr>
                <w:rFonts w:ascii="Times New Roman" w:hAnsi="Times New Roman"/>
                <w:sz w:val="24"/>
              </w:rPr>
              <w:t xml:space="preserve"> 3. снижен</w:t>
            </w:r>
            <w:r>
              <w:rPr>
                <w:rFonts w:ascii="Times New Roman" w:hAnsi="Times New Roman"/>
                <w:sz w:val="24"/>
              </w:rPr>
              <w:t>ие уровня социального сиротства;</w:t>
            </w:r>
          </w:p>
          <w:p w:rsidR="00F92C04" w:rsidRPr="001A7F4C" w:rsidRDefault="00F92C04" w:rsidP="003B5F4C">
            <w:pPr>
              <w:autoSpaceDE w:val="0"/>
              <w:autoSpaceDN w:val="0"/>
              <w:adjustRightInd w:val="0"/>
              <w:spacing w:after="0" w:line="240" w:lineRule="auto"/>
              <w:ind w:right="120"/>
              <w:jc w:val="both"/>
              <w:rPr>
                <w:rFonts w:ascii="Times New Roman" w:hAnsi="Times New Roman"/>
                <w:sz w:val="24"/>
              </w:rPr>
            </w:pPr>
            <w:r w:rsidRPr="001A7F4C">
              <w:rPr>
                <w:rFonts w:ascii="Times New Roman" w:hAnsi="Times New Roman"/>
                <w:sz w:val="24"/>
              </w:rPr>
              <w:t xml:space="preserve">4. увеличение количества семей, получивших социальную выплату; </w:t>
            </w:r>
          </w:p>
          <w:p w:rsidR="00F92C04" w:rsidRPr="001A7F4C" w:rsidRDefault="00F92C04" w:rsidP="003B5F4C">
            <w:pPr>
              <w:autoSpaceDE w:val="0"/>
              <w:autoSpaceDN w:val="0"/>
              <w:adjustRightInd w:val="0"/>
              <w:spacing w:after="0" w:line="240" w:lineRule="auto"/>
              <w:ind w:right="120"/>
              <w:jc w:val="both"/>
              <w:rPr>
                <w:rFonts w:ascii="Times New Roman" w:hAnsi="Times New Roman"/>
                <w:sz w:val="24"/>
              </w:rPr>
            </w:pPr>
            <w:r w:rsidRPr="001A7F4C">
              <w:rPr>
                <w:rFonts w:ascii="Times New Roman" w:hAnsi="Times New Roman"/>
                <w:sz w:val="24"/>
              </w:rPr>
              <w:t>4. обеспечение жилыми помещениями ветеранов, инвалидов и семей, имеющих детей-инвалидов;</w:t>
            </w:r>
          </w:p>
          <w:p w:rsidR="00F92C04" w:rsidRPr="001A7F4C" w:rsidRDefault="00F92C04" w:rsidP="003B5F4C">
            <w:pPr>
              <w:autoSpaceDE w:val="0"/>
              <w:autoSpaceDN w:val="0"/>
              <w:adjustRightInd w:val="0"/>
              <w:spacing w:after="0" w:line="240" w:lineRule="auto"/>
              <w:ind w:right="120"/>
              <w:jc w:val="both"/>
              <w:rPr>
                <w:rFonts w:ascii="Times New Roman" w:hAnsi="Times New Roman"/>
                <w:sz w:val="24"/>
              </w:rPr>
            </w:pPr>
            <w:r w:rsidRPr="001A7F4C">
              <w:rPr>
                <w:rFonts w:ascii="Times New Roman" w:hAnsi="Times New Roman"/>
                <w:sz w:val="24"/>
              </w:rPr>
              <w:t>5. обеспечение жилыми помещениями детей-сирот и детей, оставшихся без попечения родителей, лиц из их числа в возрасте от 18 до 23 лет, детей, находящихся под опекой (попечительством);</w:t>
            </w:r>
          </w:p>
          <w:p w:rsidR="00F92C04" w:rsidRPr="001A7F4C" w:rsidRDefault="00F92C04" w:rsidP="003B5F4C">
            <w:pPr>
              <w:autoSpaceDE w:val="0"/>
              <w:autoSpaceDN w:val="0"/>
              <w:adjustRightInd w:val="0"/>
              <w:spacing w:after="0" w:line="240" w:lineRule="auto"/>
              <w:ind w:right="120"/>
              <w:jc w:val="both"/>
              <w:rPr>
                <w:rFonts w:ascii="Times New Roman" w:hAnsi="Times New Roman"/>
                <w:sz w:val="24"/>
              </w:rPr>
            </w:pPr>
            <w:r w:rsidRPr="001A7F4C">
              <w:rPr>
                <w:rFonts w:ascii="Times New Roman" w:hAnsi="Times New Roman"/>
                <w:sz w:val="24"/>
              </w:rPr>
              <w:t>6. привлечение в жилищную сферу дополнительные финансовые средства кредитных и других организаций, предоставляющих жилищные кредиты и займы, в том числе ипотечные, а так</w:t>
            </w:r>
            <w:r>
              <w:rPr>
                <w:rFonts w:ascii="Times New Roman" w:hAnsi="Times New Roman"/>
                <w:sz w:val="24"/>
              </w:rPr>
              <w:t>же собственные средства граждан;</w:t>
            </w:r>
          </w:p>
          <w:p w:rsidR="00F92C04" w:rsidRPr="001A7F4C" w:rsidRDefault="00F92C04" w:rsidP="003B5F4C">
            <w:pPr>
              <w:autoSpaceDE w:val="0"/>
              <w:autoSpaceDN w:val="0"/>
              <w:adjustRightInd w:val="0"/>
              <w:spacing w:after="0" w:line="240" w:lineRule="auto"/>
              <w:ind w:right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7. </w:t>
            </w:r>
            <w:r w:rsidRPr="000353D7">
              <w:rPr>
                <w:rFonts w:ascii="Times New Roman" w:hAnsi="Times New Roman"/>
                <w:sz w:val="24"/>
              </w:rPr>
              <w:t xml:space="preserve">снижение </w:t>
            </w:r>
            <w:r>
              <w:rPr>
                <w:rFonts w:ascii="Times New Roman" w:hAnsi="Times New Roman"/>
                <w:sz w:val="24"/>
              </w:rPr>
              <w:t>доли населения, имеющего денежные доходы ниже региональной величины прожиточного минимума, в общей численности населения Можгинского района;</w:t>
            </w:r>
          </w:p>
          <w:p w:rsidR="00F92C04" w:rsidRPr="00AC41B3" w:rsidRDefault="00F92C04" w:rsidP="008E54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8.у</w:t>
            </w:r>
            <w:r w:rsidRPr="00AC41B3">
              <w:rPr>
                <w:rFonts w:ascii="Times New Roman" w:hAnsi="Times New Roman"/>
                <w:sz w:val="24"/>
              </w:rPr>
              <w:t>лучшение социального положения граждан старшего поколения и инвалидов;</w:t>
            </w:r>
          </w:p>
          <w:p w:rsidR="00F92C04" w:rsidRPr="00AC41B3" w:rsidRDefault="00F92C04" w:rsidP="008E54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9.п</w:t>
            </w:r>
            <w:r w:rsidRPr="00AC41B3">
              <w:rPr>
                <w:rFonts w:ascii="Times New Roman" w:hAnsi="Times New Roman"/>
                <w:sz w:val="24"/>
              </w:rPr>
              <w:t>овышение социальной адаптации пожилых людей и инвалидов и упрочение социальных связей;</w:t>
            </w:r>
          </w:p>
          <w:p w:rsidR="00F92C04" w:rsidRPr="00AC41B3" w:rsidRDefault="00F92C04" w:rsidP="008E54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10.р</w:t>
            </w:r>
            <w:r w:rsidRPr="00AC41B3">
              <w:rPr>
                <w:rFonts w:ascii="Times New Roman" w:hAnsi="Times New Roman"/>
                <w:sz w:val="24"/>
              </w:rPr>
              <w:t>ост интереса граждан старшего поколения и инвалидов к активным видам досуга как к источнику сохранения здоровья;</w:t>
            </w:r>
          </w:p>
          <w:p w:rsidR="00F92C04" w:rsidRDefault="00F92C04" w:rsidP="008E54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11.у</w:t>
            </w:r>
            <w:r w:rsidRPr="00AC41B3">
              <w:rPr>
                <w:rFonts w:ascii="Times New Roman" w:hAnsi="Times New Roman"/>
                <w:sz w:val="24"/>
              </w:rPr>
              <w:t>силение координации деятельности органов местного самоуправления, общественных организаций по социальной защите граждан пожилого возраста и инвалидов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F92C04" w:rsidRPr="00AC41B3" w:rsidRDefault="00F92C04" w:rsidP="008E54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12.поощрение граждан внесших большой вклад в развитие Можгинского района.</w:t>
            </w:r>
          </w:p>
          <w:p w:rsidR="00F92C04" w:rsidRPr="001A7F4C" w:rsidRDefault="00F92C04" w:rsidP="003B5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F92C04" w:rsidRPr="00804052" w:rsidRDefault="00F92C04" w:rsidP="00B904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92C04" w:rsidRPr="00F65E39" w:rsidRDefault="00F92C04" w:rsidP="00F65E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1" w:name="Par176"/>
      <w:bookmarkStart w:id="2" w:name="Par271"/>
      <w:bookmarkEnd w:id="1"/>
      <w:bookmarkEnd w:id="2"/>
      <w:r w:rsidRPr="00F65E39">
        <w:rPr>
          <w:rFonts w:ascii="Times New Roman" w:hAnsi="Times New Roman"/>
          <w:color w:val="000000"/>
          <w:sz w:val="24"/>
          <w:szCs w:val="24"/>
        </w:rPr>
        <w:t>Для достижения цели и решения задач муниципальной программы в ее составе сформированы следующие подпрограммы:</w:t>
      </w:r>
    </w:p>
    <w:p w:rsidR="00F92C04" w:rsidRPr="001A7F4C" w:rsidRDefault="00F92C04" w:rsidP="00F039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A7F4C">
        <w:rPr>
          <w:rFonts w:ascii="Times New Roman" w:hAnsi="Times New Roman"/>
          <w:color w:val="000000"/>
          <w:sz w:val="24"/>
          <w:szCs w:val="24"/>
        </w:rPr>
        <w:t>1. Социальная поддержка семьи и детей;</w:t>
      </w:r>
    </w:p>
    <w:p w:rsidR="00F92C04" w:rsidRPr="001A7F4C" w:rsidRDefault="00F92C04" w:rsidP="00F039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A7F4C">
        <w:rPr>
          <w:rFonts w:ascii="Times New Roman" w:hAnsi="Times New Roman"/>
          <w:color w:val="000000"/>
          <w:sz w:val="24"/>
          <w:szCs w:val="24"/>
        </w:rPr>
        <w:t>2. Обеспечение жильем отдельных категорий граждан в Можгинском районе;</w:t>
      </w:r>
    </w:p>
    <w:p w:rsidR="00F92C04" w:rsidRPr="00EC4A33" w:rsidRDefault="00F92C04" w:rsidP="00F039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A7F4C">
        <w:rPr>
          <w:rFonts w:ascii="Times New Roman" w:hAnsi="Times New Roman"/>
          <w:color w:val="000000"/>
          <w:sz w:val="24"/>
          <w:szCs w:val="24"/>
        </w:rPr>
        <w:t xml:space="preserve">3. Предоставление субсидий по оплате жилого помещения и коммунальных услуг;                </w:t>
      </w:r>
    </w:p>
    <w:p w:rsidR="00F92C04" w:rsidRDefault="00F92C04" w:rsidP="00F039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A7F4C">
        <w:rPr>
          <w:rFonts w:ascii="Times New Roman" w:hAnsi="Times New Roman"/>
          <w:color w:val="000000"/>
          <w:sz w:val="24"/>
          <w:szCs w:val="24"/>
        </w:rPr>
        <w:t xml:space="preserve">4. Социальная поддержка отдельных категорий граждан.    </w:t>
      </w:r>
    </w:p>
    <w:p w:rsidR="00F92C04" w:rsidRDefault="00F92C04" w:rsidP="00F039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92C04" w:rsidRDefault="00F92C04" w:rsidP="00F039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92C04" w:rsidRDefault="00F92C04" w:rsidP="00F039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92C04" w:rsidRDefault="00F92C04" w:rsidP="00F039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92C04" w:rsidRDefault="00F92C04" w:rsidP="00F039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92C04" w:rsidRDefault="00F92C04" w:rsidP="00F039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92C04" w:rsidRDefault="00F92C04" w:rsidP="00F039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92C04" w:rsidRDefault="00F92C04" w:rsidP="00F039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92C04" w:rsidRDefault="00F92C04" w:rsidP="00F039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92C04" w:rsidRDefault="00F92C04" w:rsidP="00F039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92C04" w:rsidRDefault="00F92C04" w:rsidP="00F039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92C04" w:rsidRDefault="00F92C04" w:rsidP="00F039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92C04" w:rsidRDefault="00F92C04" w:rsidP="00F039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92C04" w:rsidRDefault="00F92C04" w:rsidP="00F039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92C04" w:rsidRDefault="00F92C04" w:rsidP="00F039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92C04" w:rsidRDefault="00F92C04" w:rsidP="00F039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92C04" w:rsidRDefault="00F92C04" w:rsidP="00F039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92C04" w:rsidRPr="001A7F4C" w:rsidRDefault="00F92C04" w:rsidP="00F039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92C04" w:rsidRDefault="00F92C04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92C04" w:rsidRPr="00F415AB" w:rsidRDefault="00F92C04" w:rsidP="00522C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15AB">
        <w:rPr>
          <w:rFonts w:ascii="Times New Roman" w:hAnsi="Times New Roman"/>
          <w:b/>
          <w:sz w:val="28"/>
          <w:szCs w:val="28"/>
        </w:rPr>
        <w:t>2. Подпрограммы муниципальной программы</w:t>
      </w:r>
    </w:p>
    <w:p w:rsidR="00F92C04" w:rsidRDefault="00F92C04" w:rsidP="00F65E39">
      <w:pPr>
        <w:spacing w:after="0" w:line="240" w:lineRule="auto"/>
        <w:jc w:val="center"/>
        <w:rPr>
          <w:rStyle w:val="FontStyle46"/>
          <w:bCs/>
          <w:sz w:val="24"/>
        </w:rPr>
      </w:pPr>
    </w:p>
    <w:p w:rsidR="00F92C04" w:rsidRDefault="00F92C04" w:rsidP="00F65E39">
      <w:pPr>
        <w:spacing w:after="0" w:line="240" w:lineRule="auto"/>
        <w:jc w:val="center"/>
        <w:rPr>
          <w:rStyle w:val="FontStyle46"/>
          <w:bCs/>
          <w:sz w:val="24"/>
        </w:rPr>
      </w:pPr>
      <w:r>
        <w:rPr>
          <w:rStyle w:val="FontStyle46"/>
          <w:bCs/>
          <w:sz w:val="24"/>
        </w:rPr>
        <w:t>2.1.  Подпрограмма</w:t>
      </w:r>
    </w:p>
    <w:p w:rsidR="00F92C04" w:rsidRPr="00CB16DD" w:rsidRDefault="00F92C04" w:rsidP="00F65E39">
      <w:pPr>
        <w:spacing w:after="0" w:line="240" w:lineRule="auto"/>
        <w:jc w:val="center"/>
        <w:rPr>
          <w:rStyle w:val="FontStyle46"/>
          <w:b w:val="0"/>
          <w:bCs/>
          <w:sz w:val="24"/>
        </w:rPr>
      </w:pPr>
      <w:r w:rsidRPr="00CB16DD">
        <w:rPr>
          <w:rStyle w:val="FontStyle46"/>
          <w:b w:val="0"/>
          <w:bCs/>
          <w:sz w:val="24"/>
        </w:rPr>
        <w:t xml:space="preserve"> «</w:t>
      </w:r>
      <w:r w:rsidRPr="00CB16DD">
        <w:rPr>
          <w:rFonts w:ascii="Times New Roman" w:hAnsi="Times New Roman"/>
          <w:b/>
          <w:sz w:val="24"/>
        </w:rPr>
        <w:t>Социальная поддержка семьи и детей</w:t>
      </w:r>
      <w:r w:rsidRPr="00CB16DD">
        <w:rPr>
          <w:rStyle w:val="FontStyle46"/>
          <w:b w:val="0"/>
          <w:bCs/>
          <w:sz w:val="24"/>
        </w:rPr>
        <w:t>»</w:t>
      </w:r>
    </w:p>
    <w:p w:rsidR="00F92C04" w:rsidRDefault="00F92C04" w:rsidP="00F03956">
      <w:pPr>
        <w:rPr>
          <w:b/>
        </w:rPr>
      </w:pPr>
    </w:p>
    <w:p w:rsidR="00F92C04" w:rsidRPr="00BD458C" w:rsidRDefault="00F92C04" w:rsidP="00BD458C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>ПАСПОРТ</w:t>
      </w:r>
    </w:p>
    <w:p w:rsidR="00F92C04" w:rsidRPr="00BD458C" w:rsidRDefault="00F92C04" w:rsidP="00BD458C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 xml:space="preserve"> муниципальной подпрограммы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33"/>
        <w:gridCol w:w="7641"/>
      </w:tblGrid>
      <w:tr w:rsidR="00F92C04" w:rsidRPr="00BD458C" w:rsidTr="00BD458C">
        <w:tc>
          <w:tcPr>
            <w:tcW w:w="1930" w:type="dxa"/>
          </w:tcPr>
          <w:p w:rsidR="00F92C04" w:rsidRPr="00BD458C" w:rsidRDefault="00F92C04" w:rsidP="00BD45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муниципальной подпрограммы</w:t>
            </w:r>
          </w:p>
        </w:tc>
        <w:tc>
          <w:tcPr>
            <w:tcW w:w="7641" w:type="dxa"/>
          </w:tcPr>
          <w:p w:rsidR="00F92C04" w:rsidRPr="00BD458C" w:rsidRDefault="00F92C04" w:rsidP="00BD45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«Социальная поддержка семьи и детей» </w:t>
            </w:r>
          </w:p>
        </w:tc>
      </w:tr>
      <w:tr w:rsidR="00F92C04" w:rsidRPr="00BD458C" w:rsidTr="00BD458C">
        <w:tc>
          <w:tcPr>
            <w:tcW w:w="1930" w:type="dxa"/>
          </w:tcPr>
          <w:p w:rsidR="00F92C04" w:rsidRPr="00BD458C" w:rsidRDefault="00F92C04" w:rsidP="00BD45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>Координатор</w:t>
            </w:r>
          </w:p>
        </w:tc>
        <w:tc>
          <w:tcPr>
            <w:tcW w:w="7641" w:type="dxa"/>
          </w:tcPr>
          <w:p w:rsidR="00F92C04" w:rsidRPr="00BD458C" w:rsidRDefault="00F92C04" w:rsidP="00BD45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главы Администрации муниципального образования «Можгинский район» по социальным вопросам</w:t>
            </w:r>
          </w:p>
        </w:tc>
      </w:tr>
      <w:tr w:rsidR="00F92C04" w:rsidRPr="00BD458C" w:rsidTr="00BD458C">
        <w:tc>
          <w:tcPr>
            <w:tcW w:w="1930" w:type="dxa"/>
          </w:tcPr>
          <w:p w:rsidR="00F92C04" w:rsidRPr="00BD458C" w:rsidRDefault="00F92C04" w:rsidP="00BD45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7641" w:type="dxa"/>
          </w:tcPr>
          <w:p w:rsidR="00F92C04" w:rsidRPr="00BD458C" w:rsidRDefault="00F92C04" w:rsidP="00BD458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Отдел по делам семьи, демографии и охране прав детства Администрации муниципального  образования  «Можгинский район»   </w:t>
            </w:r>
          </w:p>
        </w:tc>
      </w:tr>
      <w:tr w:rsidR="00F92C04" w:rsidRPr="00BD458C" w:rsidTr="00BD458C">
        <w:tc>
          <w:tcPr>
            <w:tcW w:w="1930" w:type="dxa"/>
          </w:tcPr>
          <w:p w:rsidR="00F92C04" w:rsidRPr="00BD458C" w:rsidRDefault="00F92C04" w:rsidP="00BD45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Соисполнители </w:t>
            </w:r>
          </w:p>
        </w:tc>
        <w:tc>
          <w:tcPr>
            <w:tcW w:w="7641" w:type="dxa"/>
          </w:tcPr>
          <w:p w:rsidR="00F92C04" w:rsidRPr="00BD458C" w:rsidRDefault="00F92C04" w:rsidP="00BD458C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Управление образования и семьи</w:t>
            </w:r>
          </w:p>
          <w:p w:rsidR="00F92C04" w:rsidRPr="00BD458C" w:rsidRDefault="00F92C04" w:rsidP="00BD458C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Управление культуры,  спорта и молодежи</w:t>
            </w:r>
          </w:p>
          <w:p w:rsidR="00F92C04" w:rsidRPr="00BD458C" w:rsidRDefault="00F92C04" w:rsidP="00BD458C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Отдел записи актов гражданского состояния</w:t>
            </w:r>
          </w:p>
          <w:p w:rsidR="00F92C04" w:rsidRPr="00BD458C" w:rsidRDefault="00F92C04" w:rsidP="00BD458C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БУЗ УР «Можгинская районная больница МЗ УР»</w:t>
            </w:r>
          </w:p>
          <w:p w:rsidR="00F92C04" w:rsidRPr="00BD458C" w:rsidRDefault="00F92C04" w:rsidP="00BD458C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Государственное учреждение «Межмуниципальный отдел МВД России  «Можгинский»</w:t>
            </w:r>
          </w:p>
          <w:p w:rsidR="00F92C04" w:rsidRPr="00BD458C" w:rsidRDefault="00F92C04" w:rsidP="00BD458C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>Районный и местные женсоветы</w:t>
            </w:r>
          </w:p>
          <w:p w:rsidR="00F92C04" w:rsidRPr="00BD458C" w:rsidRDefault="00F92C04" w:rsidP="00BD458C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Муниципальное казенное учреждение «Отдел образования Можгинского района»</w:t>
            </w:r>
          </w:p>
        </w:tc>
      </w:tr>
      <w:tr w:rsidR="00F92C04" w:rsidRPr="00BD458C" w:rsidTr="00BD458C">
        <w:tc>
          <w:tcPr>
            <w:tcW w:w="1930" w:type="dxa"/>
          </w:tcPr>
          <w:p w:rsidR="00F92C04" w:rsidRPr="00BD458C" w:rsidRDefault="00F92C04" w:rsidP="00BD45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>Цель</w:t>
            </w:r>
          </w:p>
        </w:tc>
        <w:tc>
          <w:tcPr>
            <w:tcW w:w="7641" w:type="dxa"/>
          </w:tcPr>
          <w:p w:rsidR="00F92C04" w:rsidRPr="00BD458C" w:rsidRDefault="00F92C04" w:rsidP="00BD458C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>1. Создание условий для социальной и экономической устойчивости семьи.</w:t>
            </w: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2. Укрепление ценностей семьи, материнства, отцовства, защита прав  детства.</w:t>
            </w:r>
          </w:p>
        </w:tc>
      </w:tr>
      <w:tr w:rsidR="00F92C04" w:rsidRPr="00BD458C" w:rsidTr="00BD458C">
        <w:tc>
          <w:tcPr>
            <w:tcW w:w="1930" w:type="dxa"/>
          </w:tcPr>
          <w:p w:rsidR="00F92C04" w:rsidRPr="00BD458C" w:rsidRDefault="00F92C04" w:rsidP="00BD45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Задачи </w:t>
            </w:r>
          </w:p>
        </w:tc>
        <w:tc>
          <w:tcPr>
            <w:tcW w:w="7641" w:type="dxa"/>
          </w:tcPr>
          <w:p w:rsidR="00F92C04" w:rsidRPr="00BD458C" w:rsidRDefault="00F92C04" w:rsidP="00BD458C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2C04" w:rsidRPr="00BD458C" w:rsidRDefault="00F92C04" w:rsidP="00BD458C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>1. Оказание социальной поддержки семьям с детьми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F92C04" w:rsidRPr="00BD458C" w:rsidRDefault="00F92C04" w:rsidP="00BD458C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>2. Повышение престижа  семьи и семейных ценностей.</w:t>
            </w:r>
          </w:p>
          <w:p w:rsidR="00F92C04" w:rsidRPr="00BD458C" w:rsidRDefault="00F92C04" w:rsidP="00BD458C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3.Укрепление института  семьи как ресурса стабильного и устойчивого развития района, наиболее гармоничной формы жизнедеятельности и самореализации личности, рождения и воспитания детей, возрождение и сохранение духовно – нравственных  традиций семейных отношений. 4.Профилактика социального сиротства и семейного неблагополучия, развитие семейных форм устройства детей-сирот и детей, оставшихся без попечения родителей.  </w:t>
            </w:r>
          </w:p>
          <w:p w:rsidR="00F92C04" w:rsidRPr="00BD458C" w:rsidRDefault="00F92C04" w:rsidP="00BD458C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92C04" w:rsidRPr="00BD458C" w:rsidTr="00BD458C">
        <w:tc>
          <w:tcPr>
            <w:tcW w:w="1930" w:type="dxa"/>
          </w:tcPr>
          <w:p w:rsidR="00F92C04" w:rsidRPr="00BD458C" w:rsidRDefault="00F92C04" w:rsidP="00BD45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Целевые показатели (индикаторы) </w:t>
            </w:r>
          </w:p>
        </w:tc>
        <w:tc>
          <w:tcPr>
            <w:tcW w:w="7641" w:type="dxa"/>
          </w:tcPr>
          <w:p w:rsidR="00F92C04" w:rsidRPr="00BD458C" w:rsidRDefault="00F92C04" w:rsidP="00BD458C">
            <w:pPr>
              <w:keepNext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>Целевые показатели (индикаторы) муниципальной подпрограммы:</w:t>
            </w:r>
          </w:p>
          <w:p w:rsidR="00F92C04" w:rsidRPr="00BD458C" w:rsidRDefault="00F92C04" w:rsidP="00BD458C">
            <w:pPr>
              <w:keepNext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>1. Количество многодетных семей</w:t>
            </w:r>
          </w:p>
          <w:p w:rsidR="00F92C04" w:rsidRPr="00BD458C" w:rsidRDefault="00F92C04" w:rsidP="00BD458C">
            <w:pPr>
              <w:keepNext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>2. Доля семей с детьми, нуждающихся в социальной поддержке, процент</w:t>
            </w:r>
          </w:p>
          <w:p w:rsidR="00F92C04" w:rsidRPr="00BD458C" w:rsidRDefault="00F92C04" w:rsidP="00BD45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>3. Доля детей, оставшихся без попечения родителей, - всего,</w:t>
            </w:r>
          </w:p>
          <w:p w:rsidR="00F92C04" w:rsidRPr="00BD458C" w:rsidRDefault="00F92C04" w:rsidP="00BD45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>в том числе переданных не родственникам (в приемные семьи, на усыновление (удочерение), под опеку (попечительство), охваченных в семейные детские дома и патронатные семьи), находящихся в государственных (муниципальных) учреждениях всех типов, процент</w:t>
            </w:r>
          </w:p>
          <w:p w:rsidR="00F92C04" w:rsidRPr="00BD458C" w:rsidRDefault="00F92C04" w:rsidP="00BD45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>4. Количество родителей, восстановленных в родительских правах, человек</w:t>
            </w:r>
          </w:p>
        </w:tc>
      </w:tr>
      <w:tr w:rsidR="00F92C04" w:rsidRPr="00BD458C" w:rsidTr="00BD458C">
        <w:tc>
          <w:tcPr>
            <w:tcW w:w="1930" w:type="dxa"/>
          </w:tcPr>
          <w:p w:rsidR="00F92C04" w:rsidRPr="00BD458C" w:rsidRDefault="00F92C04" w:rsidP="00BD45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>Сроки и этапы  реализации</w:t>
            </w:r>
          </w:p>
        </w:tc>
        <w:tc>
          <w:tcPr>
            <w:tcW w:w="7641" w:type="dxa"/>
          </w:tcPr>
          <w:p w:rsidR="00F92C04" w:rsidRPr="00BD458C" w:rsidRDefault="00F92C04" w:rsidP="00BD45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>Срок реализации муниципальной подпрограммы - 2015-2020 годы.</w:t>
            </w:r>
          </w:p>
          <w:p w:rsidR="00F92C04" w:rsidRPr="00BD458C" w:rsidRDefault="00F92C04" w:rsidP="00BD45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>Этапы реализации муниципальной подпрограммы не выделяются.</w:t>
            </w:r>
          </w:p>
        </w:tc>
      </w:tr>
      <w:tr w:rsidR="00F92C04" w:rsidRPr="00BD458C" w:rsidTr="00BD458C">
        <w:trPr>
          <w:trHeight w:val="529"/>
        </w:trPr>
        <w:tc>
          <w:tcPr>
            <w:tcW w:w="1930" w:type="dxa"/>
          </w:tcPr>
          <w:p w:rsidR="00F92C04" w:rsidRPr="00BD458C" w:rsidRDefault="00F92C04" w:rsidP="00BD45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Ресурсное обеспечение </w:t>
            </w:r>
          </w:p>
          <w:p w:rsidR="00F92C04" w:rsidRPr="00BD458C" w:rsidRDefault="00F92C04" w:rsidP="00BD45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>одпрограммы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счет средств бюджета муниципального образования «Можгинский район»</w:t>
            </w:r>
          </w:p>
        </w:tc>
        <w:tc>
          <w:tcPr>
            <w:tcW w:w="7641" w:type="dxa"/>
          </w:tcPr>
          <w:p w:rsidR="00F92C04" w:rsidRPr="00BD458C" w:rsidRDefault="00F92C04" w:rsidP="00BD45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Ресурсное обеспечение реализации муниципальной подпрограммы </w:t>
            </w:r>
          </w:p>
          <w:p w:rsidR="00F92C04" w:rsidRPr="00BD458C" w:rsidRDefault="00F92C04" w:rsidP="00BD45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 счет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средств бюджета муниципального образования «Можгинский район» </w:t>
            </w: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(в тыс. руб.):</w:t>
            </w:r>
          </w:p>
          <w:p w:rsidR="00F92C04" w:rsidRPr="00BD458C" w:rsidRDefault="00F92C04" w:rsidP="00BD45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1653"/>
              <w:gridCol w:w="1267"/>
              <w:gridCol w:w="1633"/>
              <w:gridCol w:w="1449"/>
              <w:gridCol w:w="1413"/>
            </w:tblGrid>
            <w:tr w:rsidR="00F92C04" w:rsidRPr="00BD458C" w:rsidTr="00BD458C">
              <w:trPr>
                <w:trHeight w:val="310"/>
                <w:jc w:val="center"/>
              </w:trPr>
              <w:tc>
                <w:tcPr>
                  <w:tcW w:w="16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2C04" w:rsidRPr="00BD458C" w:rsidRDefault="00F92C04" w:rsidP="00BD458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BD458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Годы реализации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2C04" w:rsidRPr="00BD458C" w:rsidRDefault="00F92C04" w:rsidP="00BD458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BD458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446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2C04" w:rsidRPr="00BD458C" w:rsidRDefault="00F92C04" w:rsidP="00BD458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BD458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 том числе за счет:</w:t>
                  </w:r>
                </w:p>
              </w:tc>
            </w:tr>
            <w:tr w:rsidR="00F92C04" w:rsidRPr="00BD458C" w:rsidTr="00BD458C">
              <w:trPr>
                <w:trHeight w:val="310"/>
                <w:jc w:val="center"/>
              </w:trPr>
              <w:tc>
                <w:tcPr>
                  <w:tcW w:w="1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2C04" w:rsidRPr="00BD458C" w:rsidRDefault="00F92C04" w:rsidP="00BD458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2C04" w:rsidRPr="00BD458C" w:rsidRDefault="00F92C04" w:rsidP="00BD458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2C04" w:rsidRPr="00BD458C" w:rsidRDefault="00F92C04" w:rsidP="00BD458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BD458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Собственных средств Можгинского района</w:t>
                  </w:r>
                </w:p>
              </w:tc>
              <w:tc>
                <w:tcPr>
                  <w:tcW w:w="1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2C04" w:rsidRPr="00BD458C" w:rsidRDefault="00F92C04" w:rsidP="00BD458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BD458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Субвенций из бюджета УР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2C04" w:rsidRPr="00BD458C" w:rsidRDefault="00F92C04" w:rsidP="00BD458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F92C04" w:rsidRPr="00BD458C" w:rsidTr="00BD458C">
              <w:trPr>
                <w:jc w:val="center"/>
              </w:trPr>
              <w:tc>
                <w:tcPr>
                  <w:tcW w:w="1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2C04" w:rsidRPr="00BD458C" w:rsidRDefault="00F92C04" w:rsidP="00BD458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smartTag w:uri="urn:schemas-microsoft-com:office:smarttags" w:element="metricconverter">
                    <w:smartTagPr>
                      <w:attr w:name="ProductID" w:val="2015 г"/>
                    </w:smartTagPr>
                    <w:r w:rsidRPr="00BD458C">
                      <w:rPr>
                        <w:rFonts w:ascii="Times New Roman" w:hAnsi="Times New Roman"/>
                        <w:color w:val="000000"/>
                        <w:sz w:val="24"/>
                        <w:szCs w:val="24"/>
                      </w:rPr>
                      <w:t>2015 г</w:t>
                    </w:r>
                  </w:smartTag>
                  <w:r w:rsidRPr="00BD458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2C04" w:rsidRPr="00BD458C" w:rsidRDefault="00F92C04" w:rsidP="00BD458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BD458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22 258,80</w:t>
                  </w:r>
                </w:p>
              </w:tc>
              <w:tc>
                <w:tcPr>
                  <w:tcW w:w="1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2C04" w:rsidRPr="00BD458C" w:rsidRDefault="00F92C04" w:rsidP="00BD458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BD458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32,0</w:t>
                  </w:r>
                </w:p>
              </w:tc>
              <w:tc>
                <w:tcPr>
                  <w:tcW w:w="1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2C04" w:rsidRPr="00BD458C" w:rsidRDefault="00F92C04" w:rsidP="00BD458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BD458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22 226,8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2C04" w:rsidRPr="00BD458C" w:rsidRDefault="00F92C04" w:rsidP="00BD458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F92C04" w:rsidRPr="00BD458C" w:rsidTr="00BD458C">
              <w:trPr>
                <w:jc w:val="center"/>
              </w:trPr>
              <w:tc>
                <w:tcPr>
                  <w:tcW w:w="1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2C04" w:rsidRPr="00BD458C" w:rsidRDefault="00F92C04" w:rsidP="00BD458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smartTag w:uri="urn:schemas-microsoft-com:office:smarttags" w:element="metricconverter">
                    <w:smartTagPr>
                      <w:attr w:name="ProductID" w:val="2016 г"/>
                    </w:smartTagPr>
                    <w:r w:rsidRPr="00BD458C">
                      <w:rPr>
                        <w:rFonts w:ascii="Times New Roman" w:hAnsi="Times New Roman"/>
                        <w:color w:val="000000"/>
                        <w:sz w:val="24"/>
                        <w:szCs w:val="24"/>
                      </w:rPr>
                      <w:t>2016 г</w:t>
                    </w:r>
                  </w:smartTag>
                  <w:r w:rsidRPr="00BD458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2C04" w:rsidRPr="00BD458C" w:rsidRDefault="00F92C04" w:rsidP="00BD458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BD458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23 458,10</w:t>
                  </w:r>
                </w:p>
              </w:tc>
              <w:tc>
                <w:tcPr>
                  <w:tcW w:w="1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2C04" w:rsidRPr="00BD458C" w:rsidRDefault="00F92C04" w:rsidP="00BD458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BD458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33,0</w:t>
                  </w:r>
                </w:p>
              </w:tc>
              <w:tc>
                <w:tcPr>
                  <w:tcW w:w="1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2C04" w:rsidRPr="00BD458C" w:rsidRDefault="00F92C04" w:rsidP="00BD458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BD458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23 425,1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2C04" w:rsidRPr="00BD458C" w:rsidRDefault="00F92C04" w:rsidP="00BD458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F92C04" w:rsidRPr="00BD458C" w:rsidTr="00BD458C">
              <w:trPr>
                <w:jc w:val="center"/>
              </w:trPr>
              <w:tc>
                <w:tcPr>
                  <w:tcW w:w="1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2C04" w:rsidRPr="00BD458C" w:rsidRDefault="00F92C04" w:rsidP="00BD458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smartTag w:uri="urn:schemas-microsoft-com:office:smarttags" w:element="metricconverter">
                    <w:smartTagPr>
                      <w:attr w:name="ProductID" w:val="2017 г"/>
                    </w:smartTagPr>
                    <w:r w:rsidRPr="00BD458C">
                      <w:rPr>
                        <w:rFonts w:ascii="Times New Roman" w:hAnsi="Times New Roman"/>
                        <w:color w:val="000000"/>
                        <w:sz w:val="24"/>
                        <w:szCs w:val="24"/>
                      </w:rPr>
                      <w:t>2017 г</w:t>
                    </w:r>
                  </w:smartTag>
                  <w:r w:rsidRPr="00BD458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2C04" w:rsidRPr="00BD458C" w:rsidRDefault="00F92C04" w:rsidP="00BD458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BD458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24 631,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2C04" w:rsidRPr="00BD458C" w:rsidRDefault="00F92C04" w:rsidP="00BD458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BD458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35.0</w:t>
                  </w:r>
                </w:p>
              </w:tc>
              <w:tc>
                <w:tcPr>
                  <w:tcW w:w="1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2C04" w:rsidRPr="00BD458C" w:rsidRDefault="00F92C04" w:rsidP="00BD458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BD458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24 596,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2C04" w:rsidRPr="00BD458C" w:rsidRDefault="00F92C04" w:rsidP="00BD458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F92C04" w:rsidRPr="00BD458C" w:rsidTr="00BD458C">
              <w:trPr>
                <w:jc w:val="center"/>
              </w:trPr>
              <w:tc>
                <w:tcPr>
                  <w:tcW w:w="1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2C04" w:rsidRPr="00BD458C" w:rsidRDefault="00F92C04" w:rsidP="00BD458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smartTag w:uri="urn:schemas-microsoft-com:office:smarttags" w:element="metricconverter">
                    <w:smartTagPr>
                      <w:attr w:name="ProductID" w:val="2018 г"/>
                    </w:smartTagPr>
                    <w:r w:rsidRPr="00BD458C">
                      <w:rPr>
                        <w:rFonts w:ascii="Times New Roman" w:hAnsi="Times New Roman"/>
                        <w:color w:val="000000"/>
                        <w:sz w:val="24"/>
                        <w:szCs w:val="24"/>
                      </w:rPr>
                      <w:t>2018 г</w:t>
                    </w:r>
                  </w:smartTag>
                  <w:r w:rsidRPr="00BD458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2C04" w:rsidRPr="00BD458C" w:rsidRDefault="00F92C04" w:rsidP="00BD458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BD458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25 862,6</w:t>
                  </w:r>
                </w:p>
              </w:tc>
              <w:tc>
                <w:tcPr>
                  <w:tcW w:w="1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2C04" w:rsidRPr="00BD458C" w:rsidRDefault="00F92C04" w:rsidP="00BD458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BD458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36,0</w:t>
                  </w:r>
                </w:p>
              </w:tc>
              <w:tc>
                <w:tcPr>
                  <w:tcW w:w="1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2C04" w:rsidRPr="00BD458C" w:rsidRDefault="00F92C04" w:rsidP="00BD458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BD458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25  826,6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2C04" w:rsidRPr="00BD458C" w:rsidRDefault="00F92C04" w:rsidP="00BD458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F92C04" w:rsidRPr="00BD458C" w:rsidTr="00BD458C">
              <w:trPr>
                <w:jc w:val="center"/>
              </w:trPr>
              <w:tc>
                <w:tcPr>
                  <w:tcW w:w="1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2C04" w:rsidRPr="00BD458C" w:rsidRDefault="00F92C04" w:rsidP="00BD458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smartTag w:uri="urn:schemas-microsoft-com:office:smarttags" w:element="metricconverter">
                    <w:smartTagPr>
                      <w:attr w:name="ProductID" w:val="2019 г"/>
                    </w:smartTagPr>
                    <w:r w:rsidRPr="00BD458C">
                      <w:rPr>
                        <w:rFonts w:ascii="Times New Roman" w:hAnsi="Times New Roman"/>
                        <w:color w:val="000000"/>
                        <w:sz w:val="24"/>
                        <w:szCs w:val="24"/>
                      </w:rPr>
                      <w:t>2019 г</w:t>
                    </w:r>
                  </w:smartTag>
                  <w:r w:rsidRPr="00BD458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2C04" w:rsidRPr="00BD458C" w:rsidRDefault="00F92C04" w:rsidP="00BD458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27 2</w:t>
                  </w:r>
                  <w:r w:rsidRPr="00BD458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55,7</w:t>
                  </w:r>
                </w:p>
              </w:tc>
              <w:tc>
                <w:tcPr>
                  <w:tcW w:w="1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2C04" w:rsidRPr="00BD458C" w:rsidRDefault="00F92C04" w:rsidP="00BD458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BD458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38,0</w:t>
                  </w:r>
                </w:p>
              </w:tc>
              <w:tc>
                <w:tcPr>
                  <w:tcW w:w="1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2C04" w:rsidRPr="00BD458C" w:rsidRDefault="00F92C04" w:rsidP="00BD458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BD458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27 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</w:t>
                  </w:r>
                  <w:r w:rsidRPr="00BD458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17,7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2C04" w:rsidRPr="00BD458C" w:rsidRDefault="00F92C04" w:rsidP="00BD458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F92C04" w:rsidRPr="00BD458C" w:rsidTr="00BD458C">
              <w:trPr>
                <w:jc w:val="center"/>
              </w:trPr>
              <w:tc>
                <w:tcPr>
                  <w:tcW w:w="1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2C04" w:rsidRPr="00BD458C" w:rsidRDefault="00F92C04" w:rsidP="00BD458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BD458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2C04" w:rsidRPr="00BD458C" w:rsidRDefault="00F92C04" w:rsidP="00BD458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BD458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28 513,5</w:t>
                  </w:r>
                </w:p>
              </w:tc>
              <w:tc>
                <w:tcPr>
                  <w:tcW w:w="1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2C04" w:rsidRPr="00BD458C" w:rsidRDefault="00F92C04" w:rsidP="00BD458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BD458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40,0</w:t>
                  </w:r>
                </w:p>
              </w:tc>
              <w:tc>
                <w:tcPr>
                  <w:tcW w:w="1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2C04" w:rsidRPr="00BD458C" w:rsidRDefault="00F92C04" w:rsidP="00BD458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BD458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28 473,5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2C04" w:rsidRPr="00BD458C" w:rsidRDefault="00F92C04" w:rsidP="00BD458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F92C04" w:rsidRPr="00BD458C" w:rsidTr="00BD458C">
              <w:trPr>
                <w:jc w:val="center"/>
              </w:trPr>
              <w:tc>
                <w:tcPr>
                  <w:tcW w:w="1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2C04" w:rsidRPr="00BD458C" w:rsidRDefault="00F92C04" w:rsidP="00BD458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BD458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Итого: 2015-</w:t>
                  </w:r>
                </w:p>
                <w:p w:rsidR="00F92C04" w:rsidRPr="00BD458C" w:rsidRDefault="00F92C04" w:rsidP="00BD458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BD458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2020 годы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2C04" w:rsidRPr="00BD458C" w:rsidRDefault="00F92C04" w:rsidP="00BD458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BD458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151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 980,5</w:t>
                  </w:r>
                </w:p>
              </w:tc>
              <w:tc>
                <w:tcPr>
                  <w:tcW w:w="1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2C04" w:rsidRPr="00BD458C" w:rsidRDefault="00F92C04" w:rsidP="00BD458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BD458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214,0</w:t>
                  </w:r>
                </w:p>
              </w:tc>
              <w:tc>
                <w:tcPr>
                  <w:tcW w:w="1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2C04" w:rsidRPr="00BD458C" w:rsidRDefault="00F92C04" w:rsidP="00BD458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BD458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151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 766,5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2C04" w:rsidRPr="00BD458C" w:rsidRDefault="00F92C04" w:rsidP="00BD458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F92C04" w:rsidRPr="00BD458C" w:rsidRDefault="00F92C04" w:rsidP="00BD45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Ресурсное обеспечение подпрограммы за счет средств бюджета Можгинского района сформировано на 2015-2016 годы – в соответствии с решением о бюджете  Можгинского района на 2014 год и  плановый период 2015 и 2016 годов.</w:t>
            </w:r>
          </w:p>
          <w:p w:rsidR="00F92C04" w:rsidRPr="00CB059F" w:rsidRDefault="00F92C04" w:rsidP="00BD458C">
            <w:pPr>
              <w:pStyle w:val="20"/>
              <w:tabs>
                <w:tab w:val="left" w:pos="50"/>
              </w:tabs>
              <w:spacing w:after="0" w:line="240" w:lineRule="auto"/>
              <w:ind w:left="5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CB059F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         Ресурсное обеспечение муниципальной подпрограммы   подлежит уточнению в рамках бюджетного цикла.</w:t>
            </w:r>
          </w:p>
        </w:tc>
      </w:tr>
      <w:tr w:rsidR="00F92C04" w:rsidRPr="00BD458C" w:rsidTr="00BD458C">
        <w:tc>
          <w:tcPr>
            <w:tcW w:w="1930" w:type="dxa"/>
          </w:tcPr>
          <w:p w:rsidR="00F92C04" w:rsidRPr="00BD458C" w:rsidRDefault="00F92C04" w:rsidP="00BD45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7641" w:type="dxa"/>
          </w:tcPr>
          <w:p w:rsidR="00F92C04" w:rsidRPr="00BD458C" w:rsidRDefault="00F92C04" w:rsidP="00BD45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Ожидаемые конечные результаты реализации муниципальной подпрограммы: </w:t>
            </w:r>
          </w:p>
          <w:p w:rsidR="00F92C04" w:rsidRPr="00BD458C" w:rsidRDefault="00F92C04" w:rsidP="00BD45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уровня жизни семей с детьми;</w:t>
            </w:r>
          </w:p>
          <w:p w:rsidR="00F92C04" w:rsidRPr="00BD458C" w:rsidRDefault="00F92C04" w:rsidP="00BD45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>снижение доли семей с детьми, нуждающихся в социальной поддержке;</w:t>
            </w:r>
          </w:p>
          <w:p w:rsidR="00F92C04" w:rsidRPr="00BD458C" w:rsidRDefault="00F92C04" w:rsidP="00BD45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количества семей с двумя, тремя и более детьми;</w:t>
            </w:r>
          </w:p>
          <w:p w:rsidR="00F92C04" w:rsidRPr="00BD458C" w:rsidRDefault="00F92C04" w:rsidP="00BD458C">
            <w:pPr>
              <w:spacing w:after="0" w:line="240" w:lineRule="auto"/>
              <w:ind w:left="252" w:right="-108" w:hanging="3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снижение уровня социального сиротства.</w:t>
            </w:r>
          </w:p>
        </w:tc>
      </w:tr>
    </w:tbl>
    <w:p w:rsidR="00F92C04" w:rsidRDefault="00F92C04" w:rsidP="00BD458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92C04" w:rsidRPr="00BD458C" w:rsidRDefault="00F92C04" w:rsidP="00BD458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D458C">
        <w:rPr>
          <w:rFonts w:ascii="Times New Roman" w:hAnsi="Times New Roman"/>
          <w:b/>
          <w:color w:val="000000"/>
          <w:sz w:val="24"/>
          <w:szCs w:val="24"/>
        </w:rPr>
        <w:t>1. Характеристика сферы деятельности</w:t>
      </w:r>
    </w:p>
    <w:p w:rsidR="00F92C04" w:rsidRPr="00BD458C" w:rsidRDefault="00F92C04" w:rsidP="00BD458C">
      <w:pPr>
        <w:pStyle w:val="Heading2"/>
        <w:spacing w:before="0" w:after="0" w:line="240" w:lineRule="auto"/>
        <w:jc w:val="both"/>
        <w:rPr>
          <w:rFonts w:ascii="Times New Roman" w:hAnsi="Times New Roman"/>
          <w:b w:val="0"/>
          <w:bCs w:val="0"/>
          <w:i w:val="0"/>
          <w:iCs w:val="0"/>
          <w:color w:val="000000"/>
          <w:sz w:val="24"/>
          <w:szCs w:val="24"/>
        </w:rPr>
      </w:pPr>
    </w:p>
    <w:p w:rsidR="00F92C04" w:rsidRPr="00BD458C" w:rsidRDefault="00F92C04" w:rsidP="00BD458C">
      <w:pPr>
        <w:pStyle w:val="Heading2"/>
        <w:spacing w:before="0" w:after="0" w:line="240" w:lineRule="auto"/>
        <w:jc w:val="both"/>
        <w:rPr>
          <w:rFonts w:ascii="Times New Roman" w:hAnsi="Times New Roman"/>
          <w:b w:val="0"/>
          <w:bCs w:val="0"/>
          <w:i w:val="0"/>
          <w:iCs w:val="0"/>
          <w:color w:val="000000"/>
          <w:sz w:val="24"/>
          <w:szCs w:val="24"/>
        </w:rPr>
      </w:pPr>
      <w:r w:rsidRPr="00BD458C">
        <w:rPr>
          <w:rFonts w:ascii="Times New Roman" w:hAnsi="Times New Roman"/>
          <w:b w:val="0"/>
          <w:bCs w:val="0"/>
          <w:i w:val="0"/>
          <w:iCs w:val="0"/>
          <w:color w:val="000000"/>
          <w:sz w:val="24"/>
          <w:szCs w:val="24"/>
        </w:rPr>
        <w:t xml:space="preserve">         Социальное и экономическое развитие  Можгинского района, а также специфика его бюджетной обеспеченности и структуры социальных расходов определяют сложившуюся систему социальной поддержки семей с детьми. Улучшение демографической ситуации, помощь матерям и семьям с детьми, защита прав и интересов ребёнка определены в России и Удмуртской Республике как ключевые общенациональные задачи. </w:t>
      </w:r>
    </w:p>
    <w:p w:rsidR="00F92C04" w:rsidRPr="00BD458C" w:rsidRDefault="00F92C04" w:rsidP="00BD458C">
      <w:pPr>
        <w:spacing w:after="0" w:line="240" w:lineRule="auto"/>
        <w:ind w:left="-108" w:right="-108"/>
        <w:jc w:val="both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 xml:space="preserve">          Актуальность подпрограммы, ее цели определяются необходимостью дальнейшего решения задач оказания социальной поддержки семьям с детьми, повышения престижа семьи и семейных ценностей, укрепления института  семьи как ресурса стабильного и устойчивого развития района, наиболее гармоничной формы жизнедеятельности и самореализации личности, рождения и воспитания детей, возрождения и сохранения духовно – нравственных  традиций семейных отношений. Профилактика социального сиротства и семейного неблагополучия, развитие семейных форм устройства детей-сирот и детей, оставшихся без попечения родителей - одно из основных направлений социальной политики Можгинского района. Требуют дальнейшего решения задачи повышения престижа семьи и семейных ценностей в общественном сознании, формирования здорового образа жизни, профилактики правонарушений несовершеннолетних. </w:t>
      </w:r>
    </w:p>
    <w:p w:rsidR="00F92C04" w:rsidRPr="00BD458C" w:rsidRDefault="00F92C04" w:rsidP="00BD458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>На 1 января 2014 года в Можгинском районе проживают 3659 семей с детьми. Детское население составляет 22,2 процента от общей численности населения района – 27 857 человек, в УР-20,7.   Ежегодно увеличивается количество зарегистрированных многодетных семей.</w:t>
      </w:r>
    </w:p>
    <w:p w:rsidR="00F92C04" w:rsidRPr="00BD458C" w:rsidRDefault="00F92C04" w:rsidP="00BD458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 xml:space="preserve">         Всего на поддержку многодетных семей и их детей  в 2013 году Администрацией района направлено 6 млн. 419,1 тыс. рублей, в сравнении: </w:t>
      </w:r>
      <w:smartTag w:uri="urn:schemas-microsoft-com:office:smarttags" w:element="metricconverter">
        <w:smartTagPr>
          <w:attr w:name="ProductID" w:val="2012 г"/>
        </w:smartTagPr>
        <w:r w:rsidRPr="00BD458C">
          <w:rPr>
            <w:rFonts w:ascii="Times New Roman" w:hAnsi="Times New Roman"/>
            <w:color w:val="000000"/>
            <w:sz w:val="24"/>
            <w:szCs w:val="24"/>
          </w:rPr>
          <w:t>2012 г</w:t>
        </w:r>
      </w:smartTag>
      <w:r w:rsidRPr="00BD458C">
        <w:rPr>
          <w:rFonts w:ascii="Times New Roman" w:hAnsi="Times New Roman"/>
          <w:color w:val="000000"/>
          <w:sz w:val="24"/>
          <w:szCs w:val="24"/>
        </w:rPr>
        <w:t xml:space="preserve">. - 5 млн. 572,8 тыс. рублей. В течение года мерами социальной поддержки пользовались 646 многодетных семей, в том числе 595 многодетных  малообеспеченных семей, в сравнении: в 2012 году – 570 семей, </w:t>
      </w:r>
      <w:smartTag w:uri="urn:schemas-microsoft-com:office:smarttags" w:element="metricconverter">
        <w:smartTagPr>
          <w:attr w:name="ProductID" w:val="2011 г"/>
        </w:smartTagPr>
        <w:r w:rsidRPr="00BD458C">
          <w:rPr>
            <w:rFonts w:ascii="Times New Roman" w:hAnsi="Times New Roman"/>
            <w:color w:val="000000"/>
            <w:sz w:val="24"/>
            <w:szCs w:val="24"/>
          </w:rPr>
          <w:t>2011 г</w:t>
        </w:r>
      </w:smartTag>
      <w:r w:rsidRPr="00BD458C">
        <w:rPr>
          <w:rFonts w:ascii="Times New Roman" w:hAnsi="Times New Roman"/>
          <w:color w:val="000000"/>
          <w:sz w:val="24"/>
          <w:szCs w:val="24"/>
        </w:rPr>
        <w:t xml:space="preserve">. – 550 семей, </w:t>
      </w:r>
      <w:smartTag w:uri="urn:schemas-microsoft-com:office:smarttags" w:element="metricconverter">
        <w:smartTagPr>
          <w:attr w:name="ProductID" w:val="2010 г"/>
        </w:smartTagPr>
        <w:r w:rsidRPr="00BD458C">
          <w:rPr>
            <w:rFonts w:ascii="Times New Roman" w:hAnsi="Times New Roman"/>
            <w:color w:val="000000"/>
            <w:sz w:val="24"/>
            <w:szCs w:val="24"/>
          </w:rPr>
          <w:t>2010 г</w:t>
        </w:r>
      </w:smartTag>
      <w:r w:rsidRPr="00BD458C">
        <w:rPr>
          <w:rFonts w:ascii="Times New Roman" w:hAnsi="Times New Roman"/>
          <w:color w:val="000000"/>
          <w:sz w:val="24"/>
          <w:szCs w:val="24"/>
        </w:rPr>
        <w:t xml:space="preserve">. – 507 семей. </w:t>
      </w:r>
    </w:p>
    <w:p w:rsidR="00F92C04" w:rsidRPr="00BD458C" w:rsidRDefault="00F92C04" w:rsidP="00BD458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 xml:space="preserve">         812 учащихся данных семей обеспечены бесплатным школьным горячим питанием, в сравнении: в 2012 году – 788 учащихся, </w:t>
      </w:r>
      <w:smartTag w:uri="urn:schemas-microsoft-com:office:smarttags" w:element="metricconverter">
        <w:smartTagPr>
          <w:attr w:name="ProductID" w:val="2011 г"/>
        </w:smartTagPr>
        <w:r w:rsidRPr="00BD458C">
          <w:rPr>
            <w:rFonts w:ascii="Times New Roman" w:hAnsi="Times New Roman"/>
            <w:color w:val="000000"/>
            <w:sz w:val="24"/>
            <w:szCs w:val="24"/>
          </w:rPr>
          <w:t>2011 г</w:t>
        </w:r>
      </w:smartTag>
      <w:r w:rsidRPr="00BD458C">
        <w:rPr>
          <w:rFonts w:ascii="Times New Roman" w:hAnsi="Times New Roman"/>
          <w:color w:val="000000"/>
          <w:sz w:val="24"/>
          <w:szCs w:val="24"/>
        </w:rPr>
        <w:t xml:space="preserve">. - 755 учащихся; </w:t>
      </w:r>
    </w:p>
    <w:p w:rsidR="00F92C04" w:rsidRPr="00BD458C" w:rsidRDefault="00F92C04" w:rsidP="00BD458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 xml:space="preserve">         389 учащихся образовательных учреждений в течение года пользовались правом бесплатного проезда в автобусах внутрирайонных и городских маршрутов, в сравнении: в 2012 году – 401 учащийся, </w:t>
      </w:r>
      <w:smartTag w:uri="urn:schemas-microsoft-com:office:smarttags" w:element="metricconverter">
        <w:smartTagPr>
          <w:attr w:name="ProductID" w:val="2011 г"/>
        </w:smartTagPr>
        <w:r w:rsidRPr="00BD458C">
          <w:rPr>
            <w:rFonts w:ascii="Times New Roman" w:hAnsi="Times New Roman"/>
            <w:color w:val="000000"/>
            <w:sz w:val="24"/>
            <w:szCs w:val="24"/>
          </w:rPr>
          <w:t>2011 г</w:t>
        </w:r>
      </w:smartTag>
      <w:r w:rsidRPr="00BD458C">
        <w:rPr>
          <w:rFonts w:ascii="Times New Roman" w:hAnsi="Times New Roman"/>
          <w:color w:val="000000"/>
          <w:sz w:val="24"/>
          <w:szCs w:val="24"/>
        </w:rPr>
        <w:t>. – 424 учащихся;</w:t>
      </w:r>
    </w:p>
    <w:p w:rsidR="00F92C04" w:rsidRPr="00BD458C" w:rsidRDefault="00F92C04" w:rsidP="00BD458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 xml:space="preserve">         324 семьи получили 30-ти процентную компенсацию расходов на оплату за  коммунальные услуги, в сравнении: в 2012 году – 291 семья, </w:t>
      </w:r>
      <w:smartTag w:uri="urn:schemas-microsoft-com:office:smarttags" w:element="metricconverter">
        <w:smartTagPr>
          <w:attr w:name="ProductID" w:val="2011 г"/>
        </w:smartTagPr>
        <w:r w:rsidRPr="00BD458C">
          <w:rPr>
            <w:rFonts w:ascii="Times New Roman" w:hAnsi="Times New Roman"/>
            <w:color w:val="000000"/>
            <w:sz w:val="24"/>
            <w:szCs w:val="24"/>
          </w:rPr>
          <w:t>2011 г</w:t>
        </w:r>
      </w:smartTag>
      <w:r w:rsidRPr="00BD458C">
        <w:rPr>
          <w:rFonts w:ascii="Times New Roman" w:hAnsi="Times New Roman"/>
          <w:color w:val="000000"/>
          <w:sz w:val="24"/>
          <w:szCs w:val="24"/>
        </w:rPr>
        <w:t>. – 279 семей;</w:t>
      </w:r>
    </w:p>
    <w:p w:rsidR="00F92C04" w:rsidRPr="00BD458C" w:rsidRDefault="00F92C04" w:rsidP="00BD458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 xml:space="preserve">         211 детей данной категории семей в возрасте до 6 лет 6 месяцев получили бесплатные лекарства, в сравнении: в 2012 году – 181 ребенок, </w:t>
      </w:r>
      <w:smartTag w:uri="urn:schemas-microsoft-com:office:smarttags" w:element="metricconverter">
        <w:smartTagPr>
          <w:attr w:name="ProductID" w:val="2011 г"/>
        </w:smartTagPr>
        <w:r w:rsidRPr="00BD458C">
          <w:rPr>
            <w:rFonts w:ascii="Times New Roman" w:hAnsi="Times New Roman"/>
            <w:color w:val="000000"/>
            <w:sz w:val="24"/>
            <w:szCs w:val="24"/>
          </w:rPr>
          <w:t>2011 г</w:t>
        </w:r>
      </w:smartTag>
      <w:r w:rsidRPr="00BD458C">
        <w:rPr>
          <w:rFonts w:ascii="Times New Roman" w:hAnsi="Times New Roman"/>
          <w:color w:val="000000"/>
          <w:sz w:val="24"/>
          <w:szCs w:val="24"/>
        </w:rPr>
        <w:t>. – 357 детей.</w:t>
      </w:r>
    </w:p>
    <w:p w:rsidR="00F92C04" w:rsidRDefault="00F92C04" w:rsidP="00BD458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 xml:space="preserve">         Трем многодетным малообеспеченным семьям, нуждающимся в улучшении жилищных условий, предоставлена безвозмездная субсидия в общей сумме 716,0 тыс. руб., в сравнении: в 2012 году - 7 семьям в сумме 4 614,0 тыс. рублей, в 2011 году – 1 семье в сумме 306,0 тыс. рублей.</w:t>
      </w:r>
    </w:p>
    <w:p w:rsidR="00F92C04" w:rsidRPr="00BD458C" w:rsidRDefault="00F92C04" w:rsidP="00BD458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 xml:space="preserve">         В 2013 году отделом по делам семьи, демографии и охране прав детства осуществлялись мероприятия семейной и демографической политики, охране прав детства.        </w:t>
      </w:r>
    </w:p>
    <w:p w:rsidR="00F92C04" w:rsidRPr="00BD458C" w:rsidRDefault="00F92C04" w:rsidP="00BD458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 xml:space="preserve">         В ходе реализации мероприятий семейной политики оказана социально психологическая поддержка 745 малообеспеченным семьям, 2044 детям из малообеспеченных семей,  выделено 35 путевок в детские оздоровительные лагеря на сумму 224,091 тысяч рублей, отделом принято 3285 граждан. Оказана материальная помощь 15 семьям с детьми, оказавшимся в трудной жизненной ситуации на общую сумму 15 тыс. рублей.                </w:t>
      </w:r>
    </w:p>
    <w:p w:rsidR="00F92C04" w:rsidRPr="00BD458C" w:rsidRDefault="00F92C04" w:rsidP="00BD458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 xml:space="preserve">         В программу «Информационно-аналитическая система мониторинга состояния семей с детьми до 18 лет» для получения систематизированной информации о социально-экономическом положении семей и принятия мер по оказанию им  поддержки  введено 3655 семей, что составляет 99,9 % от общего количества семей с детьми, в сравнении,  в 2012 году – 3597 семей - 93,8 %, в 2011 году – 3538 семей – 90,8 %.</w:t>
      </w:r>
    </w:p>
    <w:p w:rsidR="00F92C04" w:rsidRPr="00BD458C" w:rsidRDefault="00F92C04" w:rsidP="00BD458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>В 2013 году Знаком отличия «Материнская слава» в соответствии с Указом Президента Удмуртской Республики  награждены две многодетные матери Алексеева В.Е, родившая и воспитавшая пятерых детей, проживающая в с. Малая Валожикья, и Захарова Е. Н., воспитавшая шестерых детей, в том числе троих приемных, проживающая в с. Горняк. Знак отличия дает право награжденным  женщинам – матерям на получение звания «Ветеран труда» и единовременной выплаты в сумме 15,0 тысяч рублей. Всего награжденных Знаком отличия в Можгинском районе – 15 многодетных  матерей.</w:t>
      </w:r>
    </w:p>
    <w:p w:rsidR="00F92C04" w:rsidRPr="00BD458C" w:rsidRDefault="00F92C04" w:rsidP="00BD458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ab/>
        <w:t>В июле 2013 года две семьи, воспитавшие троих детей, чей семейный союз составил более 40 лет  – семья Алексеевых, проживающая в д. Ныша, и семья Борисовых из д. Пазял, награждены Российской общественной наградой - медалью «За любовь и верность». За период 2010-2013 годов в Можгинском районе  награждены  шесть семей Российской общественной наградой – медалью «За любовь и верность».</w:t>
      </w:r>
    </w:p>
    <w:p w:rsidR="00F92C04" w:rsidRPr="00BD458C" w:rsidRDefault="00F92C04" w:rsidP="00BD458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 xml:space="preserve">         В мероприятиях, посвященных Дню защитника Отечества, Дню защиты детей, Дню матери, проведенных совместно с Управлением культуры, спорта и молодежи, приняли участие 2755 человек. На проведение мероприятий направлено 15,0 тысяч рублей из местного бюджета. Проведены два Круглых стола о мерах социальной поддержки многодетных семей, мероприятия, посвященные Дню семьи, любви и верности и Дню матери «Все начинается с мамы» с участием 1663 человек.</w:t>
      </w:r>
    </w:p>
    <w:p w:rsidR="00F92C04" w:rsidRPr="00BD458C" w:rsidRDefault="00F92C04" w:rsidP="00BD458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 xml:space="preserve">         Социально-экономическое развитие Можгинского района происходит на фоне следующей демографической динамики. Продолжающийся процесс старения населения определяется увеличением доли лиц старше трудоспособного возраста и некоторой стабилизацией численности детского населения за последние три года.          </w:t>
      </w:r>
    </w:p>
    <w:p w:rsidR="00F92C04" w:rsidRPr="00BD458C" w:rsidRDefault="00F92C04" w:rsidP="00BD458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 xml:space="preserve">          От уровня качества жизни семей зависит социально-экономическое и демографическое развитие района, проблемы демографии тесно связаны с социальными условиями жизни семей. Социальные проблемы затрагивают семью и отражаются на ее главной функции – деторождении.</w:t>
      </w:r>
    </w:p>
    <w:p w:rsidR="00F92C04" w:rsidRPr="00BD458C" w:rsidRDefault="00F92C04" w:rsidP="00BD458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 xml:space="preserve">          В 2013 году увеличилась рождаемость и уменьшилось число умерших, увеличился естественный прирост населения и показатель естественного прироста населения составил 2,1 промилли.</w:t>
      </w:r>
    </w:p>
    <w:p w:rsidR="00F92C04" w:rsidRPr="00BD458C" w:rsidRDefault="00F92C04" w:rsidP="00BD458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788"/>
        <w:gridCol w:w="1067"/>
        <w:gridCol w:w="1069"/>
        <w:gridCol w:w="1069"/>
        <w:gridCol w:w="1835"/>
      </w:tblGrid>
      <w:tr w:rsidR="00F92C04" w:rsidRPr="00BD458C" w:rsidTr="007E2543">
        <w:tc>
          <w:tcPr>
            <w:tcW w:w="4788" w:type="dxa"/>
          </w:tcPr>
          <w:p w:rsidR="00F92C04" w:rsidRPr="007E2543" w:rsidRDefault="00F92C04" w:rsidP="007E25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1067" w:type="dxa"/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2010 год</w:t>
            </w:r>
          </w:p>
        </w:tc>
        <w:tc>
          <w:tcPr>
            <w:tcW w:w="1069" w:type="dxa"/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2011 год</w:t>
            </w:r>
          </w:p>
        </w:tc>
        <w:tc>
          <w:tcPr>
            <w:tcW w:w="1069" w:type="dxa"/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2012 год</w:t>
            </w:r>
          </w:p>
        </w:tc>
        <w:tc>
          <w:tcPr>
            <w:tcW w:w="1835" w:type="dxa"/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2013 год</w:t>
            </w:r>
          </w:p>
        </w:tc>
      </w:tr>
      <w:tr w:rsidR="00F92C04" w:rsidRPr="00BD458C" w:rsidTr="007E2543">
        <w:tc>
          <w:tcPr>
            <w:tcW w:w="4788" w:type="dxa"/>
          </w:tcPr>
          <w:p w:rsidR="00F92C04" w:rsidRPr="007E2543" w:rsidRDefault="00F92C04" w:rsidP="007E25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Число родившихся данные  отдела ЗАГС, человек</w:t>
            </w:r>
          </w:p>
        </w:tc>
        <w:tc>
          <w:tcPr>
            <w:tcW w:w="1067" w:type="dxa"/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443</w:t>
            </w:r>
          </w:p>
        </w:tc>
        <w:tc>
          <w:tcPr>
            <w:tcW w:w="1069" w:type="dxa"/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448</w:t>
            </w:r>
          </w:p>
        </w:tc>
        <w:tc>
          <w:tcPr>
            <w:tcW w:w="1069" w:type="dxa"/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396</w:t>
            </w:r>
          </w:p>
        </w:tc>
        <w:tc>
          <w:tcPr>
            <w:tcW w:w="1835" w:type="dxa"/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426</w:t>
            </w:r>
          </w:p>
        </w:tc>
      </w:tr>
      <w:tr w:rsidR="00F92C04" w:rsidRPr="00BD458C" w:rsidTr="007E2543">
        <w:tc>
          <w:tcPr>
            <w:tcW w:w="4788" w:type="dxa"/>
          </w:tcPr>
          <w:p w:rsidR="00F92C04" w:rsidRPr="007E2543" w:rsidRDefault="00F92C04" w:rsidP="007E25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Удмуртстат</w:t>
            </w:r>
          </w:p>
        </w:tc>
        <w:tc>
          <w:tcPr>
            <w:tcW w:w="1067" w:type="dxa"/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454</w:t>
            </w:r>
          </w:p>
        </w:tc>
        <w:tc>
          <w:tcPr>
            <w:tcW w:w="1835" w:type="dxa"/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509</w:t>
            </w:r>
          </w:p>
        </w:tc>
      </w:tr>
      <w:tr w:rsidR="00F92C04" w:rsidRPr="00BD458C" w:rsidTr="007E2543">
        <w:tc>
          <w:tcPr>
            <w:tcW w:w="4788" w:type="dxa"/>
          </w:tcPr>
          <w:p w:rsidR="00F92C04" w:rsidRPr="007E2543" w:rsidRDefault="00F92C04" w:rsidP="007E25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Число умерших, человек                                             </w:t>
            </w:r>
          </w:p>
        </w:tc>
        <w:tc>
          <w:tcPr>
            <w:tcW w:w="1067" w:type="dxa"/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452</w:t>
            </w:r>
          </w:p>
        </w:tc>
        <w:tc>
          <w:tcPr>
            <w:tcW w:w="1069" w:type="dxa"/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416</w:t>
            </w:r>
          </w:p>
        </w:tc>
        <w:tc>
          <w:tcPr>
            <w:tcW w:w="1069" w:type="dxa"/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379</w:t>
            </w:r>
          </w:p>
        </w:tc>
        <w:tc>
          <w:tcPr>
            <w:tcW w:w="1835" w:type="dxa"/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368 </w:t>
            </w:r>
          </w:p>
        </w:tc>
      </w:tr>
      <w:tr w:rsidR="00F92C04" w:rsidRPr="00BD458C" w:rsidTr="007E2543">
        <w:tc>
          <w:tcPr>
            <w:tcW w:w="4788" w:type="dxa"/>
          </w:tcPr>
          <w:p w:rsidR="00F92C04" w:rsidRPr="007E2543" w:rsidRDefault="00F92C04" w:rsidP="007E25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Естественный прирост населения, промилли</w:t>
            </w:r>
          </w:p>
        </w:tc>
        <w:tc>
          <w:tcPr>
            <w:tcW w:w="1067" w:type="dxa"/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- 0,3</w:t>
            </w:r>
          </w:p>
        </w:tc>
        <w:tc>
          <w:tcPr>
            <w:tcW w:w="1069" w:type="dxa"/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069" w:type="dxa"/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835" w:type="dxa"/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2,1</w:t>
            </w:r>
          </w:p>
        </w:tc>
      </w:tr>
      <w:tr w:rsidR="00F92C04" w:rsidRPr="00BD458C" w:rsidTr="007E2543">
        <w:tc>
          <w:tcPr>
            <w:tcW w:w="4788" w:type="dxa"/>
          </w:tcPr>
          <w:p w:rsidR="00F92C04" w:rsidRPr="007E2543" w:rsidRDefault="00F92C04" w:rsidP="007E25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Число родившихся в расчете на 1000 человек населения:</w:t>
            </w:r>
          </w:p>
        </w:tc>
        <w:tc>
          <w:tcPr>
            <w:tcW w:w="1067" w:type="dxa"/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92C04" w:rsidRPr="00BD458C" w:rsidTr="007E2543">
        <w:tc>
          <w:tcPr>
            <w:tcW w:w="4788" w:type="dxa"/>
          </w:tcPr>
          <w:p w:rsidR="00F92C04" w:rsidRPr="007E2543" w:rsidRDefault="00F92C04" w:rsidP="007E25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данные отдела ЗАГС</w:t>
            </w:r>
          </w:p>
        </w:tc>
        <w:tc>
          <w:tcPr>
            <w:tcW w:w="1067" w:type="dxa"/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15,3</w:t>
            </w:r>
          </w:p>
        </w:tc>
        <w:tc>
          <w:tcPr>
            <w:tcW w:w="1069" w:type="dxa"/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15,3</w:t>
            </w:r>
          </w:p>
        </w:tc>
        <w:tc>
          <w:tcPr>
            <w:tcW w:w="1069" w:type="dxa"/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1835" w:type="dxa"/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15,1</w:t>
            </w:r>
          </w:p>
        </w:tc>
      </w:tr>
      <w:tr w:rsidR="00F92C04" w:rsidRPr="00BD458C" w:rsidTr="007E2543">
        <w:tc>
          <w:tcPr>
            <w:tcW w:w="4788" w:type="dxa"/>
          </w:tcPr>
          <w:p w:rsidR="00F92C04" w:rsidRPr="007E2543" w:rsidRDefault="00F92C04" w:rsidP="007E25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Удмуртстат</w:t>
            </w:r>
          </w:p>
        </w:tc>
        <w:tc>
          <w:tcPr>
            <w:tcW w:w="1067" w:type="dxa"/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069" w:type="dxa"/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16,1</w:t>
            </w:r>
          </w:p>
        </w:tc>
        <w:tc>
          <w:tcPr>
            <w:tcW w:w="1835" w:type="dxa"/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18,1</w:t>
            </w:r>
          </w:p>
        </w:tc>
      </w:tr>
      <w:tr w:rsidR="00F92C04" w:rsidRPr="00BD458C" w:rsidTr="007E2543">
        <w:tc>
          <w:tcPr>
            <w:tcW w:w="4788" w:type="dxa"/>
          </w:tcPr>
          <w:p w:rsidR="00F92C04" w:rsidRPr="007E2543" w:rsidRDefault="00F92C04" w:rsidP="007E2543">
            <w:pPr>
              <w:tabs>
                <w:tab w:val="left" w:pos="996"/>
                <w:tab w:val="left" w:pos="662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Число умерших в расчете на 1000 человек населения</w:t>
            </w:r>
          </w:p>
        </w:tc>
        <w:tc>
          <w:tcPr>
            <w:tcW w:w="1067" w:type="dxa"/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15,6</w:t>
            </w:r>
          </w:p>
        </w:tc>
        <w:tc>
          <w:tcPr>
            <w:tcW w:w="1069" w:type="dxa"/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14,4</w:t>
            </w:r>
          </w:p>
        </w:tc>
        <w:tc>
          <w:tcPr>
            <w:tcW w:w="1069" w:type="dxa"/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835" w:type="dxa"/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13,0</w:t>
            </w:r>
          </w:p>
        </w:tc>
      </w:tr>
      <w:tr w:rsidR="00F92C04" w:rsidRPr="00BD458C" w:rsidTr="007E2543">
        <w:tc>
          <w:tcPr>
            <w:tcW w:w="4788" w:type="dxa"/>
          </w:tcPr>
          <w:p w:rsidR="00F92C04" w:rsidRPr="007E2543" w:rsidRDefault="00F92C04" w:rsidP="007E25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Средняя продолжительность жизни населения:</w:t>
            </w:r>
          </w:p>
        </w:tc>
        <w:tc>
          <w:tcPr>
            <w:tcW w:w="1067" w:type="dxa"/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92C04" w:rsidRPr="00BD458C" w:rsidTr="007E2543">
        <w:tc>
          <w:tcPr>
            <w:tcW w:w="4788" w:type="dxa"/>
          </w:tcPr>
          <w:p w:rsidR="00F92C04" w:rsidRPr="007E2543" w:rsidRDefault="00F92C04" w:rsidP="007E2543">
            <w:pPr>
              <w:tabs>
                <w:tab w:val="left" w:pos="996"/>
                <w:tab w:val="left" w:pos="662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женщины</w:t>
            </w:r>
          </w:p>
        </w:tc>
        <w:tc>
          <w:tcPr>
            <w:tcW w:w="1067" w:type="dxa"/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71 год</w:t>
            </w:r>
          </w:p>
        </w:tc>
        <w:tc>
          <w:tcPr>
            <w:tcW w:w="1069" w:type="dxa"/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70 лет</w:t>
            </w:r>
          </w:p>
        </w:tc>
        <w:tc>
          <w:tcPr>
            <w:tcW w:w="1069" w:type="dxa"/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73 года</w:t>
            </w:r>
          </w:p>
        </w:tc>
        <w:tc>
          <w:tcPr>
            <w:tcW w:w="1835" w:type="dxa"/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73 года</w:t>
            </w:r>
          </w:p>
        </w:tc>
      </w:tr>
      <w:tr w:rsidR="00F92C04" w:rsidRPr="00BD458C" w:rsidTr="007E2543">
        <w:tc>
          <w:tcPr>
            <w:tcW w:w="4788" w:type="dxa"/>
          </w:tcPr>
          <w:p w:rsidR="00F92C04" w:rsidRPr="007E2543" w:rsidRDefault="00F92C04" w:rsidP="007E2543">
            <w:pPr>
              <w:tabs>
                <w:tab w:val="left" w:pos="996"/>
                <w:tab w:val="left" w:pos="662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мужчины</w:t>
            </w:r>
          </w:p>
        </w:tc>
        <w:tc>
          <w:tcPr>
            <w:tcW w:w="1067" w:type="dxa"/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59 лет</w:t>
            </w:r>
          </w:p>
        </w:tc>
        <w:tc>
          <w:tcPr>
            <w:tcW w:w="1069" w:type="dxa"/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58 лет</w:t>
            </w:r>
          </w:p>
        </w:tc>
        <w:tc>
          <w:tcPr>
            <w:tcW w:w="1069" w:type="dxa"/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56 лет</w:t>
            </w:r>
          </w:p>
        </w:tc>
        <w:tc>
          <w:tcPr>
            <w:tcW w:w="1835" w:type="dxa"/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60 лет</w:t>
            </w:r>
          </w:p>
        </w:tc>
      </w:tr>
      <w:tr w:rsidR="00F92C04" w:rsidRPr="00BD458C" w:rsidTr="007E2543">
        <w:tc>
          <w:tcPr>
            <w:tcW w:w="4788" w:type="dxa"/>
          </w:tcPr>
          <w:p w:rsidR="00F92C04" w:rsidRPr="007E2543" w:rsidRDefault="00F92C04" w:rsidP="007E2543">
            <w:pPr>
              <w:tabs>
                <w:tab w:val="left" w:pos="996"/>
                <w:tab w:val="left" w:pos="662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средний возраст        </w:t>
            </w:r>
          </w:p>
        </w:tc>
        <w:tc>
          <w:tcPr>
            <w:tcW w:w="1067" w:type="dxa"/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65 лет</w:t>
            </w:r>
          </w:p>
        </w:tc>
        <w:tc>
          <w:tcPr>
            <w:tcW w:w="1069" w:type="dxa"/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64 года</w:t>
            </w:r>
          </w:p>
        </w:tc>
        <w:tc>
          <w:tcPr>
            <w:tcW w:w="1069" w:type="dxa"/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64,5 года</w:t>
            </w:r>
          </w:p>
        </w:tc>
        <w:tc>
          <w:tcPr>
            <w:tcW w:w="1835" w:type="dxa"/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66,5 лет</w:t>
            </w:r>
          </w:p>
        </w:tc>
      </w:tr>
    </w:tbl>
    <w:p w:rsidR="00F92C04" w:rsidRPr="00BD458C" w:rsidRDefault="00F92C04" w:rsidP="00BD458C">
      <w:pPr>
        <w:tabs>
          <w:tab w:val="left" w:pos="3828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92C04" w:rsidRPr="00BD458C" w:rsidRDefault="00F92C04" w:rsidP="00BD458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 xml:space="preserve">          Анализируется демографическая ситуация в районе и муниципальных образованиях сельских поселений. С подростками, молодежью, молодыми семьями проводится просветительская работа о сохранении репродуктивного здоровья, ведения здорового образа жизни.</w:t>
      </w:r>
    </w:p>
    <w:p w:rsidR="00F92C04" w:rsidRPr="00BD458C" w:rsidRDefault="00F92C04" w:rsidP="00BD458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 xml:space="preserve">         Все мероприятия организованы во взаимодействии с Управлениями и отделами, муниципальными образованиями сельских поселений, учреждениями и организациями, районным и местными женсоветами.</w:t>
      </w:r>
    </w:p>
    <w:p w:rsidR="00F92C04" w:rsidRPr="00BD458C" w:rsidRDefault="00F92C04" w:rsidP="00BD458C">
      <w:pPr>
        <w:tabs>
          <w:tab w:val="left" w:pos="78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 xml:space="preserve">         Организована работа по развитию семейных форм устройства детей,   выявляются дети-сироты и дети, оставшиеся без попечения родителей. Избраны следующие формы устройства детей, оставшихся без попечения родителей:   </w:t>
      </w:r>
    </w:p>
    <w:p w:rsidR="00F92C04" w:rsidRPr="00BD458C" w:rsidRDefault="00F92C04" w:rsidP="00BD458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4"/>
        <w:gridCol w:w="3404"/>
        <w:gridCol w:w="720"/>
        <w:gridCol w:w="720"/>
        <w:gridCol w:w="900"/>
        <w:gridCol w:w="720"/>
        <w:gridCol w:w="1080"/>
        <w:gridCol w:w="720"/>
        <w:gridCol w:w="720"/>
      </w:tblGrid>
      <w:tr w:rsidR="00F92C04" w:rsidRPr="00BD458C" w:rsidTr="007E254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spacing w:after="0" w:line="240" w:lineRule="auto"/>
              <w:ind w:left="-124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Устройство детей</w:t>
            </w:r>
          </w:p>
          <w:p w:rsidR="00F92C04" w:rsidRPr="007E2543" w:rsidRDefault="00F92C04" w:rsidP="007E2543">
            <w:pPr>
              <w:spacing w:after="0" w:line="240" w:lineRule="auto"/>
              <w:ind w:left="-124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spacing w:after="0" w:line="240" w:lineRule="auto"/>
              <w:ind w:left="-108" w:right="-1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2007 </w:t>
            </w:r>
          </w:p>
          <w:p w:rsidR="00F92C04" w:rsidRPr="007E2543" w:rsidRDefault="00F92C04" w:rsidP="007E2543">
            <w:pPr>
              <w:spacing w:after="0" w:line="240" w:lineRule="auto"/>
              <w:ind w:left="-108" w:right="-1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spacing w:after="0" w:line="240" w:lineRule="auto"/>
              <w:ind w:left="-101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2008 </w:t>
            </w:r>
          </w:p>
          <w:p w:rsidR="00F92C04" w:rsidRPr="007E2543" w:rsidRDefault="00F92C04" w:rsidP="007E2543">
            <w:pPr>
              <w:spacing w:after="0" w:line="240" w:lineRule="auto"/>
              <w:ind w:left="-101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2009 </w:t>
            </w:r>
          </w:p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2010 </w:t>
            </w:r>
          </w:p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2011</w:t>
            </w:r>
          </w:p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2012 год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2013 год</w:t>
            </w:r>
          </w:p>
        </w:tc>
      </w:tr>
      <w:tr w:rsidR="00F92C04" w:rsidRPr="00BD458C" w:rsidTr="007E254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spacing w:after="0" w:line="240" w:lineRule="auto"/>
              <w:ind w:left="-124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Опека (попечительство), чел.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spacing w:after="0" w:line="240" w:lineRule="auto"/>
              <w:ind w:left="-108" w:right="-1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spacing w:after="0" w:line="240" w:lineRule="auto"/>
              <w:ind w:left="-101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</w:tr>
      <w:tr w:rsidR="00F92C04" w:rsidRPr="00BD458C" w:rsidTr="007E254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spacing w:after="0" w:line="240" w:lineRule="auto"/>
              <w:ind w:left="-124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Патронатная семья, чел.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spacing w:after="0" w:line="240" w:lineRule="auto"/>
              <w:ind w:left="-108" w:right="-1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spacing w:after="0" w:line="240" w:lineRule="auto"/>
              <w:ind w:left="-101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F92C04" w:rsidRPr="00BD458C" w:rsidTr="007E254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spacing w:after="0" w:line="240" w:lineRule="auto"/>
              <w:ind w:left="-124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Приемная семья, число семей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spacing w:after="0" w:line="240" w:lineRule="auto"/>
              <w:ind w:left="-108" w:right="-1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spacing w:after="0" w:line="240" w:lineRule="auto"/>
              <w:ind w:left="-101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F92C04" w:rsidRPr="00BD458C" w:rsidTr="007E254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spacing w:after="0" w:line="240" w:lineRule="auto"/>
              <w:ind w:left="-124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Приемная семья,в них детей,чел.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spacing w:after="0" w:line="240" w:lineRule="auto"/>
              <w:ind w:left="-108" w:right="-1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spacing w:after="0" w:line="240" w:lineRule="auto"/>
              <w:ind w:left="-101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</w:tr>
      <w:tr w:rsidR="00F92C04" w:rsidRPr="00BD458C" w:rsidTr="007E254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spacing w:after="0" w:line="240" w:lineRule="auto"/>
              <w:ind w:left="-124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МСКОУ «Большеучинская</w:t>
            </w:r>
          </w:p>
          <w:p w:rsidR="00F92C04" w:rsidRPr="007E2543" w:rsidRDefault="00F92C04" w:rsidP="007E2543">
            <w:pPr>
              <w:spacing w:after="0" w:line="240" w:lineRule="auto"/>
              <w:ind w:left="-124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школа-интернат», чел.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spacing w:after="0" w:line="240" w:lineRule="auto"/>
              <w:ind w:left="-108" w:right="-1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spacing w:after="0" w:line="240" w:lineRule="auto"/>
              <w:ind w:left="-101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54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</w:tbl>
    <w:p w:rsidR="00F92C04" w:rsidRPr="00BD458C" w:rsidRDefault="00F92C04" w:rsidP="00BD458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92C04" w:rsidRPr="00BD458C" w:rsidRDefault="00F92C04" w:rsidP="00BD458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 xml:space="preserve">         В целях реализации мер социальной поддержки детей-сирот и детей, оставшихся без попечения родителей, Администрацией района выплачено 9 млн. 312 тыс. 379 рублей на содержание детей данной категории и финансовое обеспечение приемных семей, выплаты единовременного пособия при всех формах устройства детей, лишенных родительского попечения в семью.</w:t>
      </w:r>
    </w:p>
    <w:p w:rsidR="00F92C04" w:rsidRPr="00BD458C" w:rsidRDefault="00F92C04" w:rsidP="00BD458C">
      <w:pPr>
        <w:spacing w:after="0" w:line="240" w:lineRule="auto"/>
        <w:ind w:left="24" w:firstLine="516"/>
        <w:jc w:val="both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>Также в отношении детей-сирот и детей, оставшихся без попечения родителей, предоставляются другие меры социальной поддержки: в летний период в республиканских лагерях и санаториях оздоровлено 12 детей-сирот и детей, оставшихся без попечения родителей,  которые воспитываются в семьях,  7-ми детям-сиротам и детям, оставшимся без попечения родителей, выданы  единые проездные билеты для поездок по Удмуртской Республике, специалистами органа опеки и попечительства обследуются условия воспитания и содержания подопечных, усыновленных детей, решаются вопросы своевременного устройства детей в замещающие семьи и специализированные учреждения. В 2013 году переданы на воспитание в замещающие семьи 25 детей, оставшихся без попечения родителей.</w:t>
      </w:r>
    </w:p>
    <w:p w:rsidR="00F92C04" w:rsidRPr="00BD458C" w:rsidRDefault="00F92C04" w:rsidP="00BD458C">
      <w:pPr>
        <w:spacing w:after="0" w:line="240" w:lineRule="auto"/>
        <w:ind w:left="24"/>
        <w:jc w:val="both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 xml:space="preserve">        С опекунами, попечителями, патронатными воспитателями и приемными родителями проводятся собрания по вопросам обеспечения охраны прав детей, исполнения ими своих обязанностей. </w:t>
      </w:r>
    </w:p>
    <w:p w:rsidR="00F92C04" w:rsidRPr="00BD458C" w:rsidRDefault="00F92C04" w:rsidP="00BD458C">
      <w:pPr>
        <w:tabs>
          <w:tab w:val="left" w:pos="99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 xml:space="preserve">          Подпрограмма призвана обеспечить комплексный подход к созданию благоприятных условий стабилизации численности населения и дальнейшего демографического развития района.</w:t>
      </w:r>
    </w:p>
    <w:p w:rsidR="00F92C04" w:rsidRDefault="00F92C04" w:rsidP="00611728">
      <w:pPr>
        <w:tabs>
          <w:tab w:val="left" w:pos="99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 xml:space="preserve">          Для формирования единого межведомственного подхода к решению социальных  проблем, объединения правовых и организационных мер, а также для закрепления позитивных тенденций, достигнутых вследствие реализации семейной политики в Можгинском районе, оказания социальной поддержки семьям с детьми, необходим системный подход и комплексное решение социальных проблем программно-целевым методом.</w:t>
      </w:r>
    </w:p>
    <w:p w:rsidR="00F92C04" w:rsidRDefault="00F92C04" w:rsidP="00BD458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D458C">
        <w:rPr>
          <w:rFonts w:ascii="Times New Roman" w:hAnsi="Times New Roman"/>
          <w:b/>
          <w:color w:val="000000"/>
          <w:sz w:val="24"/>
          <w:szCs w:val="24"/>
        </w:rPr>
        <w:t>2. Приоритеты, цели и задачи</w:t>
      </w:r>
    </w:p>
    <w:p w:rsidR="00F92C04" w:rsidRPr="00BD458C" w:rsidRDefault="00F92C04" w:rsidP="00BD458C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92C04" w:rsidRPr="00BD458C" w:rsidRDefault="00F92C04" w:rsidP="00BD458C">
      <w:pPr>
        <w:pStyle w:val="20"/>
        <w:shd w:val="clear" w:color="auto" w:fill="FFFFFF"/>
        <w:tabs>
          <w:tab w:val="left" w:pos="1134"/>
        </w:tabs>
        <w:spacing w:after="0" w:line="240" w:lineRule="auto"/>
        <w:ind w:left="0" w:right="57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D458C">
        <w:rPr>
          <w:rFonts w:ascii="Times New Roman" w:hAnsi="Times New Roman"/>
          <w:b w:val="0"/>
          <w:color w:val="000000"/>
          <w:sz w:val="24"/>
          <w:szCs w:val="24"/>
        </w:rPr>
        <w:t xml:space="preserve">          Приоритеты государственной политики, цели, задачи в сфере социально-экономического развития района, в рамках которой реализуется данная  подпрограмма, соответствуют приоритетам государственной политики Удмуртской Республики.   Исходя из полномочий органов местного самоуправления, с учетом приоритетов и целей государственной политики, существующих проблем в сфере  семьи, материнства и детства, определены следующие цели и задачи подпрограммы.</w:t>
      </w:r>
    </w:p>
    <w:p w:rsidR="00F92C04" w:rsidRPr="00BD458C" w:rsidRDefault="00F92C04" w:rsidP="00BD458C">
      <w:pPr>
        <w:pStyle w:val="20"/>
        <w:shd w:val="clear" w:color="auto" w:fill="FFFFFF"/>
        <w:tabs>
          <w:tab w:val="left" w:pos="1134"/>
        </w:tabs>
        <w:spacing w:after="0" w:line="240" w:lineRule="auto"/>
        <w:ind w:left="0" w:right="57"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D458C">
        <w:rPr>
          <w:rFonts w:ascii="Times New Roman" w:hAnsi="Times New Roman"/>
          <w:b w:val="0"/>
          <w:color w:val="000000"/>
          <w:sz w:val="24"/>
          <w:szCs w:val="24"/>
        </w:rPr>
        <w:t>Целями  подпрограммы являются:</w:t>
      </w:r>
    </w:p>
    <w:p w:rsidR="00F92C04" w:rsidRPr="00BD458C" w:rsidRDefault="00F92C04" w:rsidP="00BD458C">
      <w:pPr>
        <w:spacing w:after="0" w:line="240" w:lineRule="auto"/>
        <w:ind w:left="-108" w:right="-108"/>
        <w:jc w:val="both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 xml:space="preserve">1. Создание условий для социальной и экономической устойчивости семьи. </w:t>
      </w:r>
    </w:p>
    <w:p w:rsidR="00F92C04" w:rsidRPr="00BD458C" w:rsidRDefault="00F92C04" w:rsidP="00BD458C">
      <w:pPr>
        <w:spacing w:after="0" w:line="240" w:lineRule="auto"/>
        <w:ind w:left="-108" w:right="-108"/>
        <w:jc w:val="both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>2. Укрепление ценностей семьи, материнства, отцовства,  защита прав  детства.</w:t>
      </w:r>
    </w:p>
    <w:p w:rsidR="00F92C04" w:rsidRPr="00BD458C" w:rsidRDefault="00F92C04" w:rsidP="00BD458C">
      <w:pPr>
        <w:spacing w:after="0" w:line="240" w:lineRule="auto"/>
        <w:ind w:left="-108" w:right="-1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92C04" w:rsidRPr="00BD458C" w:rsidRDefault="00F92C04" w:rsidP="00BD458C">
      <w:pPr>
        <w:pStyle w:val="20"/>
        <w:shd w:val="clear" w:color="auto" w:fill="FFFFFF"/>
        <w:tabs>
          <w:tab w:val="left" w:pos="1134"/>
        </w:tabs>
        <w:spacing w:after="0" w:line="240" w:lineRule="auto"/>
        <w:ind w:left="0" w:right="57"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D458C">
        <w:rPr>
          <w:rFonts w:ascii="Times New Roman" w:hAnsi="Times New Roman"/>
          <w:b w:val="0"/>
          <w:color w:val="000000"/>
          <w:sz w:val="24"/>
          <w:szCs w:val="24"/>
        </w:rPr>
        <w:t>Для достижения поставленной цели будут решаться следующие задачи:</w:t>
      </w:r>
    </w:p>
    <w:p w:rsidR="00F92C04" w:rsidRPr="00BD458C" w:rsidRDefault="00F92C04" w:rsidP="00BD458C">
      <w:pPr>
        <w:pStyle w:val="20"/>
        <w:shd w:val="clear" w:color="auto" w:fill="FFFFFF"/>
        <w:tabs>
          <w:tab w:val="left" w:pos="1134"/>
        </w:tabs>
        <w:spacing w:after="0" w:line="240" w:lineRule="auto"/>
        <w:ind w:left="0" w:right="57"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</w:p>
    <w:p w:rsidR="00F92C04" w:rsidRPr="00BD458C" w:rsidRDefault="00F92C04" w:rsidP="00BD458C">
      <w:pPr>
        <w:spacing w:after="0" w:line="240" w:lineRule="auto"/>
        <w:ind w:left="-108" w:right="-108"/>
        <w:jc w:val="both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>1. Оказание социальной поддержки семьям с детьми.</w:t>
      </w:r>
    </w:p>
    <w:p w:rsidR="00F92C04" w:rsidRPr="00BD458C" w:rsidRDefault="00F92C04" w:rsidP="00BD458C">
      <w:pPr>
        <w:spacing w:after="0" w:line="240" w:lineRule="auto"/>
        <w:ind w:left="-108" w:right="-108"/>
        <w:jc w:val="both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>2. Повышение престижа  семьи и семейных ценностей.</w:t>
      </w:r>
    </w:p>
    <w:p w:rsidR="00F92C04" w:rsidRPr="00BD458C" w:rsidRDefault="00F92C04" w:rsidP="00BD458C">
      <w:pPr>
        <w:spacing w:after="0" w:line="240" w:lineRule="auto"/>
        <w:ind w:left="-108" w:right="-108"/>
        <w:jc w:val="both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 xml:space="preserve">3. Укрепление института  семьи как ресурса стабильного и устойчивого развития района, наиболее гармоничной формы жизнедеятельности и самореализации личности, рождения и воспитания детей, возрождение и сохранение духовно – нравственных  традиций семейных отношений. </w:t>
      </w:r>
    </w:p>
    <w:p w:rsidR="00F92C04" w:rsidRPr="00BD458C" w:rsidRDefault="00F92C04" w:rsidP="00BD458C">
      <w:pPr>
        <w:spacing w:after="0" w:line="240" w:lineRule="auto"/>
        <w:ind w:left="-108" w:right="-108"/>
        <w:jc w:val="both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 xml:space="preserve">4. Профилактика социального сиротства и семейного неблагополучия, развитие семейных форм устройства детей-сирот и детей, оставшихся без попечения родителей.  </w:t>
      </w:r>
    </w:p>
    <w:p w:rsidR="00F92C04" w:rsidRPr="00BD458C" w:rsidRDefault="00F92C04" w:rsidP="00BD458C">
      <w:pPr>
        <w:pStyle w:val="20"/>
        <w:shd w:val="clear" w:color="auto" w:fill="FFFFFF"/>
        <w:tabs>
          <w:tab w:val="left" w:pos="1134"/>
        </w:tabs>
        <w:spacing w:after="0" w:line="240" w:lineRule="auto"/>
        <w:ind w:left="0" w:right="57"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</w:p>
    <w:p w:rsidR="00F92C04" w:rsidRPr="00BD458C" w:rsidRDefault="00F92C04" w:rsidP="00BD458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 xml:space="preserve">                    Для реализации мероприятий подпрограммы необходимо: </w:t>
      </w:r>
    </w:p>
    <w:p w:rsidR="00F92C04" w:rsidRPr="00BD458C" w:rsidRDefault="00F92C04" w:rsidP="00BD458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92C04" w:rsidRPr="00BD458C" w:rsidRDefault="00F92C04" w:rsidP="00BD458C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 xml:space="preserve">- формировать среду - информационную, культурную, досуговую, спортивную и образовательную,  дружественную для семей с детьми; </w:t>
      </w:r>
    </w:p>
    <w:p w:rsidR="00F92C04" w:rsidRPr="00BD458C" w:rsidRDefault="00F92C04" w:rsidP="00BD458C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>- повышать экономическую активность семьи, предотвращать социальное иждивенчество и безответственность;</w:t>
      </w:r>
    </w:p>
    <w:p w:rsidR="00F92C04" w:rsidRPr="00BD458C" w:rsidRDefault="00F92C04" w:rsidP="00BD458C">
      <w:pPr>
        <w:pStyle w:val="20"/>
        <w:shd w:val="clear" w:color="auto" w:fill="FFFFFF"/>
        <w:tabs>
          <w:tab w:val="left" w:pos="1134"/>
        </w:tabs>
        <w:spacing w:after="0" w:line="240" w:lineRule="auto"/>
        <w:ind w:left="0" w:right="57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D458C">
        <w:rPr>
          <w:rFonts w:ascii="Times New Roman" w:hAnsi="Times New Roman"/>
          <w:b w:val="0"/>
          <w:color w:val="000000"/>
          <w:sz w:val="24"/>
          <w:szCs w:val="24"/>
        </w:rPr>
        <w:t>- оказывать поддержку новым формам и модернизировать традиционные формы работы с семьей и детьми;</w:t>
      </w:r>
    </w:p>
    <w:p w:rsidR="00F92C04" w:rsidRPr="00BD458C" w:rsidRDefault="00F92C04" w:rsidP="00BD458C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 xml:space="preserve"> - проводить мероприятия по профилактике безнадзорности и правонарушений несовершеннолетних, защите их прав.</w:t>
      </w:r>
    </w:p>
    <w:p w:rsidR="00F92C04" w:rsidRPr="00BD458C" w:rsidRDefault="00F92C04" w:rsidP="00BD458C">
      <w:pPr>
        <w:keepNext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92C04" w:rsidRPr="00BD458C" w:rsidRDefault="00F92C04" w:rsidP="00BD458C">
      <w:pPr>
        <w:keepNext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D458C">
        <w:rPr>
          <w:rFonts w:ascii="Times New Roman" w:hAnsi="Times New Roman"/>
          <w:b/>
          <w:color w:val="000000"/>
          <w:sz w:val="24"/>
          <w:szCs w:val="24"/>
        </w:rPr>
        <w:t>3. Целевые показатели (индикаторы)</w:t>
      </w:r>
    </w:p>
    <w:p w:rsidR="00F92C04" w:rsidRPr="00BD458C" w:rsidRDefault="00F92C04" w:rsidP="00BD458C">
      <w:pPr>
        <w:keepNext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92C04" w:rsidRPr="00BD458C" w:rsidRDefault="00F92C04" w:rsidP="00BD458C">
      <w:pPr>
        <w:keepNext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 xml:space="preserve">         Сведения о составе и    значениях целевых показателей (индикаторов) муниципальной подпрограммы представлены в Приложении 1 к данной программе.</w:t>
      </w:r>
    </w:p>
    <w:p w:rsidR="00F92C04" w:rsidRPr="00BD458C" w:rsidRDefault="00F92C04" w:rsidP="00BD458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 xml:space="preserve">         В результате реализации подпрограммы ожидается достижение следующих показателей (индикаторов):</w:t>
      </w:r>
    </w:p>
    <w:p w:rsidR="00F92C04" w:rsidRPr="00BD458C" w:rsidRDefault="00F92C04" w:rsidP="00BD458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 xml:space="preserve"> - увеличение числа  зарегистрированных многодетных семей до 570 семей;</w:t>
      </w:r>
    </w:p>
    <w:p w:rsidR="00F92C04" w:rsidRPr="00BD458C" w:rsidRDefault="00F92C04" w:rsidP="00BD458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 xml:space="preserve"> -  сокращение доли семей с детьми, нуждающихся в социальной поддержке, до  17,5 процентов;</w:t>
      </w:r>
    </w:p>
    <w:p w:rsidR="00F92C04" w:rsidRPr="00BD458C" w:rsidRDefault="00F92C04" w:rsidP="00BD458C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 xml:space="preserve"> -  увеличение доли детей, оставшихся без попечения родителей, </w:t>
      </w:r>
    </w:p>
    <w:p w:rsidR="00F92C04" w:rsidRPr="00BD458C" w:rsidRDefault="00F92C04" w:rsidP="00BD458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>в том числе переданных не родственникам (в приемные семьи, на усыновление (удочерение), под опеку (попечительство), охваченных в семейные детские дома и патронатные семьи), находящихся в государственных (муниципальных) учреждениях всех типов, до 98,1 процентов;</w:t>
      </w:r>
    </w:p>
    <w:p w:rsidR="00F92C04" w:rsidRPr="00BD458C" w:rsidRDefault="00F92C04" w:rsidP="00BD458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>-  количество родителей, восстановленных в родительских правах – ежегодно 1 человек.</w:t>
      </w:r>
    </w:p>
    <w:p w:rsidR="00F92C04" w:rsidRPr="00BD458C" w:rsidRDefault="00F92C04" w:rsidP="00BD458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 xml:space="preserve">       Реализация мероприятий, предусмотренных подпрограммой, позволит:</w:t>
      </w:r>
    </w:p>
    <w:p w:rsidR="00F92C04" w:rsidRDefault="00F92C04" w:rsidP="00C35066">
      <w:pPr>
        <w:spacing w:after="0" w:line="240" w:lineRule="auto"/>
        <w:ind w:left="-120" w:firstLine="480"/>
        <w:jc w:val="both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>- улучшить предоставление социальной поддержки семьям с детьми, социальную и экономическую устойчивость семьи, укрепить ценности семьи, материнства, отцовства, обеспечить защиту прав  детей.</w:t>
      </w:r>
    </w:p>
    <w:p w:rsidR="00F92C04" w:rsidRDefault="00F92C04" w:rsidP="00C35066">
      <w:pPr>
        <w:spacing w:after="0" w:line="240" w:lineRule="auto"/>
        <w:ind w:left="-120" w:firstLine="48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92C04" w:rsidRDefault="00F92C04" w:rsidP="00C35066">
      <w:pPr>
        <w:spacing w:after="0" w:line="240" w:lineRule="auto"/>
        <w:ind w:left="-120" w:firstLine="48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9561C">
        <w:rPr>
          <w:rFonts w:ascii="Times New Roman" w:hAnsi="Times New Roman"/>
          <w:b/>
          <w:color w:val="000000"/>
          <w:sz w:val="24"/>
          <w:szCs w:val="24"/>
        </w:rPr>
        <w:t>4.Сроки и этапы реализации</w:t>
      </w:r>
    </w:p>
    <w:p w:rsidR="00F92C04" w:rsidRDefault="00F92C04" w:rsidP="00C35066">
      <w:pPr>
        <w:spacing w:after="0" w:line="240" w:lineRule="auto"/>
        <w:ind w:left="-120" w:firstLine="48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92C04" w:rsidRDefault="00F92C04" w:rsidP="00C35066">
      <w:pPr>
        <w:spacing w:after="0" w:line="240" w:lineRule="auto"/>
        <w:ind w:left="-120" w:firstLine="4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</w:t>
      </w:r>
      <w:r w:rsidRPr="00BD458C">
        <w:rPr>
          <w:rFonts w:ascii="Times New Roman" w:hAnsi="Times New Roman"/>
          <w:color w:val="000000"/>
          <w:sz w:val="24"/>
          <w:szCs w:val="24"/>
        </w:rPr>
        <w:t xml:space="preserve">Срок реализации - 2015-2020 годы. </w:t>
      </w:r>
    </w:p>
    <w:p w:rsidR="00F92C04" w:rsidRDefault="00F92C04" w:rsidP="00C35066">
      <w:pPr>
        <w:spacing w:after="0" w:line="240" w:lineRule="auto"/>
        <w:ind w:left="-120" w:firstLine="4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</w:t>
      </w:r>
      <w:r w:rsidRPr="00BD458C">
        <w:rPr>
          <w:rFonts w:ascii="Times New Roman" w:hAnsi="Times New Roman"/>
          <w:color w:val="000000"/>
          <w:sz w:val="24"/>
          <w:szCs w:val="24"/>
        </w:rPr>
        <w:t>Этапы реализации подпрограммы не выделяются.</w:t>
      </w:r>
    </w:p>
    <w:p w:rsidR="00F92C04" w:rsidRDefault="00F92C04" w:rsidP="00C35066">
      <w:pPr>
        <w:spacing w:after="0" w:line="240" w:lineRule="auto"/>
        <w:ind w:left="-120" w:firstLine="480"/>
        <w:rPr>
          <w:rFonts w:ascii="Times New Roman" w:hAnsi="Times New Roman"/>
          <w:color w:val="000000"/>
          <w:sz w:val="24"/>
          <w:szCs w:val="24"/>
        </w:rPr>
      </w:pPr>
    </w:p>
    <w:p w:rsidR="00F92C04" w:rsidRDefault="00F92C04" w:rsidP="00C35066">
      <w:pPr>
        <w:spacing w:after="0" w:line="240" w:lineRule="auto"/>
        <w:ind w:left="-120" w:firstLine="48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35066">
        <w:rPr>
          <w:rFonts w:ascii="Times New Roman" w:hAnsi="Times New Roman"/>
          <w:b/>
          <w:color w:val="000000"/>
          <w:sz w:val="24"/>
          <w:szCs w:val="24"/>
        </w:rPr>
        <w:t>5. Основные мероприятия</w:t>
      </w:r>
    </w:p>
    <w:p w:rsidR="00F92C04" w:rsidRDefault="00F92C04" w:rsidP="00C35066">
      <w:pPr>
        <w:spacing w:after="0" w:line="240" w:lineRule="auto"/>
        <w:ind w:left="-120" w:firstLine="48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92C04" w:rsidRDefault="00F92C04" w:rsidP="00C35066">
      <w:pPr>
        <w:spacing w:after="0" w:line="240" w:lineRule="auto"/>
        <w:ind w:left="-120" w:firstLine="480"/>
        <w:jc w:val="center"/>
        <w:rPr>
          <w:rFonts w:ascii="Times New Roman" w:hAnsi="Times New Roman"/>
          <w:bCs/>
          <w:sz w:val="24"/>
          <w:szCs w:val="24"/>
        </w:rPr>
      </w:pPr>
      <w:r w:rsidRPr="00C35066">
        <w:rPr>
          <w:rFonts w:ascii="Times New Roman" w:hAnsi="Times New Roman"/>
          <w:bCs/>
          <w:sz w:val="24"/>
          <w:szCs w:val="24"/>
        </w:rPr>
        <w:t>Перечень основных мероприятий муниципальной подпрограммы</w:t>
      </w:r>
    </w:p>
    <w:p w:rsidR="00F92C04" w:rsidRPr="00BD458C" w:rsidRDefault="00F92C04" w:rsidP="00C35066">
      <w:pPr>
        <w:spacing w:after="0" w:line="240" w:lineRule="auto"/>
        <w:ind w:left="-120" w:firstLine="480"/>
        <w:jc w:val="center"/>
        <w:rPr>
          <w:b/>
          <w:bCs/>
        </w:rPr>
      </w:pPr>
    </w:p>
    <w:tbl>
      <w:tblPr>
        <w:tblW w:w="9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8"/>
        <w:gridCol w:w="540"/>
        <w:gridCol w:w="540"/>
        <w:gridCol w:w="540"/>
        <w:gridCol w:w="4212"/>
        <w:gridCol w:w="2160"/>
        <w:gridCol w:w="972"/>
      </w:tblGrid>
      <w:tr w:rsidR="00F92C04" w:rsidRPr="00BD458C" w:rsidTr="00C35066">
        <w:trPr>
          <w:trHeight w:val="728"/>
        </w:trPr>
        <w:tc>
          <w:tcPr>
            <w:tcW w:w="208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C04" w:rsidRPr="007E2543" w:rsidRDefault="00F92C04" w:rsidP="00C63F05">
            <w:pPr>
              <w:pStyle w:val="NormalWeb"/>
              <w:keepNext/>
              <w:keepLines/>
              <w:widowControl w:val="0"/>
              <w:jc w:val="center"/>
              <w:rPr>
                <w:b/>
                <w:bCs/>
                <w:lang w:eastAsia="en-US"/>
              </w:rPr>
            </w:pPr>
            <w:r w:rsidRPr="007E2543">
              <w:rPr>
                <w:b/>
                <w:bCs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42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C04" w:rsidRPr="007E2543" w:rsidRDefault="00F92C04" w:rsidP="00C63F05">
            <w:pPr>
              <w:pStyle w:val="NormalWeb"/>
              <w:keepNext/>
              <w:keepLines/>
              <w:widowControl w:val="0"/>
              <w:jc w:val="center"/>
              <w:rPr>
                <w:b/>
                <w:bCs/>
                <w:lang w:eastAsia="en-US"/>
              </w:rPr>
            </w:pPr>
            <w:r w:rsidRPr="007E2543">
              <w:rPr>
                <w:b/>
                <w:bCs/>
                <w:lang w:eastAsia="en-US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C04" w:rsidRPr="007E2543" w:rsidRDefault="00F92C04" w:rsidP="00C63F05">
            <w:pPr>
              <w:pStyle w:val="NormalWeb"/>
              <w:keepNext/>
              <w:keepLines/>
              <w:widowControl w:val="0"/>
              <w:ind w:left="-168" w:right="-108"/>
              <w:jc w:val="center"/>
              <w:rPr>
                <w:b/>
                <w:bCs/>
                <w:lang w:eastAsia="en-US"/>
              </w:rPr>
            </w:pPr>
            <w:r w:rsidRPr="007E2543">
              <w:rPr>
                <w:b/>
                <w:bCs/>
                <w:lang w:eastAsia="en-US"/>
              </w:rPr>
              <w:t>Ответственный исполнитель, соисполнители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C04" w:rsidRPr="007E2543" w:rsidRDefault="00F92C04" w:rsidP="00C63F05">
            <w:pPr>
              <w:pStyle w:val="NormalWeb"/>
              <w:keepNext/>
              <w:keepLines/>
              <w:widowControl w:val="0"/>
              <w:ind w:left="-108" w:right="-60"/>
              <w:jc w:val="center"/>
              <w:rPr>
                <w:b/>
                <w:bCs/>
                <w:lang w:eastAsia="en-US"/>
              </w:rPr>
            </w:pPr>
            <w:r w:rsidRPr="007E2543">
              <w:rPr>
                <w:b/>
                <w:bCs/>
                <w:lang w:eastAsia="en-US"/>
              </w:rPr>
              <w:t>Срок выпол-нения</w:t>
            </w:r>
          </w:p>
        </w:tc>
      </w:tr>
      <w:tr w:rsidR="00F92C04" w:rsidRPr="00BD458C" w:rsidTr="00C35066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C63F05">
            <w:pPr>
              <w:pStyle w:val="NormalWeb"/>
              <w:keepNext/>
              <w:keepLines/>
              <w:widowControl w:val="0"/>
              <w:ind w:left="-108" w:right="-180"/>
              <w:jc w:val="center"/>
              <w:rPr>
                <w:b/>
                <w:bCs/>
                <w:lang w:eastAsia="en-US"/>
              </w:rPr>
            </w:pPr>
            <w:r w:rsidRPr="007E2543">
              <w:rPr>
                <w:b/>
                <w:bCs/>
                <w:lang w:eastAsia="en-US"/>
              </w:rPr>
              <w:t>МП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C63F05">
            <w:pPr>
              <w:pStyle w:val="NormalWeb"/>
              <w:keepNext/>
              <w:keepLines/>
              <w:widowControl w:val="0"/>
              <w:ind w:left="-108" w:right="-180"/>
              <w:jc w:val="center"/>
              <w:rPr>
                <w:b/>
                <w:bCs/>
                <w:lang w:eastAsia="en-US"/>
              </w:rPr>
            </w:pPr>
            <w:r w:rsidRPr="007E2543">
              <w:rPr>
                <w:b/>
                <w:bCs/>
                <w:lang w:eastAsia="en-US"/>
              </w:rPr>
              <w:t>Пп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C63F05">
            <w:pPr>
              <w:pStyle w:val="NormalWeb"/>
              <w:keepNext/>
              <w:keepLines/>
              <w:widowControl w:val="0"/>
              <w:ind w:left="-108" w:right="-180"/>
              <w:jc w:val="center"/>
              <w:rPr>
                <w:b/>
                <w:bCs/>
                <w:lang w:eastAsia="en-US"/>
              </w:rPr>
            </w:pPr>
            <w:r w:rsidRPr="007E2543">
              <w:rPr>
                <w:b/>
                <w:bCs/>
                <w:lang w:eastAsia="en-US"/>
              </w:rPr>
              <w:t>ОМ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C63F05">
            <w:pPr>
              <w:pStyle w:val="NormalWeb"/>
              <w:keepNext/>
              <w:keepLines/>
              <w:widowControl w:val="0"/>
              <w:ind w:left="-108" w:right="-180"/>
              <w:jc w:val="center"/>
              <w:rPr>
                <w:b/>
                <w:bCs/>
                <w:lang w:eastAsia="en-US"/>
              </w:rPr>
            </w:pPr>
            <w:r w:rsidRPr="007E2543">
              <w:rPr>
                <w:b/>
                <w:bCs/>
                <w:lang w:eastAsia="en-US"/>
              </w:rPr>
              <w:t>М</w:t>
            </w:r>
          </w:p>
        </w:tc>
        <w:tc>
          <w:tcPr>
            <w:tcW w:w="42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C63F05">
            <w:pPr>
              <w:pStyle w:val="NormalWeb"/>
              <w:keepNext/>
              <w:keepLines/>
              <w:widowControl w:val="0"/>
              <w:jc w:val="both"/>
              <w:rPr>
                <w:bCs/>
                <w:lang w:eastAsia="en-US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C63F05">
            <w:pPr>
              <w:pStyle w:val="NormalWeb"/>
              <w:keepNext/>
              <w:keepLines/>
              <w:widowControl w:val="0"/>
              <w:ind w:left="-168" w:right="-108"/>
              <w:jc w:val="center"/>
              <w:rPr>
                <w:bCs/>
                <w:lang w:eastAsia="en-US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C63F05">
            <w:pPr>
              <w:pStyle w:val="NormalWeb"/>
              <w:keepNext/>
              <w:keepLines/>
              <w:widowControl w:val="0"/>
              <w:ind w:left="-108" w:right="-60"/>
              <w:jc w:val="center"/>
              <w:rPr>
                <w:bCs/>
                <w:lang w:eastAsia="en-US"/>
              </w:rPr>
            </w:pPr>
          </w:p>
        </w:tc>
      </w:tr>
      <w:tr w:rsidR="00F92C04" w:rsidRPr="00BD458C" w:rsidTr="00C35066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C63F05">
            <w:pPr>
              <w:pStyle w:val="NormalWeb"/>
              <w:keepNext/>
              <w:keepLines/>
              <w:widowControl w:val="0"/>
              <w:jc w:val="center"/>
              <w:rPr>
                <w:b/>
                <w:bCs/>
                <w:lang w:eastAsia="en-US"/>
              </w:rPr>
            </w:pPr>
            <w:r w:rsidRPr="007E2543">
              <w:rPr>
                <w:b/>
                <w:bCs/>
                <w:lang w:eastAsia="en-US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C63F05">
            <w:pPr>
              <w:pStyle w:val="NormalWeb"/>
              <w:keepNext/>
              <w:keepLines/>
              <w:widowControl w:val="0"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C63F05">
            <w:pPr>
              <w:pStyle w:val="NormalWeb"/>
              <w:keepNext/>
              <w:keepLines/>
              <w:widowControl w:val="0"/>
              <w:jc w:val="center"/>
              <w:rPr>
                <w:bCs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C63F05">
            <w:pPr>
              <w:pStyle w:val="NormalWeb"/>
              <w:keepNext/>
              <w:keepLines/>
              <w:widowControl w:val="0"/>
              <w:jc w:val="center"/>
              <w:rPr>
                <w:bCs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C63F05">
            <w:pPr>
              <w:pStyle w:val="NormalWeb"/>
              <w:keepNext/>
              <w:keepLines/>
              <w:widowControl w:val="0"/>
              <w:jc w:val="both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Социальная поддержка семьи и детей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C63F05">
            <w:pPr>
              <w:pStyle w:val="NormalWeb"/>
              <w:keepNext/>
              <w:keepLines/>
              <w:widowControl w:val="0"/>
              <w:ind w:left="-168" w:right="-108"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ОДС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C63F05">
            <w:pPr>
              <w:pStyle w:val="NormalWeb"/>
              <w:keepNext/>
              <w:keepLines/>
              <w:widowControl w:val="0"/>
              <w:ind w:left="-108" w:right="-60"/>
              <w:jc w:val="center"/>
              <w:rPr>
                <w:bCs/>
                <w:lang w:eastAsia="en-US"/>
              </w:rPr>
            </w:pPr>
          </w:p>
        </w:tc>
      </w:tr>
      <w:tr w:rsidR="00F92C04" w:rsidRPr="00BD458C" w:rsidTr="00C35066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Cs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/>
                <w:bCs/>
                <w:lang w:eastAsia="en-US"/>
              </w:rPr>
            </w:pPr>
            <w:r w:rsidRPr="007E2543">
              <w:rPr>
                <w:b/>
                <w:bCs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Cs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both"/>
              <w:rPr>
                <w:b/>
                <w:bCs/>
                <w:lang w:eastAsia="en-US"/>
              </w:rPr>
            </w:pPr>
            <w:r w:rsidRPr="007E2543">
              <w:rPr>
                <w:b/>
                <w:bCs/>
                <w:lang w:eastAsia="en-US"/>
              </w:rPr>
              <w:t>Проведение праздников и мероприятий в целях социальной поддержки семей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68" w:right="-108"/>
              <w:jc w:val="center"/>
              <w:rPr>
                <w:bCs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08" w:right="-60"/>
              <w:jc w:val="center"/>
              <w:rPr>
                <w:bCs/>
                <w:lang w:eastAsia="en-US"/>
              </w:rPr>
            </w:pPr>
          </w:p>
        </w:tc>
      </w:tr>
      <w:tr w:rsidR="00F92C04" w:rsidRPr="00BD458C" w:rsidTr="00C35066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1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08"/>
              <w:jc w:val="both"/>
              <w:rPr>
                <w:bCs/>
                <w:lang w:eastAsia="en-US"/>
              </w:rPr>
            </w:pPr>
            <w:r w:rsidRPr="007E2543">
              <w:rPr>
                <w:color w:val="000000"/>
                <w:lang w:eastAsia="en-US"/>
              </w:rPr>
              <w:t>Республиканская акция «Семья»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68" w:right="-108"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ОДС, УОиС, УКСиМ, отдел ЗАГС, МЦРБ, МО МВД России «Можгинский», женсоветы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08" w:right="-108"/>
              <w:jc w:val="center"/>
              <w:rPr>
                <w:color w:val="000000"/>
                <w:lang w:eastAsia="en-US"/>
              </w:rPr>
            </w:pPr>
            <w:r w:rsidRPr="007E2543">
              <w:rPr>
                <w:color w:val="000000"/>
                <w:lang w:eastAsia="en-US"/>
              </w:rPr>
              <w:t xml:space="preserve">ежегодно </w:t>
            </w:r>
          </w:p>
          <w:p w:rsidR="00F92C04" w:rsidRPr="007E2543" w:rsidRDefault="00F92C04" w:rsidP="007E2543">
            <w:pPr>
              <w:pStyle w:val="NormalWeb"/>
              <w:keepNext/>
              <w:keepLines/>
              <w:ind w:left="-108" w:right="-60"/>
              <w:jc w:val="center"/>
              <w:rPr>
                <w:bCs/>
                <w:color w:val="000000"/>
                <w:lang w:eastAsia="en-US"/>
              </w:rPr>
            </w:pPr>
          </w:p>
        </w:tc>
      </w:tr>
      <w:tr w:rsidR="00F92C04" w:rsidRPr="00BD458C" w:rsidTr="00C35066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2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08"/>
              <w:jc w:val="both"/>
              <w:rPr>
                <w:bCs/>
                <w:lang w:eastAsia="en-US"/>
              </w:rPr>
            </w:pPr>
            <w:r w:rsidRPr="007E2543">
              <w:rPr>
                <w:color w:val="000000"/>
                <w:lang w:eastAsia="en-US"/>
              </w:rPr>
              <w:t>Республиканская акция охраны прав детства</w:t>
            </w:r>
          </w:p>
          <w:p w:rsidR="00F92C04" w:rsidRPr="007E2543" w:rsidRDefault="00F92C04" w:rsidP="007E2543">
            <w:pPr>
              <w:keepNext/>
              <w:keepLine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2C04" w:rsidRPr="007E2543" w:rsidRDefault="00F92C04" w:rsidP="007E2543">
            <w:pPr>
              <w:keepNext/>
              <w:keepLine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68" w:right="-108"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 xml:space="preserve">ОДС, УОиС, УКСиМ, отдел ЗАГС, МЦРБ, </w:t>
            </w:r>
          </w:p>
          <w:p w:rsidR="00F92C04" w:rsidRPr="007E2543" w:rsidRDefault="00F92C04" w:rsidP="007E2543">
            <w:pPr>
              <w:pStyle w:val="NormalWeb"/>
              <w:keepNext/>
              <w:keepLines/>
              <w:ind w:left="-168" w:right="-108"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МО МВД России «Можгинский»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08" w:right="-108"/>
              <w:jc w:val="center"/>
              <w:rPr>
                <w:color w:val="000000"/>
                <w:lang w:eastAsia="en-US"/>
              </w:rPr>
            </w:pPr>
            <w:r w:rsidRPr="007E2543">
              <w:rPr>
                <w:color w:val="000000"/>
                <w:lang w:eastAsia="en-US"/>
              </w:rPr>
              <w:t xml:space="preserve">ежегодно </w:t>
            </w:r>
          </w:p>
          <w:p w:rsidR="00F92C04" w:rsidRPr="007E2543" w:rsidRDefault="00F92C04" w:rsidP="007E2543">
            <w:pPr>
              <w:pStyle w:val="NormalWeb"/>
              <w:keepNext/>
              <w:keepLines/>
              <w:ind w:left="-108" w:right="-108"/>
              <w:jc w:val="center"/>
              <w:rPr>
                <w:bCs/>
                <w:color w:val="000000"/>
                <w:lang w:eastAsia="en-US"/>
              </w:rPr>
            </w:pPr>
          </w:p>
          <w:p w:rsidR="00F92C04" w:rsidRPr="007E2543" w:rsidRDefault="00F92C04" w:rsidP="007E2543">
            <w:pPr>
              <w:keepNext/>
              <w:keepLine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92C04" w:rsidRPr="00BD458C" w:rsidTr="00C35066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 xml:space="preserve"> 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3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08" w:right="-108"/>
              <w:jc w:val="both"/>
              <w:rPr>
                <w:color w:val="000000"/>
                <w:lang w:eastAsia="en-US"/>
              </w:rPr>
            </w:pPr>
            <w:r w:rsidRPr="007E2543">
              <w:rPr>
                <w:color w:val="000000"/>
                <w:lang w:eastAsia="en-US"/>
              </w:rPr>
              <w:t>Организация и проведение мероприятий, посвященных Международному дню семьи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68" w:right="-108"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 xml:space="preserve">ОДС, УКСиМ,  </w:t>
            </w:r>
          </w:p>
          <w:p w:rsidR="00F92C04" w:rsidRPr="007E2543" w:rsidRDefault="00F92C04" w:rsidP="007E2543">
            <w:pPr>
              <w:pStyle w:val="NormalWeb"/>
              <w:keepNext/>
              <w:keepLines/>
              <w:ind w:left="-168" w:right="-108"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отдел ЗАГС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08" w:right="-108"/>
              <w:jc w:val="center"/>
              <w:rPr>
                <w:color w:val="000000"/>
                <w:lang w:eastAsia="en-US"/>
              </w:rPr>
            </w:pPr>
            <w:r w:rsidRPr="007E2543">
              <w:rPr>
                <w:color w:val="000000"/>
                <w:lang w:eastAsia="en-US"/>
              </w:rPr>
              <w:t>ежегодно</w:t>
            </w:r>
          </w:p>
          <w:p w:rsidR="00F92C04" w:rsidRPr="007E2543" w:rsidRDefault="00F92C04" w:rsidP="007E2543">
            <w:pPr>
              <w:pStyle w:val="NormalWeb"/>
              <w:keepNext/>
              <w:keepLines/>
              <w:ind w:left="-108" w:right="-108"/>
              <w:jc w:val="center"/>
              <w:rPr>
                <w:color w:val="000000"/>
                <w:lang w:eastAsia="en-US"/>
              </w:rPr>
            </w:pPr>
          </w:p>
        </w:tc>
      </w:tr>
      <w:tr w:rsidR="00F92C04" w:rsidRPr="00BD458C" w:rsidTr="00C35066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4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08"/>
              <w:jc w:val="both"/>
              <w:rPr>
                <w:color w:val="000000"/>
                <w:lang w:eastAsia="en-US"/>
              </w:rPr>
            </w:pPr>
            <w:r w:rsidRPr="007E2543">
              <w:rPr>
                <w:color w:val="000000"/>
                <w:lang w:eastAsia="en-US"/>
              </w:rPr>
              <w:t>Праздничные мероприятия, посвященные Дню защиты детей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68" w:right="-108"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ОДС, УКСиМ, УОиС, женсоветы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08" w:right="-108"/>
              <w:jc w:val="center"/>
              <w:rPr>
                <w:color w:val="000000"/>
                <w:lang w:eastAsia="en-US"/>
              </w:rPr>
            </w:pPr>
            <w:r w:rsidRPr="007E2543">
              <w:rPr>
                <w:color w:val="000000"/>
                <w:lang w:eastAsia="en-US"/>
              </w:rPr>
              <w:t>ежегодно</w:t>
            </w:r>
          </w:p>
          <w:p w:rsidR="00F92C04" w:rsidRPr="007E2543" w:rsidRDefault="00F92C04" w:rsidP="007E2543">
            <w:pPr>
              <w:pStyle w:val="NormalWeb"/>
              <w:keepNext/>
              <w:keepLines/>
              <w:ind w:left="-108" w:right="-108"/>
              <w:jc w:val="center"/>
              <w:rPr>
                <w:color w:val="000000"/>
                <w:lang w:eastAsia="en-US"/>
              </w:rPr>
            </w:pPr>
          </w:p>
        </w:tc>
      </w:tr>
      <w:tr w:rsidR="00F92C04" w:rsidRPr="00BD458C" w:rsidTr="00C35066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5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08"/>
              <w:jc w:val="both"/>
              <w:rPr>
                <w:color w:val="000000"/>
                <w:lang w:eastAsia="en-US"/>
              </w:rPr>
            </w:pPr>
            <w:r w:rsidRPr="007E2543">
              <w:rPr>
                <w:color w:val="000000"/>
                <w:lang w:eastAsia="en-US"/>
              </w:rPr>
              <w:t>Представление семей на  награждение общественной наградой «За любовь и верность»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68" w:right="-108"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 xml:space="preserve">ОДС, УКСиМ, </w:t>
            </w:r>
          </w:p>
          <w:p w:rsidR="00F92C04" w:rsidRPr="007E2543" w:rsidRDefault="00F92C04" w:rsidP="007E2543">
            <w:pPr>
              <w:pStyle w:val="NormalWeb"/>
              <w:keepNext/>
              <w:keepLines/>
              <w:ind w:left="-168" w:right="-108"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отдел ЗАГС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08" w:right="-108"/>
              <w:jc w:val="center"/>
              <w:rPr>
                <w:color w:val="000000"/>
                <w:lang w:eastAsia="en-US"/>
              </w:rPr>
            </w:pPr>
            <w:r w:rsidRPr="007E2543">
              <w:rPr>
                <w:color w:val="000000"/>
                <w:lang w:eastAsia="en-US"/>
              </w:rPr>
              <w:t>ежегодно</w:t>
            </w:r>
          </w:p>
          <w:p w:rsidR="00F92C04" w:rsidRPr="007E2543" w:rsidRDefault="00F92C04" w:rsidP="007E2543">
            <w:pPr>
              <w:pStyle w:val="NormalWeb"/>
              <w:keepNext/>
              <w:keepLines/>
              <w:ind w:left="-108" w:right="-108"/>
              <w:jc w:val="center"/>
              <w:rPr>
                <w:color w:val="000000"/>
                <w:lang w:eastAsia="en-US"/>
              </w:rPr>
            </w:pPr>
          </w:p>
        </w:tc>
      </w:tr>
      <w:tr w:rsidR="00F92C04" w:rsidRPr="00BD458C" w:rsidTr="00C35066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6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08"/>
              <w:jc w:val="both"/>
              <w:rPr>
                <w:color w:val="000000"/>
                <w:lang w:eastAsia="en-US"/>
              </w:rPr>
            </w:pPr>
            <w:r w:rsidRPr="007E2543">
              <w:rPr>
                <w:color w:val="000000"/>
                <w:lang w:eastAsia="en-US"/>
              </w:rPr>
              <w:t>Организация и проведение мероприятий, посвященных Всероссийскому дню матери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68" w:right="-108"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ОДС, УКСиМ, отдел ЗАГС, женсоветы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08" w:right="-108"/>
              <w:jc w:val="center"/>
              <w:rPr>
                <w:color w:val="000000"/>
                <w:lang w:eastAsia="en-US"/>
              </w:rPr>
            </w:pPr>
            <w:r w:rsidRPr="007E2543">
              <w:rPr>
                <w:color w:val="000000"/>
                <w:lang w:eastAsia="en-US"/>
              </w:rPr>
              <w:t>ежегодно</w:t>
            </w:r>
          </w:p>
          <w:p w:rsidR="00F92C04" w:rsidRPr="007E2543" w:rsidRDefault="00F92C04" w:rsidP="007E2543">
            <w:pPr>
              <w:pStyle w:val="NormalWeb"/>
              <w:keepNext/>
              <w:keepLines/>
              <w:ind w:left="-108" w:right="-108"/>
              <w:jc w:val="center"/>
              <w:rPr>
                <w:color w:val="000000"/>
                <w:lang w:eastAsia="en-US"/>
              </w:rPr>
            </w:pPr>
          </w:p>
        </w:tc>
      </w:tr>
      <w:tr w:rsidR="00F92C04" w:rsidRPr="00BD458C" w:rsidTr="00C35066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/>
                <w:bCs/>
                <w:lang w:eastAsia="en-US"/>
              </w:rPr>
            </w:pPr>
            <w:r w:rsidRPr="007E2543">
              <w:rPr>
                <w:b/>
                <w:bCs/>
                <w:lang w:eastAsia="en-US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Cs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08"/>
              <w:jc w:val="both"/>
              <w:rPr>
                <w:b/>
                <w:bCs/>
                <w:lang w:eastAsia="en-US"/>
              </w:rPr>
            </w:pPr>
            <w:r w:rsidRPr="007E2543">
              <w:rPr>
                <w:color w:val="000000"/>
                <w:lang w:eastAsia="en-US"/>
              </w:rPr>
              <w:t>Оказание материальной помощи семьям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68" w:right="-108"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ОДС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08" w:right="-108"/>
              <w:jc w:val="center"/>
              <w:rPr>
                <w:b/>
                <w:lang w:eastAsia="en-US"/>
              </w:rPr>
            </w:pPr>
            <w:r w:rsidRPr="007E2543">
              <w:rPr>
                <w:color w:val="000000"/>
                <w:lang w:eastAsia="en-US"/>
              </w:rPr>
              <w:t>ежегодно</w:t>
            </w:r>
          </w:p>
        </w:tc>
      </w:tr>
      <w:tr w:rsidR="00F92C04" w:rsidRPr="00BD458C" w:rsidTr="00C35066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/>
                <w:bCs/>
                <w:lang w:eastAsia="en-US"/>
              </w:rPr>
            </w:pPr>
            <w:r w:rsidRPr="007E2543">
              <w:rPr>
                <w:b/>
                <w:bCs/>
                <w:lang w:eastAsia="en-US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Cs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08"/>
              <w:jc w:val="both"/>
              <w:rPr>
                <w:color w:val="000000"/>
                <w:lang w:eastAsia="en-US"/>
              </w:rPr>
            </w:pPr>
            <w:r w:rsidRPr="007E2543">
              <w:rPr>
                <w:color w:val="000000"/>
                <w:lang w:eastAsia="en-US"/>
              </w:rPr>
              <w:t>Исполнение переданных государственных полномочий по предоставлению мер социальной поддержки многодетным семьям и учет (регистрация) многодетных семей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68" w:right="-108"/>
              <w:jc w:val="center"/>
              <w:rPr>
                <w:bCs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08" w:right="-60"/>
              <w:jc w:val="center"/>
              <w:rPr>
                <w:bCs/>
                <w:lang w:eastAsia="en-US"/>
              </w:rPr>
            </w:pPr>
          </w:p>
        </w:tc>
      </w:tr>
      <w:tr w:rsidR="00F92C04" w:rsidRPr="00BD458C" w:rsidTr="00C35066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1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08"/>
              <w:jc w:val="both"/>
              <w:rPr>
                <w:color w:val="000000"/>
                <w:lang w:eastAsia="en-US"/>
              </w:rPr>
            </w:pPr>
            <w:r w:rsidRPr="007E2543">
              <w:rPr>
                <w:color w:val="000000"/>
                <w:lang w:eastAsia="en-US"/>
              </w:rPr>
              <w:t>Учет (регистрация) многодетных семей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68" w:right="-108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Администрация муниципального образования «Можгинский район»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08" w:right="-108"/>
              <w:jc w:val="center"/>
              <w:rPr>
                <w:color w:val="000000"/>
                <w:lang w:eastAsia="en-US"/>
              </w:rPr>
            </w:pPr>
            <w:r w:rsidRPr="007E2543">
              <w:rPr>
                <w:color w:val="000000"/>
                <w:lang w:eastAsia="en-US"/>
              </w:rPr>
              <w:t>ежегодно</w:t>
            </w:r>
          </w:p>
          <w:p w:rsidR="00F92C04" w:rsidRPr="007E2543" w:rsidRDefault="00F92C04" w:rsidP="007E2543">
            <w:pPr>
              <w:pStyle w:val="NormalWeb"/>
              <w:keepNext/>
              <w:keepLines/>
              <w:ind w:left="-108" w:right="-60"/>
              <w:jc w:val="center"/>
              <w:rPr>
                <w:bCs/>
                <w:lang w:eastAsia="en-US"/>
              </w:rPr>
            </w:pPr>
          </w:p>
        </w:tc>
      </w:tr>
      <w:tr w:rsidR="00F92C04" w:rsidRPr="00BD458C" w:rsidTr="00C35066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2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08"/>
              <w:jc w:val="both"/>
              <w:rPr>
                <w:color w:val="000000"/>
                <w:lang w:eastAsia="en-US"/>
              </w:rPr>
            </w:pPr>
            <w:r w:rsidRPr="007E2543">
              <w:rPr>
                <w:color w:val="000000"/>
                <w:lang w:eastAsia="en-US"/>
              </w:rPr>
              <w:t>Компенсация произведенных расходов на оплату коммунальных услуг размере 30 процентов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68" w:right="-108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Администрация муниципального образования «Можгинский район»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08" w:right="-108"/>
              <w:jc w:val="center"/>
              <w:rPr>
                <w:color w:val="000000"/>
                <w:lang w:eastAsia="en-US"/>
              </w:rPr>
            </w:pPr>
            <w:r w:rsidRPr="007E2543">
              <w:rPr>
                <w:color w:val="000000"/>
                <w:lang w:eastAsia="en-US"/>
              </w:rPr>
              <w:t>ежегодно</w:t>
            </w:r>
          </w:p>
          <w:p w:rsidR="00F92C04" w:rsidRPr="007E2543" w:rsidRDefault="00F92C04" w:rsidP="007E2543">
            <w:pPr>
              <w:pStyle w:val="NormalWeb"/>
              <w:keepNext/>
              <w:keepLines/>
              <w:ind w:left="-108" w:right="-60"/>
              <w:jc w:val="center"/>
              <w:rPr>
                <w:bCs/>
                <w:lang w:eastAsia="en-US"/>
              </w:rPr>
            </w:pPr>
          </w:p>
        </w:tc>
      </w:tr>
      <w:tr w:rsidR="00F92C04" w:rsidRPr="00BD458C" w:rsidTr="00C35066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3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08"/>
              <w:jc w:val="both"/>
              <w:rPr>
                <w:color w:val="000000"/>
                <w:lang w:eastAsia="en-US"/>
              </w:rPr>
            </w:pPr>
            <w:r w:rsidRPr="007E2543">
              <w:rPr>
                <w:color w:val="000000"/>
                <w:lang w:eastAsia="en-US"/>
              </w:rPr>
              <w:t xml:space="preserve">Компенсация стоимости проезда на внутригородском транспорте, а также в автобусах пригородных и внутрирайонных линий для учащихся общеобразовательных школ и образовательных учреждений начального профессионального образования путем выдачи проездных </w:t>
            </w:r>
          </w:p>
          <w:p w:rsidR="00F92C04" w:rsidRPr="007E2543" w:rsidRDefault="00F92C04" w:rsidP="007E2543">
            <w:pPr>
              <w:pStyle w:val="NormalWeb"/>
              <w:keepNext/>
              <w:keepLines/>
              <w:ind w:left="-108"/>
              <w:jc w:val="both"/>
              <w:rPr>
                <w:color w:val="000000"/>
                <w:lang w:eastAsia="en-US"/>
              </w:rPr>
            </w:pPr>
            <w:r w:rsidRPr="007E2543">
              <w:rPr>
                <w:color w:val="000000"/>
                <w:lang w:eastAsia="en-US"/>
              </w:rPr>
              <w:t>билетов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68" w:right="-108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Администрация муниципального образования «Можгинский район»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08" w:right="-108"/>
              <w:jc w:val="center"/>
              <w:rPr>
                <w:color w:val="000000"/>
                <w:lang w:eastAsia="en-US"/>
              </w:rPr>
            </w:pPr>
            <w:r w:rsidRPr="007E2543">
              <w:rPr>
                <w:color w:val="000000"/>
                <w:lang w:eastAsia="en-US"/>
              </w:rPr>
              <w:t>ежегодно</w:t>
            </w:r>
          </w:p>
          <w:p w:rsidR="00F92C04" w:rsidRPr="007E2543" w:rsidRDefault="00F92C04" w:rsidP="007E2543">
            <w:pPr>
              <w:pStyle w:val="NormalWeb"/>
              <w:keepNext/>
              <w:keepLines/>
              <w:ind w:left="-108" w:right="-60"/>
              <w:jc w:val="center"/>
              <w:rPr>
                <w:bCs/>
                <w:lang w:eastAsia="en-US"/>
              </w:rPr>
            </w:pPr>
          </w:p>
        </w:tc>
      </w:tr>
      <w:tr w:rsidR="00F92C04" w:rsidRPr="00BD458C" w:rsidTr="00C35066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4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08"/>
              <w:jc w:val="both"/>
              <w:rPr>
                <w:color w:val="000000"/>
                <w:lang w:eastAsia="en-US"/>
              </w:rPr>
            </w:pPr>
            <w:r w:rsidRPr="007E2543">
              <w:rPr>
                <w:color w:val="000000"/>
                <w:lang w:eastAsia="en-US"/>
              </w:rPr>
              <w:t>Бесплатное питание для обучающихся общеобразовательных организаций (один раз в учебный день)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68" w:right="-108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ОДС, Муниципальное казенное учреждение «Отдел образования «Можгинского района»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08" w:right="-108"/>
              <w:jc w:val="center"/>
              <w:rPr>
                <w:color w:val="000000"/>
                <w:lang w:eastAsia="en-US"/>
              </w:rPr>
            </w:pPr>
            <w:r w:rsidRPr="007E2543">
              <w:rPr>
                <w:color w:val="000000"/>
                <w:lang w:eastAsia="en-US"/>
              </w:rPr>
              <w:t>ежегодно</w:t>
            </w:r>
          </w:p>
          <w:p w:rsidR="00F92C04" w:rsidRPr="007E2543" w:rsidRDefault="00F92C04" w:rsidP="007E2543">
            <w:pPr>
              <w:pStyle w:val="NormalWeb"/>
              <w:keepNext/>
              <w:keepLines/>
              <w:ind w:left="-108" w:right="-60"/>
              <w:jc w:val="center"/>
              <w:rPr>
                <w:bCs/>
                <w:lang w:eastAsia="en-US"/>
              </w:rPr>
            </w:pPr>
          </w:p>
        </w:tc>
      </w:tr>
      <w:tr w:rsidR="00F92C04" w:rsidRPr="00BD458C" w:rsidTr="00C35066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/>
                <w:bCs/>
                <w:lang w:eastAsia="en-US"/>
              </w:rPr>
            </w:pPr>
            <w:r w:rsidRPr="007E2543">
              <w:rPr>
                <w:b/>
                <w:bCs/>
                <w:lang w:eastAsia="en-US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Cs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08"/>
              <w:jc w:val="both"/>
              <w:rPr>
                <w:color w:val="000000"/>
                <w:lang w:eastAsia="en-US"/>
              </w:rPr>
            </w:pPr>
            <w:r w:rsidRPr="007E2543">
              <w:rPr>
                <w:color w:val="000000"/>
                <w:lang w:eastAsia="en-US"/>
              </w:rPr>
              <w:t>Исполнение переданных государственных полномочий по социальной поддержке детей-сирот и детей, оставшихся без попечения родителей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68" w:right="-108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ОДС, Муниципальное казенное учреждение «Отдел образования «Можгинского района»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08" w:right="-60"/>
              <w:jc w:val="center"/>
              <w:rPr>
                <w:bCs/>
                <w:lang w:eastAsia="en-US"/>
              </w:rPr>
            </w:pPr>
          </w:p>
        </w:tc>
      </w:tr>
      <w:tr w:rsidR="00F92C04" w:rsidRPr="00BD458C" w:rsidTr="00C35066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1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08"/>
              <w:jc w:val="both"/>
              <w:rPr>
                <w:color w:val="000000"/>
                <w:lang w:eastAsia="en-US"/>
              </w:rPr>
            </w:pPr>
            <w:r w:rsidRPr="007E2543">
              <w:rPr>
                <w:color w:val="000000"/>
                <w:lang w:eastAsia="en-US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68" w:right="-108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ОДС, Муниципальное казенное учреждение «Отдел образования «Можгинского района»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08" w:right="-108"/>
              <w:jc w:val="center"/>
              <w:rPr>
                <w:color w:val="000000"/>
                <w:lang w:eastAsia="en-US"/>
              </w:rPr>
            </w:pPr>
            <w:r w:rsidRPr="007E2543">
              <w:rPr>
                <w:color w:val="000000"/>
                <w:lang w:eastAsia="en-US"/>
              </w:rPr>
              <w:t>ежегодно</w:t>
            </w:r>
          </w:p>
          <w:p w:rsidR="00F92C04" w:rsidRPr="007E2543" w:rsidRDefault="00F92C04" w:rsidP="007E2543">
            <w:pPr>
              <w:pStyle w:val="NormalWeb"/>
              <w:keepNext/>
              <w:keepLines/>
              <w:ind w:left="-108" w:right="-60"/>
              <w:jc w:val="center"/>
              <w:rPr>
                <w:bCs/>
                <w:lang w:eastAsia="en-US"/>
              </w:rPr>
            </w:pPr>
          </w:p>
        </w:tc>
      </w:tr>
      <w:tr w:rsidR="00F92C04" w:rsidRPr="00BD458C" w:rsidTr="00C35066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2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08"/>
              <w:jc w:val="both"/>
              <w:rPr>
                <w:color w:val="000000"/>
                <w:lang w:eastAsia="en-US"/>
              </w:rPr>
            </w:pPr>
            <w:r w:rsidRPr="007E2543">
              <w:rPr>
                <w:color w:val="000000"/>
                <w:lang w:eastAsia="en-US"/>
              </w:rPr>
              <w:t>Выплата денежных средств на содержание детей, находящихся под опекой (попечительством)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68" w:right="-108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ОДС, Муниципальное казенное учреждение «Отдел образования «Можгинского района»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08" w:right="-108"/>
              <w:jc w:val="center"/>
              <w:rPr>
                <w:color w:val="000000"/>
                <w:lang w:eastAsia="en-US"/>
              </w:rPr>
            </w:pPr>
            <w:r w:rsidRPr="007E2543">
              <w:rPr>
                <w:color w:val="000000"/>
                <w:lang w:eastAsia="en-US"/>
              </w:rPr>
              <w:t>ежегодно</w:t>
            </w:r>
          </w:p>
          <w:p w:rsidR="00F92C04" w:rsidRPr="007E2543" w:rsidRDefault="00F92C04" w:rsidP="007E2543">
            <w:pPr>
              <w:pStyle w:val="NormalWeb"/>
              <w:keepNext/>
              <w:keepLines/>
              <w:ind w:left="-108" w:right="-60"/>
              <w:jc w:val="center"/>
              <w:rPr>
                <w:bCs/>
                <w:lang w:eastAsia="en-US"/>
              </w:rPr>
            </w:pPr>
          </w:p>
        </w:tc>
      </w:tr>
      <w:tr w:rsidR="00F92C04" w:rsidRPr="00BD458C" w:rsidTr="00C35066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3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08"/>
              <w:jc w:val="both"/>
              <w:rPr>
                <w:color w:val="000000"/>
                <w:lang w:eastAsia="en-US"/>
              </w:rPr>
            </w:pPr>
            <w:r w:rsidRPr="007E2543">
              <w:rPr>
                <w:color w:val="000000"/>
                <w:lang w:eastAsia="en-US"/>
              </w:rPr>
              <w:t>Социальная поддержка детей-сирот и детей, оставшихся без попечения родителей, преданных в приемные семьи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68" w:right="-108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ОДС, Муниципальное казенное учреждение «Отдел образования «Можгинского района»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08" w:right="-108"/>
              <w:jc w:val="center"/>
              <w:rPr>
                <w:color w:val="000000"/>
                <w:lang w:eastAsia="en-US"/>
              </w:rPr>
            </w:pPr>
            <w:r w:rsidRPr="007E2543">
              <w:rPr>
                <w:color w:val="000000"/>
                <w:lang w:eastAsia="en-US"/>
              </w:rPr>
              <w:t>ежегодно</w:t>
            </w:r>
          </w:p>
          <w:p w:rsidR="00F92C04" w:rsidRPr="007E2543" w:rsidRDefault="00F92C04" w:rsidP="007E2543">
            <w:pPr>
              <w:pStyle w:val="NormalWeb"/>
              <w:keepNext/>
              <w:keepLines/>
              <w:ind w:left="-108" w:right="-60"/>
              <w:jc w:val="center"/>
              <w:rPr>
                <w:bCs/>
                <w:lang w:eastAsia="en-US"/>
              </w:rPr>
            </w:pPr>
          </w:p>
        </w:tc>
      </w:tr>
      <w:tr w:rsidR="00F92C04" w:rsidRPr="00BD458C" w:rsidTr="00C35066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4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08"/>
              <w:jc w:val="both"/>
              <w:rPr>
                <w:color w:val="000000"/>
                <w:lang w:eastAsia="en-US"/>
              </w:rPr>
            </w:pPr>
            <w:r w:rsidRPr="007E2543">
              <w:rPr>
                <w:color w:val="000000"/>
                <w:lang w:eastAsia="en-US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68" w:right="-108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ОДС, Муниципальное казенное учреждение «Отдел образования «Можгинского района»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08" w:right="-108"/>
              <w:jc w:val="center"/>
              <w:rPr>
                <w:color w:val="000000"/>
                <w:lang w:eastAsia="en-US"/>
              </w:rPr>
            </w:pPr>
            <w:r w:rsidRPr="007E2543">
              <w:rPr>
                <w:color w:val="000000"/>
                <w:lang w:eastAsia="en-US"/>
              </w:rPr>
              <w:t>ежегодно</w:t>
            </w:r>
          </w:p>
          <w:p w:rsidR="00F92C04" w:rsidRPr="007E2543" w:rsidRDefault="00F92C04" w:rsidP="007E2543">
            <w:pPr>
              <w:pStyle w:val="NormalWeb"/>
              <w:keepNext/>
              <w:keepLines/>
              <w:ind w:left="-108" w:right="-60"/>
              <w:jc w:val="center"/>
              <w:rPr>
                <w:bCs/>
                <w:lang w:eastAsia="en-US"/>
              </w:rPr>
            </w:pPr>
          </w:p>
        </w:tc>
      </w:tr>
      <w:tr w:rsidR="00F92C04" w:rsidRPr="00BD458C" w:rsidTr="00C35066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5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08"/>
              <w:jc w:val="both"/>
              <w:rPr>
                <w:color w:val="000000"/>
                <w:lang w:eastAsia="en-US"/>
              </w:rPr>
            </w:pPr>
            <w:r w:rsidRPr="007E2543">
              <w:rPr>
                <w:color w:val="000000"/>
                <w:lang w:eastAsia="en-US"/>
              </w:rPr>
              <w:t>Расходы на оказание содействия детям- сиротам и детям, оставшимся без попечения родителей, в обучении на курсах по подготовке к поступлению в образовательные учреждения среднего и высшего профессионального образования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68" w:right="-108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ОДС, Муниципальное казенное учреждение «Отдел образования «Можгинского района»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08" w:right="-108"/>
              <w:jc w:val="center"/>
              <w:rPr>
                <w:color w:val="000000"/>
                <w:lang w:eastAsia="en-US"/>
              </w:rPr>
            </w:pPr>
            <w:r w:rsidRPr="007E2543">
              <w:rPr>
                <w:color w:val="000000"/>
                <w:lang w:eastAsia="en-US"/>
              </w:rPr>
              <w:t>ежегодно</w:t>
            </w:r>
          </w:p>
          <w:p w:rsidR="00F92C04" w:rsidRPr="007E2543" w:rsidRDefault="00F92C04" w:rsidP="007E2543">
            <w:pPr>
              <w:pStyle w:val="NormalWeb"/>
              <w:keepNext/>
              <w:keepLines/>
              <w:ind w:left="-108" w:right="-60"/>
              <w:jc w:val="center"/>
              <w:rPr>
                <w:bCs/>
                <w:lang w:eastAsia="en-US"/>
              </w:rPr>
            </w:pPr>
          </w:p>
        </w:tc>
      </w:tr>
      <w:tr w:rsidR="00F92C04" w:rsidRPr="00BD458C" w:rsidTr="00C35066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/>
                <w:bCs/>
                <w:lang w:eastAsia="en-US"/>
              </w:rPr>
            </w:pPr>
            <w:r w:rsidRPr="007E2543">
              <w:rPr>
                <w:b/>
                <w:bCs/>
                <w:lang w:eastAsia="en-US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Cs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08"/>
              <w:jc w:val="both"/>
              <w:rPr>
                <w:color w:val="000000"/>
                <w:lang w:eastAsia="en-US"/>
              </w:rPr>
            </w:pPr>
            <w:r w:rsidRPr="007E2543">
              <w:rPr>
                <w:color w:val="000000"/>
                <w:lang w:eastAsia="en-US"/>
              </w:rPr>
              <w:t>Организация опеки и попечительства в отношении несовершеннолетних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68" w:right="-108"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ОДС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08" w:right="-108"/>
              <w:jc w:val="center"/>
              <w:rPr>
                <w:color w:val="000000"/>
                <w:lang w:eastAsia="en-US"/>
              </w:rPr>
            </w:pPr>
            <w:r w:rsidRPr="007E2543">
              <w:rPr>
                <w:color w:val="000000"/>
                <w:lang w:eastAsia="en-US"/>
              </w:rPr>
              <w:t>ежегодно</w:t>
            </w:r>
          </w:p>
          <w:p w:rsidR="00F92C04" w:rsidRPr="007E2543" w:rsidRDefault="00F92C04" w:rsidP="007E2543">
            <w:pPr>
              <w:pStyle w:val="NormalWeb"/>
              <w:keepNext/>
              <w:keepLines/>
              <w:ind w:left="-108" w:right="-60"/>
              <w:jc w:val="center"/>
              <w:rPr>
                <w:bCs/>
                <w:lang w:eastAsia="en-US"/>
              </w:rPr>
            </w:pPr>
          </w:p>
        </w:tc>
      </w:tr>
      <w:tr w:rsidR="00F92C04" w:rsidRPr="00BD458C" w:rsidTr="00C35066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/>
                <w:bCs/>
                <w:lang w:eastAsia="en-US"/>
              </w:rPr>
            </w:pPr>
            <w:r w:rsidRPr="007E2543">
              <w:rPr>
                <w:b/>
                <w:bCs/>
                <w:lang w:eastAsia="en-US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08"/>
              <w:jc w:val="both"/>
              <w:rPr>
                <w:color w:val="000000"/>
                <w:lang w:eastAsia="en-US"/>
              </w:rPr>
            </w:pPr>
            <w:r w:rsidRPr="007E2543">
              <w:rPr>
                <w:color w:val="000000"/>
                <w:lang w:eastAsia="en-US"/>
              </w:rPr>
              <w:t>Создание и организация деятельности комиссии по делам несовершеннолетних и защите их прав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68" w:right="-108"/>
              <w:jc w:val="center"/>
              <w:rPr>
                <w:b/>
                <w:bCs/>
                <w:lang w:eastAsia="en-US"/>
              </w:rPr>
            </w:pPr>
            <w:r w:rsidRPr="007E2543">
              <w:rPr>
                <w:bCs/>
                <w:lang w:eastAsia="en-US"/>
              </w:rPr>
              <w:t>ОДС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04" w:rsidRPr="007E2543" w:rsidRDefault="00F92C04" w:rsidP="007E2543">
            <w:pPr>
              <w:pStyle w:val="NormalWeb"/>
              <w:keepNext/>
              <w:keepLines/>
              <w:ind w:left="-108" w:right="-108"/>
              <w:jc w:val="center"/>
              <w:rPr>
                <w:color w:val="000000"/>
                <w:lang w:eastAsia="en-US"/>
              </w:rPr>
            </w:pPr>
            <w:r w:rsidRPr="007E2543">
              <w:rPr>
                <w:color w:val="000000"/>
                <w:lang w:eastAsia="en-US"/>
              </w:rPr>
              <w:t>ежегодно</w:t>
            </w:r>
          </w:p>
          <w:p w:rsidR="00F92C04" w:rsidRPr="007E2543" w:rsidRDefault="00F92C04" w:rsidP="007E2543">
            <w:pPr>
              <w:pStyle w:val="NormalWeb"/>
              <w:keepNext/>
              <w:keepLines/>
              <w:ind w:left="-108" w:right="-60"/>
              <w:jc w:val="center"/>
              <w:rPr>
                <w:bCs/>
                <w:lang w:eastAsia="en-US"/>
              </w:rPr>
            </w:pPr>
          </w:p>
        </w:tc>
      </w:tr>
    </w:tbl>
    <w:p w:rsidR="00F92C04" w:rsidRPr="00BD458C" w:rsidRDefault="00F92C04" w:rsidP="00BD458C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92C04" w:rsidRPr="00BD458C" w:rsidRDefault="00F92C04" w:rsidP="00BD458C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92C04" w:rsidRPr="001D4B24" w:rsidRDefault="00F92C04" w:rsidP="00BD458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D4B24">
        <w:rPr>
          <w:rFonts w:ascii="Times New Roman" w:hAnsi="Times New Roman"/>
          <w:b/>
          <w:color w:val="000000"/>
          <w:sz w:val="24"/>
          <w:szCs w:val="24"/>
        </w:rPr>
        <w:t>6. Меры муниципального регулирования</w:t>
      </w:r>
    </w:p>
    <w:p w:rsidR="00F92C04" w:rsidRPr="00BD458C" w:rsidRDefault="00F92C04" w:rsidP="00BD458C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92C04" w:rsidRPr="00BD458C" w:rsidRDefault="00F92C04" w:rsidP="00BD458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 xml:space="preserve">         Выполнение мероприятий подпрограммы будет осуществляться ее исполнителями в соответствии с Планом основных мероприятий подпрограммы. Управление подпрограммой осуществляется муниципальным заказчиком подпрограммы в соответствии с Порядком разработки, утверждения, реализации и мониторинга муниципальных программ муниципального образования «Можгинский район», утвержденным постановлением Администрации муниципального образования «Можгинский район» от 24.09.2013 года № 1316.</w:t>
      </w:r>
    </w:p>
    <w:p w:rsidR="00F92C04" w:rsidRPr="00BD458C" w:rsidRDefault="00F92C04" w:rsidP="00BD458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 xml:space="preserve">         Информация о реализации мероприятий подпрограммы будет рассматриваться на сессиях районного Совета депутатов, заседаниях комиссии по оздоровлению муниципальных финансов Можгинского района, совещаниях при главах муниципального образования и Администрации района, заместителе главы Администрации района по социальным вопросам, заседаниях координационного Совета по семейной и демографической политике.</w:t>
      </w:r>
    </w:p>
    <w:p w:rsidR="00F92C04" w:rsidRPr="00BD458C" w:rsidRDefault="00F92C04" w:rsidP="00BD458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92C04" w:rsidRDefault="00F92C04" w:rsidP="00BD458C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92C04" w:rsidRPr="001D4B24" w:rsidRDefault="00F92C04" w:rsidP="00BD458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D4B24">
        <w:rPr>
          <w:rFonts w:ascii="Times New Roman" w:hAnsi="Times New Roman"/>
          <w:b/>
          <w:color w:val="000000"/>
          <w:sz w:val="24"/>
          <w:szCs w:val="24"/>
        </w:rPr>
        <w:t>7. Прогноз сводных показателей муниципальных заданий</w:t>
      </w:r>
    </w:p>
    <w:p w:rsidR="00F92C04" w:rsidRPr="00BD458C" w:rsidRDefault="00F92C04" w:rsidP="00BD458C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92C04" w:rsidRPr="00BD458C" w:rsidRDefault="00F92C04" w:rsidP="00BD458C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 xml:space="preserve">          Муниципальные задания на оказание муниципальных услуг (выполнение работ) в рамках подпрограммы не формируются.</w:t>
      </w:r>
    </w:p>
    <w:p w:rsidR="00F92C04" w:rsidRPr="00BD458C" w:rsidRDefault="00F92C04" w:rsidP="00BD458C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92C04" w:rsidRPr="001D4B24" w:rsidRDefault="00F92C04" w:rsidP="00BD458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D4B24">
        <w:rPr>
          <w:rFonts w:ascii="Times New Roman" w:hAnsi="Times New Roman"/>
          <w:b/>
          <w:color w:val="000000"/>
          <w:sz w:val="24"/>
          <w:szCs w:val="24"/>
        </w:rPr>
        <w:t>8. Взаимодействие с органами государственной власти и местного самоуправления, организациями и гражданами</w:t>
      </w:r>
    </w:p>
    <w:p w:rsidR="00F92C04" w:rsidRPr="00BD458C" w:rsidRDefault="00F92C04" w:rsidP="00BD458C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92C04" w:rsidRPr="00BD458C" w:rsidRDefault="00F92C04" w:rsidP="00BD458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35066">
        <w:rPr>
          <w:rFonts w:ascii="Times New Roman" w:hAnsi="Times New Roman"/>
          <w:color w:val="000000"/>
          <w:sz w:val="24"/>
          <w:szCs w:val="24"/>
        </w:rPr>
        <w:t xml:space="preserve">          Исполнение переданных государственных полномочий осуществляется в соответствии с Федеральным законом от 21.12.1996 г. № 159-ФЗ «О дополнительных гарантиях по социальной поддержке детей-сирот и детей, оставшихся без попечения родителей». Федеральным законом от 24.06.1999 г. № 120-ФЗ «Об основах системы профилактики безнадзорности и правонарушений несовершеннолетних»,</w:t>
      </w:r>
      <w:r w:rsidRPr="00C35066">
        <w:rPr>
          <w:rFonts w:ascii="Times New Roman" w:hAnsi="Times New Roman"/>
          <w:color w:val="000000"/>
        </w:rPr>
        <w:t xml:space="preserve"> Федеральным законом от 24.04.2008 г. № 48-ФЗ «Об опеке и попечительстве»</w:t>
      </w:r>
      <w:r w:rsidRPr="00C35066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C35066">
        <w:rPr>
          <w:rFonts w:ascii="Times New Roman" w:hAnsi="Times New Roman"/>
          <w:color w:val="000000"/>
        </w:rPr>
        <w:t>Законом У</w:t>
      </w:r>
      <w:r w:rsidRPr="00C35066">
        <w:rPr>
          <w:rFonts w:ascii="Times New Roman" w:hAnsi="Times New Roman"/>
          <w:color w:val="000000"/>
          <w:sz w:val="24"/>
          <w:szCs w:val="24"/>
        </w:rPr>
        <w:t>дмуртской Республики</w:t>
      </w:r>
      <w:r w:rsidRPr="00C35066">
        <w:rPr>
          <w:rFonts w:ascii="Times New Roman" w:hAnsi="Times New Roman"/>
          <w:color w:val="000000"/>
        </w:rPr>
        <w:t xml:space="preserve"> от 05.05.2006 г. № 13-РЗ «О мерах по социальной поддержке многодетных семей», </w:t>
      </w:r>
      <w:r w:rsidRPr="00C35066">
        <w:rPr>
          <w:rFonts w:ascii="Times New Roman" w:hAnsi="Times New Roman"/>
          <w:color w:val="000000"/>
          <w:sz w:val="24"/>
          <w:szCs w:val="24"/>
        </w:rPr>
        <w:t xml:space="preserve">Законом Удмуртской Республики от 23 июня </w:t>
      </w:r>
      <w:smartTag w:uri="urn:schemas-microsoft-com:office:smarttags" w:element="metricconverter">
        <w:smartTagPr>
          <w:attr w:name="ProductID" w:val="2006 г"/>
        </w:smartTagPr>
        <w:r w:rsidRPr="00C35066">
          <w:rPr>
            <w:rFonts w:ascii="Times New Roman" w:hAnsi="Times New Roman"/>
            <w:color w:val="000000"/>
            <w:sz w:val="24"/>
            <w:szCs w:val="24"/>
          </w:rPr>
          <w:t>2006 г</w:t>
        </w:r>
      </w:smartTag>
      <w:r w:rsidRPr="00C35066">
        <w:rPr>
          <w:rFonts w:ascii="Times New Roman" w:hAnsi="Times New Roman"/>
          <w:color w:val="000000"/>
          <w:sz w:val="24"/>
          <w:szCs w:val="24"/>
        </w:rPr>
        <w:t>. № 29-РЗ «О наделении органов местного самоуправления в Удмуртской Республике государственными полномочиями по созданию и организации</w:t>
      </w:r>
      <w:r w:rsidRPr="00BD458C">
        <w:rPr>
          <w:rFonts w:ascii="Times New Roman" w:hAnsi="Times New Roman"/>
          <w:color w:val="000000"/>
          <w:sz w:val="24"/>
          <w:szCs w:val="24"/>
        </w:rPr>
        <w:t xml:space="preserve"> деятельности комиссий по делам несовершеннолетних и защите их прав», Законом Удмуртской Республики от 06.03.2007 г. № 2-РЗ «О мерах по социальной поддержке детей-сирот и детей, оставшихся без попечения родителей»,  Законом Удмуртской Республики от 17 марта </w:t>
      </w:r>
      <w:smartTag w:uri="urn:schemas-microsoft-com:office:smarttags" w:element="metricconverter">
        <w:smartTagPr>
          <w:attr w:name="ProductID" w:val="2008 г"/>
        </w:smartTagPr>
        <w:r w:rsidRPr="00BD458C">
          <w:rPr>
            <w:rFonts w:ascii="Times New Roman" w:hAnsi="Times New Roman"/>
            <w:color w:val="000000"/>
            <w:sz w:val="24"/>
            <w:szCs w:val="24"/>
          </w:rPr>
          <w:t>2008 г</w:t>
        </w:r>
      </w:smartTag>
      <w:r w:rsidRPr="00BD458C">
        <w:rPr>
          <w:rFonts w:ascii="Times New Roman" w:hAnsi="Times New Roman"/>
          <w:color w:val="000000"/>
          <w:sz w:val="24"/>
          <w:szCs w:val="24"/>
        </w:rPr>
        <w:t xml:space="preserve">. № 6-РЗ «О наделении органов местного самоуправления в Удмуртской Республике отдельными государственными полномочиями по опеке и попечительству в отношении несовершеннолетних», </w:t>
      </w:r>
    </w:p>
    <w:p w:rsidR="00F92C04" w:rsidRPr="00BD458C" w:rsidRDefault="00F92C04" w:rsidP="00BD458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 xml:space="preserve">           В целях достижения целей и задач подпрограммы осуществляется взаимодействие с органами государственной власти Удмуртской Республики в части решения следующих вопросов:</w:t>
      </w:r>
    </w:p>
    <w:p w:rsidR="00F92C04" w:rsidRPr="00BD458C" w:rsidRDefault="00F92C04" w:rsidP="00BD458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>- социальная поддержка семей с детьми;</w:t>
      </w:r>
    </w:p>
    <w:p w:rsidR="00F92C04" w:rsidRPr="00BD458C" w:rsidRDefault="00F92C04" w:rsidP="00BD458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>- оказание социально-пихологической помощи семье и детям;</w:t>
      </w:r>
    </w:p>
    <w:p w:rsidR="00F92C04" w:rsidRPr="00BD458C" w:rsidRDefault="00F92C04" w:rsidP="00BD458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>- защита прав и законных интересов детей.</w:t>
      </w:r>
    </w:p>
    <w:p w:rsidR="00F92C04" w:rsidRPr="00BD458C" w:rsidRDefault="00F92C04" w:rsidP="00BD458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>В рамках подпрограммы осуществляется взаимодействие с Комитетом по делам семьи и демографической политике при Правительстве Удмуртской Республики, Министерством образования и науки УР.</w:t>
      </w:r>
    </w:p>
    <w:p w:rsidR="00F92C04" w:rsidRPr="00BD458C" w:rsidRDefault="00F92C04" w:rsidP="00BD458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 xml:space="preserve">           Для взаимодействия с населением организован прием граждан главой муниципального образования «Можгинский район», главой Администрации района, заместителем главы Администрации района по социальным вопросам.</w:t>
      </w:r>
    </w:p>
    <w:p w:rsidR="00F92C04" w:rsidRPr="00BD458C" w:rsidRDefault="00F92C04" w:rsidP="00BD458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 xml:space="preserve">           Мероприятия подпрограммы реализуются при участии Управления образования и семьи, Управления по делам  культуры, спорта и молодежи Администрации муниципального образования "Можгинский район", ГУ ММО МВД РФ «Можгинский», Отделом социальной защиты населения в Можгинском районе, БУЗ УР «Можгинская районная больница МЗ УР», ГКУ УР ЦЗН г. Можги, осуществляется взаимодействие с муниципальными образованиями сельских поселений, районным и местными женсоветами. </w:t>
      </w:r>
    </w:p>
    <w:p w:rsidR="00F92C04" w:rsidRPr="00BD458C" w:rsidRDefault="00F92C04" w:rsidP="00BD458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 xml:space="preserve">           В рамках подпрограммы планируется развивать систему обратной связи с потребителями муниципальных услуг по организации и проведению мероприятий для семей с детьми, в том числе в части рассмотрения и реагирования на жалобы и предложения. </w:t>
      </w:r>
    </w:p>
    <w:p w:rsidR="00F92C04" w:rsidRPr="00BD458C" w:rsidRDefault="00F92C04" w:rsidP="00BD458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92C04" w:rsidRDefault="00F92C04" w:rsidP="00BD458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D4B24">
        <w:rPr>
          <w:rFonts w:ascii="Times New Roman" w:hAnsi="Times New Roman"/>
          <w:b/>
          <w:color w:val="000000"/>
          <w:sz w:val="24"/>
          <w:szCs w:val="24"/>
        </w:rPr>
        <w:t>9. Ресурсное обеспечение</w:t>
      </w:r>
    </w:p>
    <w:p w:rsidR="00F92C04" w:rsidRPr="001D4B24" w:rsidRDefault="00F92C04" w:rsidP="00BD458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92C04" w:rsidRPr="00B24F29" w:rsidRDefault="00F92C04" w:rsidP="00FE414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24F29">
        <w:rPr>
          <w:rFonts w:ascii="Times New Roman" w:hAnsi="Times New Roman"/>
          <w:color w:val="000000"/>
          <w:sz w:val="24"/>
          <w:szCs w:val="24"/>
        </w:rPr>
        <w:t xml:space="preserve">         Объем бюджетных ассигнований на реализацию подпрограммы  за счет средств бюджета муниципального образования «Можгинский район»  составит»:</w:t>
      </w:r>
    </w:p>
    <w:p w:rsidR="00F92C04" w:rsidRPr="00BD458C" w:rsidRDefault="00F92C04" w:rsidP="00BD458C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0"/>
        <w:gridCol w:w="1303"/>
        <w:gridCol w:w="1716"/>
        <w:gridCol w:w="1490"/>
        <w:gridCol w:w="1208"/>
      </w:tblGrid>
      <w:tr w:rsidR="00F92C04" w:rsidRPr="00BD458C" w:rsidTr="00BD458C">
        <w:trPr>
          <w:trHeight w:val="310"/>
          <w:jc w:val="center"/>
        </w:trPr>
        <w:tc>
          <w:tcPr>
            <w:tcW w:w="2660" w:type="dxa"/>
            <w:vMerge w:val="restart"/>
            <w:vAlign w:val="center"/>
          </w:tcPr>
          <w:p w:rsidR="00F92C04" w:rsidRPr="00BD458C" w:rsidRDefault="00F92C04" w:rsidP="00BD4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>Годы реализации</w:t>
            </w:r>
          </w:p>
        </w:tc>
        <w:tc>
          <w:tcPr>
            <w:tcW w:w="1303" w:type="dxa"/>
            <w:vMerge w:val="restart"/>
            <w:vAlign w:val="center"/>
          </w:tcPr>
          <w:p w:rsidR="00F92C04" w:rsidRPr="00BD458C" w:rsidRDefault="00F92C04" w:rsidP="00BD4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4414" w:type="dxa"/>
            <w:gridSpan w:val="3"/>
            <w:vAlign w:val="center"/>
          </w:tcPr>
          <w:p w:rsidR="00F92C04" w:rsidRPr="00BD458C" w:rsidRDefault="00F92C04" w:rsidP="00BD4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>В том числе за счет:</w:t>
            </w:r>
          </w:p>
        </w:tc>
      </w:tr>
      <w:tr w:rsidR="00F92C04" w:rsidRPr="00BD458C" w:rsidTr="00BD458C">
        <w:trPr>
          <w:trHeight w:val="310"/>
          <w:jc w:val="center"/>
        </w:trPr>
        <w:tc>
          <w:tcPr>
            <w:tcW w:w="2660" w:type="dxa"/>
            <w:vMerge/>
            <w:vAlign w:val="center"/>
          </w:tcPr>
          <w:p w:rsidR="00F92C04" w:rsidRPr="00BD458C" w:rsidRDefault="00F92C04" w:rsidP="00BD4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03" w:type="dxa"/>
            <w:vMerge/>
            <w:vAlign w:val="center"/>
          </w:tcPr>
          <w:p w:rsidR="00F92C04" w:rsidRPr="00BD458C" w:rsidRDefault="00F92C04" w:rsidP="00BD4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vAlign w:val="center"/>
          </w:tcPr>
          <w:p w:rsidR="00F92C04" w:rsidRPr="00BD458C" w:rsidRDefault="00F92C04" w:rsidP="00BD4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>Собственных средств Можгинского района</w:t>
            </w:r>
          </w:p>
        </w:tc>
        <w:tc>
          <w:tcPr>
            <w:tcW w:w="1490" w:type="dxa"/>
            <w:vAlign w:val="center"/>
          </w:tcPr>
          <w:p w:rsidR="00F92C04" w:rsidRPr="00BD458C" w:rsidRDefault="00F92C04" w:rsidP="00BD4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>Субвенций из бюджета УР</w:t>
            </w:r>
          </w:p>
        </w:tc>
        <w:tc>
          <w:tcPr>
            <w:tcW w:w="1208" w:type="dxa"/>
            <w:vAlign w:val="center"/>
          </w:tcPr>
          <w:p w:rsidR="00F92C04" w:rsidRPr="00BD458C" w:rsidRDefault="00F92C04" w:rsidP="00BD4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92C04" w:rsidRPr="00BD458C" w:rsidTr="00BD458C">
        <w:trPr>
          <w:jc w:val="center"/>
        </w:trPr>
        <w:tc>
          <w:tcPr>
            <w:tcW w:w="2660" w:type="dxa"/>
            <w:vAlign w:val="center"/>
          </w:tcPr>
          <w:p w:rsidR="00F92C04" w:rsidRPr="00BD458C" w:rsidRDefault="00F92C04" w:rsidP="00BD458C">
            <w:pPr>
              <w:autoSpaceDE w:val="0"/>
              <w:autoSpaceDN w:val="0"/>
              <w:adjustRightInd w:val="0"/>
              <w:spacing w:after="0" w:line="240" w:lineRule="auto"/>
              <w:ind w:left="-148" w:right="-1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BD458C">
                <w:rPr>
                  <w:rFonts w:ascii="Times New Roman" w:hAnsi="Times New Roman"/>
                  <w:color w:val="000000"/>
                  <w:sz w:val="24"/>
                  <w:szCs w:val="24"/>
                </w:rPr>
                <w:t>2015 г</w:t>
              </w:r>
            </w:smartTag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03" w:type="dxa"/>
            <w:vAlign w:val="center"/>
          </w:tcPr>
          <w:p w:rsidR="00F92C04" w:rsidRPr="00BD458C" w:rsidRDefault="00F92C04" w:rsidP="00BD45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>22 258,80</w:t>
            </w:r>
          </w:p>
        </w:tc>
        <w:tc>
          <w:tcPr>
            <w:tcW w:w="1716" w:type="dxa"/>
            <w:vAlign w:val="center"/>
          </w:tcPr>
          <w:p w:rsidR="00F92C04" w:rsidRPr="00BD458C" w:rsidRDefault="00F92C04" w:rsidP="00BD45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>32,0</w:t>
            </w:r>
          </w:p>
        </w:tc>
        <w:tc>
          <w:tcPr>
            <w:tcW w:w="1490" w:type="dxa"/>
            <w:vAlign w:val="center"/>
          </w:tcPr>
          <w:p w:rsidR="00F92C04" w:rsidRPr="00BD458C" w:rsidRDefault="00F92C04" w:rsidP="00BD45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>22 226,8</w:t>
            </w:r>
          </w:p>
        </w:tc>
        <w:tc>
          <w:tcPr>
            <w:tcW w:w="1208" w:type="dxa"/>
            <w:vAlign w:val="center"/>
          </w:tcPr>
          <w:p w:rsidR="00F92C04" w:rsidRPr="00BD458C" w:rsidRDefault="00F92C04" w:rsidP="00BD45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92C04" w:rsidRPr="00BD458C" w:rsidTr="00BD458C">
        <w:trPr>
          <w:jc w:val="center"/>
        </w:trPr>
        <w:tc>
          <w:tcPr>
            <w:tcW w:w="2660" w:type="dxa"/>
            <w:vAlign w:val="center"/>
          </w:tcPr>
          <w:p w:rsidR="00F92C04" w:rsidRPr="00BD458C" w:rsidRDefault="00F92C04" w:rsidP="00BD458C">
            <w:pPr>
              <w:autoSpaceDE w:val="0"/>
              <w:autoSpaceDN w:val="0"/>
              <w:adjustRightInd w:val="0"/>
              <w:spacing w:after="0" w:line="240" w:lineRule="auto"/>
              <w:ind w:left="-148" w:right="-1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BD458C">
                <w:rPr>
                  <w:rFonts w:ascii="Times New Roman" w:hAnsi="Times New Roman"/>
                  <w:color w:val="000000"/>
                  <w:sz w:val="24"/>
                  <w:szCs w:val="24"/>
                </w:rPr>
                <w:t>2016 г</w:t>
              </w:r>
            </w:smartTag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03" w:type="dxa"/>
            <w:vAlign w:val="center"/>
          </w:tcPr>
          <w:p w:rsidR="00F92C04" w:rsidRPr="00BD458C" w:rsidRDefault="00F92C04" w:rsidP="00BD45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>23 458,10</w:t>
            </w:r>
          </w:p>
        </w:tc>
        <w:tc>
          <w:tcPr>
            <w:tcW w:w="1716" w:type="dxa"/>
            <w:vAlign w:val="center"/>
          </w:tcPr>
          <w:p w:rsidR="00F92C04" w:rsidRPr="00BD458C" w:rsidRDefault="00F92C04" w:rsidP="00BD45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>33,0</w:t>
            </w:r>
          </w:p>
        </w:tc>
        <w:tc>
          <w:tcPr>
            <w:tcW w:w="1490" w:type="dxa"/>
            <w:vAlign w:val="center"/>
          </w:tcPr>
          <w:p w:rsidR="00F92C04" w:rsidRPr="00BD458C" w:rsidRDefault="00F92C04" w:rsidP="00BD45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>23 425,1</w:t>
            </w:r>
          </w:p>
        </w:tc>
        <w:tc>
          <w:tcPr>
            <w:tcW w:w="1208" w:type="dxa"/>
            <w:vAlign w:val="center"/>
          </w:tcPr>
          <w:p w:rsidR="00F92C04" w:rsidRPr="00BD458C" w:rsidRDefault="00F92C04" w:rsidP="00BD45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92C04" w:rsidRPr="00BD458C" w:rsidTr="00BD458C">
        <w:trPr>
          <w:jc w:val="center"/>
        </w:trPr>
        <w:tc>
          <w:tcPr>
            <w:tcW w:w="2660" w:type="dxa"/>
            <w:vAlign w:val="center"/>
          </w:tcPr>
          <w:p w:rsidR="00F92C04" w:rsidRPr="00BD458C" w:rsidRDefault="00F92C04" w:rsidP="00BD458C">
            <w:pPr>
              <w:autoSpaceDE w:val="0"/>
              <w:autoSpaceDN w:val="0"/>
              <w:adjustRightInd w:val="0"/>
              <w:spacing w:after="0" w:line="240" w:lineRule="auto"/>
              <w:ind w:left="-148" w:right="-1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BD458C">
                <w:rPr>
                  <w:rFonts w:ascii="Times New Roman" w:hAnsi="Times New Roman"/>
                  <w:color w:val="000000"/>
                  <w:sz w:val="24"/>
                  <w:szCs w:val="24"/>
                </w:rPr>
                <w:t>2017 г</w:t>
              </w:r>
            </w:smartTag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03" w:type="dxa"/>
            <w:vAlign w:val="center"/>
          </w:tcPr>
          <w:p w:rsidR="00F92C04" w:rsidRPr="00BD458C" w:rsidRDefault="00F92C04" w:rsidP="00BD45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24 631,8</w:t>
            </w:r>
          </w:p>
        </w:tc>
        <w:tc>
          <w:tcPr>
            <w:tcW w:w="1716" w:type="dxa"/>
            <w:vAlign w:val="center"/>
          </w:tcPr>
          <w:p w:rsidR="00F92C04" w:rsidRPr="00BD458C" w:rsidRDefault="00F92C04" w:rsidP="00BD45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90" w:type="dxa"/>
            <w:vAlign w:val="center"/>
          </w:tcPr>
          <w:p w:rsidR="00F92C04" w:rsidRPr="00BD458C" w:rsidRDefault="00F92C04" w:rsidP="00BD45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24 596,8</w:t>
            </w:r>
          </w:p>
        </w:tc>
        <w:tc>
          <w:tcPr>
            <w:tcW w:w="1208" w:type="dxa"/>
            <w:vAlign w:val="center"/>
          </w:tcPr>
          <w:p w:rsidR="00F92C04" w:rsidRPr="00BD458C" w:rsidRDefault="00F92C04" w:rsidP="00BD45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92C04" w:rsidRPr="00BD458C" w:rsidTr="00BD458C">
        <w:trPr>
          <w:jc w:val="center"/>
        </w:trPr>
        <w:tc>
          <w:tcPr>
            <w:tcW w:w="2660" w:type="dxa"/>
            <w:vAlign w:val="center"/>
          </w:tcPr>
          <w:p w:rsidR="00F92C04" w:rsidRPr="00BD458C" w:rsidRDefault="00F92C04" w:rsidP="00BD458C">
            <w:pPr>
              <w:autoSpaceDE w:val="0"/>
              <w:autoSpaceDN w:val="0"/>
              <w:adjustRightInd w:val="0"/>
              <w:spacing w:after="0" w:line="240" w:lineRule="auto"/>
              <w:ind w:left="-148" w:right="-1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BD458C">
                <w:rPr>
                  <w:rFonts w:ascii="Times New Roman" w:hAnsi="Times New Roman"/>
                  <w:color w:val="000000"/>
                  <w:sz w:val="24"/>
                  <w:szCs w:val="24"/>
                </w:rPr>
                <w:t>2018 г</w:t>
              </w:r>
            </w:smartTag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03" w:type="dxa"/>
            <w:vAlign w:val="center"/>
          </w:tcPr>
          <w:p w:rsidR="00F92C04" w:rsidRPr="00BD458C" w:rsidRDefault="00F92C04" w:rsidP="00BD45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>25 862,6</w:t>
            </w:r>
          </w:p>
        </w:tc>
        <w:tc>
          <w:tcPr>
            <w:tcW w:w="1716" w:type="dxa"/>
            <w:vAlign w:val="center"/>
          </w:tcPr>
          <w:p w:rsidR="00F92C04" w:rsidRPr="00BD458C" w:rsidRDefault="00F92C04" w:rsidP="00BD45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>36,0</w:t>
            </w:r>
          </w:p>
        </w:tc>
        <w:tc>
          <w:tcPr>
            <w:tcW w:w="1490" w:type="dxa"/>
            <w:vAlign w:val="center"/>
          </w:tcPr>
          <w:p w:rsidR="00F92C04" w:rsidRPr="00BD458C" w:rsidRDefault="00F92C04" w:rsidP="00BD45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>25 826,6</w:t>
            </w:r>
          </w:p>
        </w:tc>
        <w:tc>
          <w:tcPr>
            <w:tcW w:w="1208" w:type="dxa"/>
            <w:vAlign w:val="center"/>
          </w:tcPr>
          <w:p w:rsidR="00F92C04" w:rsidRPr="00BD458C" w:rsidRDefault="00F92C04" w:rsidP="00BD45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92C04" w:rsidRPr="00BD458C" w:rsidTr="00BD458C">
        <w:trPr>
          <w:jc w:val="center"/>
        </w:trPr>
        <w:tc>
          <w:tcPr>
            <w:tcW w:w="2660" w:type="dxa"/>
            <w:vAlign w:val="center"/>
          </w:tcPr>
          <w:p w:rsidR="00F92C04" w:rsidRPr="00BD458C" w:rsidRDefault="00F92C04" w:rsidP="00BD458C">
            <w:pPr>
              <w:autoSpaceDE w:val="0"/>
              <w:autoSpaceDN w:val="0"/>
              <w:adjustRightInd w:val="0"/>
              <w:spacing w:after="0" w:line="240" w:lineRule="auto"/>
              <w:ind w:left="-148" w:right="-1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BD458C">
                <w:rPr>
                  <w:rFonts w:ascii="Times New Roman" w:hAnsi="Times New Roman"/>
                  <w:color w:val="000000"/>
                  <w:sz w:val="24"/>
                  <w:szCs w:val="24"/>
                </w:rPr>
                <w:t>2019 г</w:t>
              </w:r>
            </w:smartTag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03" w:type="dxa"/>
            <w:vAlign w:val="center"/>
          </w:tcPr>
          <w:p w:rsidR="00F92C04" w:rsidRPr="00BD458C" w:rsidRDefault="00F92C04" w:rsidP="00BD45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27 2</w:t>
            </w: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>55,7</w:t>
            </w:r>
          </w:p>
        </w:tc>
        <w:tc>
          <w:tcPr>
            <w:tcW w:w="1716" w:type="dxa"/>
            <w:vAlign w:val="center"/>
          </w:tcPr>
          <w:p w:rsidR="00F92C04" w:rsidRPr="00BD458C" w:rsidRDefault="00F92C04" w:rsidP="00BD45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490" w:type="dxa"/>
            <w:vAlign w:val="center"/>
          </w:tcPr>
          <w:p w:rsidR="00F92C04" w:rsidRPr="00BD458C" w:rsidRDefault="00F92C04" w:rsidP="00BD45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27 2</w:t>
            </w: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>17,7</w:t>
            </w:r>
          </w:p>
        </w:tc>
        <w:tc>
          <w:tcPr>
            <w:tcW w:w="1208" w:type="dxa"/>
            <w:vAlign w:val="center"/>
          </w:tcPr>
          <w:p w:rsidR="00F92C04" w:rsidRPr="00BD458C" w:rsidRDefault="00F92C04" w:rsidP="00BD45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92C04" w:rsidRPr="00BD458C" w:rsidTr="00BD458C">
        <w:trPr>
          <w:jc w:val="center"/>
        </w:trPr>
        <w:tc>
          <w:tcPr>
            <w:tcW w:w="2660" w:type="dxa"/>
            <w:vAlign w:val="center"/>
          </w:tcPr>
          <w:p w:rsidR="00F92C04" w:rsidRPr="00BD458C" w:rsidRDefault="00F92C04" w:rsidP="00BD458C">
            <w:pPr>
              <w:autoSpaceDE w:val="0"/>
              <w:autoSpaceDN w:val="0"/>
              <w:adjustRightInd w:val="0"/>
              <w:spacing w:after="0" w:line="240" w:lineRule="auto"/>
              <w:ind w:left="-148" w:right="-1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BD458C">
                <w:rPr>
                  <w:rFonts w:ascii="Times New Roman" w:hAnsi="Times New Roman"/>
                  <w:color w:val="000000"/>
                  <w:sz w:val="24"/>
                  <w:szCs w:val="24"/>
                </w:rPr>
                <w:t>2020 г</w:t>
              </w:r>
            </w:smartTag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03" w:type="dxa"/>
            <w:vAlign w:val="center"/>
          </w:tcPr>
          <w:p w:rsidR="00F92C04" w:rsidRPr="00BD458C" w:rsidRDefault="00F92C04" w:rsidP="00BD45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>28 513,5</w:t>
            </w:r>
          </w:p>
        </w:tc>
        <w:tc>
          <w:tcPr>
            <w:tcW w:w="1716" w:type="dxa"/>
            <w:vAlign w:val="center"/>
          </w:tcPr>
          <w:p w:rsidR="00F92C04" w:rsidRPr="00BD458C" w:rsidRDefault="00F92C04" w:rsidP="00BD45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90" w:type="dxa"/>
            <w:vAlign w:val="center"/>
          </w:tcPr>
          <w:p w:rsidR="00F92C04" w:rsidRPr="00BD458C" w:rsidRDefault="00F92C04" w:rsidP="00BD45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>28 473,5</w:t>
            </w:r>
          </w:p>
        </w:tc>
        <w:tc>
          <w:tcPr>
            <w:tcW w:w="1208" w:type="dxa"/>
            <w:vAlign w:val="center"/>
          </w:tcPr>
          <w:p w:rsidR="00F92C04" w:rsidRPr="00BD458C" w:rsidRDefault="00F92C04" w:rsidP="00BD45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92C04" w:rsidRPr="00BD458C" w:rsidTr="00BD458C">
        <w:trPr>
          <w:jc w:val="center"/>
        </w:trPr>
        <w:tc>
          <w:tcPr>
            <w:tcW w:w="2660" w:type="dxa"/>
            <w:vAlign w:val="center"/>
          </w:tcPr>
          <w:p w:rsidR="00F92C04" w:rsidRPr="00BD458C" w:rsidRDefault="00F92C04" w:rsidP="00BD458C">
            <w:pPr>
              <w:autoSpaceDE w:val="0"/>
              <w:autoSpaceDN w:val="0"/>
              <w:adjustRightInd w:val="0"/>
              <w:spacing w:after="0" w:line="240" w:lineRule="auto"/>
              <w:ind w:left="-148" w:right="-1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Итого: </w:t>
            </w:r>
          </w:p>
          <w:p w:rsidR="00F92C04" w:rsidRPr="00BD458C" w:rsidRDefault="00F92C04" w:rsidP="00BD458C">
            <w:pPr>
              <w:autoSpaceDE w:val="0"/>
              <w:autoSpaceDN w:val="0"/>
              <w:adjustRightInd w:val="0"/>
              <w:spacing w:after="0" w:line="240" w:lineRule="auto"/>
              <w:ind w:left="-148" w:right="-1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>2015-2020 годы</w:t>
            </w:r>
          </w:p>
        </w:tc>
        <w:tc>
          <w:tcPr>
            <w:tcW w:w="1303" w:type="dxa"/>
            <w:vAlign w:val="center"/>
          </w:tcPr>
          <w:p w:rsidR="00F92C04" w:rsidRPr="00BD458C" w:rsidRDefault="00F92C04" w:rsidP="009E10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980,5</w:t>
            </w:r>
          </w:p>
        </w:tc>
        <w:tc>
          <w:tcPr>
            <w:tcW w:w="1716" w:type="dxa"/>
            <w:vAlign w:val="center"/>
          </w:tcPr>
          <w:p w:rsidR="00F92C04" w:rsidRPr="00BD458C" w:rsidRDefault="00F92C04" w:rsidP="00BD45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>214,0</w:t>
            </w:r>
          </w:p>
        </w:tc>
        <w:tc>
          <w:tcPr>
            <w:tcW w:w="1490" w:type="dxa"/>
            <w:vAlign w:val="center"/>
          </w:tcPr>
          <w:p w:rsidR="00F92C04" w:rsidRPr="00BD458C" w:rsidRDefault="00F92C04" w:rsidP="00BD45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151 766,5</w:t>
            </w:r>
          </w:p>
        </w:tc>
        <w:tc>
          <w:tcPr>
            <w:tcW w:w="1208" w:type="dxa"/>
            <w:vAlign w:val="center"/>
          </w:tcPr>
          <w:p w:rsidR="00F92C04" w:rsidRPr="00BD458C" w:rsidRDefault="00F92C04" w:rsidP="00BD45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92C04" w:rsidRDefault="00F92C04" w:rsidP="00BD458C">
      <w:pPr>
        <w:keepNext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92C04" w:rsidRDefault="00F92C04" w:rsidP="00990E47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AC41B3">
        <w:rPr>
          <w:rFonts w:ascii="Times New Roman" w:hAnsi="Times New Roman"/>
          <w:sz w:val="24"/>
        </w:rPr>
        <w:t>Ресурсное  обеспечение  подпрограммы за счёт средств бюджета МО «Можгинский район» подлежит  уточнению в рамках бюджетного цикла.</w:t>
      </w:r>
    </w:p>
    <w:p w:rsidR="00F92C04" w:rsidRPr="00AC41B3" w:rsidRDefault="00F92C04" w:rsidP="00990E47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AC41B3">
        <w:rPr>
          <w:rFonts w:ascii="Times New Roman" w:hAnsi="Times New Roman"/>
          <w:sz w:val="24"/>
        </w:rPr>
        <w:t xml:space="preserve"> Сведения о ресурсном обеспечении за счет средств бюджета МО «Можгинский район» приведены в приложении 5</w:t>
      </w:r>
      <w:r>
        <w:rPr>
          <w:rFonts w:ascii="Times New Roman" w:hAnsi="Times New Roman"/>
          <w:sz w:val="24"/>
        </w:rPr>
        <w:t xml:space="preserve"> к программе.</w:t>
      </w:r>
    </w:p>
    <w:p w:rsidR="00F92C04" w:rsidRDefault="00F92C04" w:rsidP="00990E4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</w:t>
      </w:r>
      <w:r w:rsidRPr="00AC41B3">
        <w:rPr>
          <w:rFonts w:ascii="Times New Roman" w:hAnsi="Times New Roman"/>
          <w:sz w:val="24"/>
        </w:rPr>
        <w:t>Сведения о ресурсном обеспечении подпрограммы за счет всех источников приведены в приложении 6</w:t>
      </w:r>
      <w:r>
        <w:rPr>
          <w:rFonts w:ascii="Times New Roman" w:hAnsi="Times New Roman"/>
          <w:sz w:val="24"/>
        </w:rPr>
        <w:t xml:space="preserve"> к программе</w:t>
      </w:r>
      <w:r w:rsidRPr="00AC41B3">
        <w:rPr>
          <w:rFonts w:ascii="Times New Roman" w:hAnsi="Times New Roman"/>
          <w:sz w:val="24"/>
        </w:rPr>
        <w:t>.</w:t>
      </w:r>
    </w:p>
    <w:p w:rsidR="00F92C04" w:rsidRDefault="00F92C04" w:rsidP="00BD458C">
      <w:pPr>
        <w:keepNext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92C04" w:rsidRPr="001D4B24" w:rsidRDefault="00F92C04" w:rsidP="00BD458C">
      <w:pPr>
        <w:keepNext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D4B24">
        <w:rPr>
          <w:rFonts w:ascii="Times New Roman" w:hAnsi="Times New Roman"/>
          <w:b/>
          <w:color w:val="000000"/>
          <w:sz w:val="24"/>
          <w:szCs w:val="24"/>
        </w:rPr>
        <w:t>10. Риски и меры по управлению рисками</w:t>
      </w:r>
    </w:p>
    <w:p w:rsidR="00F92C04" w:rsidRPr="00BD458C" w:rsidRDefault="00F92C04" w:rsidP="00BD458C">
      <w:pPr>
        <w:keepNext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92C04" w:rsidRPr="00BD458C" w:rsidRDefault="00F92C04" w:rsidP="00BD458C">
      <w:pPr>
        <w:pStyle w:val="NormalWeb"/>
        <w:shd w:val="clear" w:color="auto" w:fill="FFFFFF"/>
        <w:jc w:val="both"/>
        <w:textAlignment w:val="baseline"/>
        <w:rPr>
          <w:color w:val="000000"/>
          <w:lang w:eastAsia="en-US"/>
        </w:rPr>
      </w:pPr>
      <w:r w:rsidRPr="00BD458C">
        <w:rPr>
          <w:color w:val="000000"/>
          <w:lang w:eastAsia="en-US"/>
        </w:rPr>
        <w:t xml:space="preserve">          Связаны с отсутствием или недостаточностью отчетной информации, используемой в ходе реализации подпрограммы. С целью минимизации информационных рисков в ходе реализации подпрограммы будет проводиться работа, направленная на:</w:t>
      </w:r>
    </w:p>
    <w:p w:rsidR="00F92C04" w:rsidRPr="00BD458C" w:rsidRDefault="00F92C04" w:rsidP="00BD458C">
      <w:pPr>
        <w:pStyle w:val="NormalWeb"/>
        <w:shd w:val="clear" w:color="auto" w:fill="FFFFFF"/>
        <w:jc w:val="both"/>
        <w:textAlignment w:val="baseline"/>
        <w:rPr>
          <w:color w:val="000000"/>
          <w:lang w:eastAsia="en-US"/>
        </w:rPr>
      </w:pPr>
      <w:r w:rsidRPr="00BD458C">
        <w:rPr>
          <w:color w:val="000000"/>
          <w:lang w:eastAsia="en-US"/>
        </w:rPr>
        <w:t>- совершенствование форм статистического наблюдения в сфере реализации муниципальной подпрограммы, в целях повышения их полноты и информационной полезности;</w:t>
      </w:r>
    </w:p>
    <w:p w:rsidR="00F92C04" w:rsidRPr="00BD458C" w:rsidRDefault="00F92C04" w:rsidP="00BD458C">
      <w:pPr>
        <w:pStyle w:val="NormalWeb"/>
        <w:shd w:val="clear" w:color="auto" w:fill="FFFFFF"/>
        <w:jc w:val="both"/>
        <w:textAlignment w:val="baseline"/>
        <w:rPr>
          <w:color w:val="000000"/>
          <w:lang w:eastAsia="en-US"/>
        </w:rPr>
      </w:pPr>
      <w:r w:rsidRPr="00BD458C">
        <w:rPr>
          <w:color w:val="000000"/>
          <w:lang w:eastAsia="en-US"/>
        </w:rPr>
        <w:t xml:space="preserve">- мониторинг и оценку исполнения целевых показателей муниципальной подпрограммы. </w:t>
      </w:r>
    </w:p>
    <w:p w:rsidR="00F92C04" w:rsidRPr="00BD458C" w:rsidRDefault="00F92C04" w:rsidP="00BD458C">
      <w:pPr>
        <w:pStyle w:val="NormalWeb"/>
        <w:shd w:val="clear" w:color="auto" w:fill="FFFFFF"/>
        <w:jc w:val="both"/>
        <w:textAlignment w:val="baseline"/>
        <w:rPr>
          <w:color w:val="000000"/>
          <w:lang w:eastAsia="en-US"/>
        </w:rPr>
      </w:pPr>
      <w:r w:rsidRPr="00BD458C">
        <w:rPr>
          <w:color w:val="000000"/>
          <w:lang w:eastAsia="en-US"/>
        </w:rPr>
        <w:t xml:space="preserve">          К рискам реализации муниципальной подпрограммы, которыми могут управлять ответственный исполнитель и участники подпрограммы, уменьшая вероятность их возникновения, следует отнести следующие:</w:t>
      </w:r>
    </w:p>
    <w:p w:rsidR="00F92C04" w:rsidRPr="00BD458C" w:rsidRDefault="00F92C04" w:rsidP="00BD458C">
      <w:pPr>
        <w:pStyle w:val="NormalWeb"/>
        <w:shd w:val="clear" w:color="auto" w:fill="FFFFFF"/>
        <w:jc w:val="both"/>
        <w:textAlignment w:val="baseline"/>
        <w:rPr>
          <w:color w:val="000000"/>
          <w:lang w:eastAsia="en-US"/>
        </w:rPr>
      </w:pPr>
      <w:r w:rsidRPr="00BD458C">
        <w:rPr>
          <w:color w:val="000000"/>
          <w:lang w:eastAsia="en-US"/>
        </w:rPr>
        <w:t xml:space="preserve">         1. Организационные риски.</w:t>
      </w:r>
    </w:p>
    <w:p w:rsidR="00F92C04" w:rsidRPr="00BD458C" w:rsidRDefault="00F92C04" w:rsidP="00BD458C">
      <w:pPr>
        <w:pStyle w:val="NormalWeb"/>
        <w:shd w:val="clear" w:color="auto" w:fill="FFFFFF"/>
        <w:jc w:val="both"/>
        <w:textAlignment w:val="baseline"/>
        <w:rPr>
          <w:color w:val="000000"/>
          <w:lang w:eastAsia="en-US"/>
        </w:rPr>
      </w:pPr>
      <w:r w:rsidRPr="00BD458C">
        <w:rPr>
          <w:color w:val="000000"/>
          <w:lang w:eastAsia="en-US"/>
        </w:rPr>
        <w:tab/>
        <w:t xml:space="preserve">Связаны с ошибками управления реализацией муниципальной программы. Непринятие мер по урегулированию организационных рисков может повлечь нецелевое  или неэффективное использование бюджетных средств, невыполнение ряда мероприятий муниципальной подпрограммы или нарушение сроков их выполнения. </w:t>
      </w:r>
    </w:p>
    <w:p w:rsidR="00F92C04" w:rsidRPr="00BD458C" w:rsidRDefault="00F92C04" w:rsidP="00BD458C">
      <w:pPr>
        <w:pStyle w:val="NormalWeb"/>
        <w:shd w:val="clear" w:color="auto" w:fill="FFFFFF"/>
        <w:jc w:val="both"/>
        <w:textAlignment w:val="baseline"/>
        <w:rPr>
          <w:color w:val="000000"/>
          <w:lang w:eastAsia="en-US"/>
        </w:rPr>
      </w:pPr>
      <w:r w:rsidRPr="00BD458C">
        <w:rPr>
          <w:color w:val="000000"/>
          <w:lang w:eastAsia="en-US"/>
        </w:rPr>
        <w:tab/>
        <w:t xml:space="preserve">Мерами по снижению организационных рисков являются: </w:t>
      </w:r>
    </w:p>
    <w:p w:rsidR="00F92C04" w:rsidRPr="00BD458C" w:rsidRDefault="00F92C04" w:rsidP="00BD458C">
      <w:pPr>
        <w:pStyle w:val="NormalWeb"/>
        <w:shd w:val="clear" w:color="auto" w:fill="FFFFFF"/>
        <w:jc w:val="both"/>
        <w:textAlignment w:val="baseline"/>
        <w:rPr>
          <w:color w:val="000000"/>
          <w:lang w:eastAsia="en-US"/>
        </w:rPr>
      </w:pPr>
      <w:r w:rsidRPr="00BD458C">
        <w:rPr>
          <w:color w:val="000000"/>
          <w:lang w:eastAsia="en-US"/>
        </w:rPr>
        <w:t xml:space="preserve">- закрепление персональной ответственности исполнителей мероприятий муниципальной подпрограммы; </w:t>
      </w:r>
    </w:p>
    <w:p w:rsidR="00F92C04" w:rsidRPr="00BD458C" w:rsidRDefault="00F92C04" w:rsidP="00BD458C">
      <w:pPr>
        <w:pStyle w:val="NormalWeb"/>
        <w:shd w:val="clear" w:color="auto" w:fill="FFFFFF"/>
        <w:jc w:val="both"/>
        <w:textAlignment w:val="baseline"/>
        <w:rPr>
          <w:color w:val="000000"/>
          <w:lang w:eastAsia="en-US"/>
        </w:rPr>
      </w:pPr>
      <w:r w:rsidRPr="00BD458C">
        <w:rPr>
          <w:color w:val="000000"/>
          <w:lang w:eastAsia="en-US"/>
        </w:rPr>
        <w:t xml:space="preserve">- повышение квалификации и ответственности персонала ответственного исполнителя для своевременной и эффективной реализации предусмотренных мероприятий; </w:t>
      </w:r>
    </w:p>
    <w:p w:rsidR="00F92C04" w:rsidRPr="00BD458C" w:rsidRDefault="00F92C04" w:rsidP="00BD458C">
      <w:pPr>
        <w:pStyle w:val="NormalWeb"/>
        <w:shd w:val="clear" w:color="auto" w:fill="FFFFFF"/>
        <w:jc w:val="both"/>
        <w:textAlignment w:val="baseline"/>
        <w:rPr>
          <w:color w:val="000000"/>
          <w:lang w:eastAsia="en-US"/>
        </w:rPr>
      </w:pPr>
      <w:r w:rsidRPr="00BD458C">
        <w:rPr>
          <w:color w:val="000000"/>
          <w:lang w:eastAsia="en-US"/>
        </w:rPr>
        <w:t>- координация деятельности персонала ответственного исполнителя и налаживание административных процедур для снижения данного риска.</w:t>
      </w:r>
    </w:p>
    <w:p w:rsidR="00F92C04" w:rsidRPr="00BD458C" w:rsidRDefault="00F92C04" w:rsidP="00BD458C">
      <w:pPr>
        <w:pStyle w:val="NormalWeb"/>
        <w:shd w:val="clear" w:color="auto" w:fill="FFFFFF"/>
        <w:jc w:val="both"/>
        <w:textAlignment w:val="baseline"/>
        <w:rPr>
          <w:color w:val="000000"/>
          <w:lang w:eastAsia="en-US"/>
        </w:rPr>
      </w:pPr>
      <w:r w:rsidRPr="00BD458C">
        <w:rPr>
          <w:color w:val="000000"/>
          <w:lang w:eastAsia="en-US"/>
        </w:rPr>
        <w:tab/>
        <w:t>2. Финансовые риски.</w:t>
      </w:r>
    </w:p>
    <w:p w:rsidR="00F92C04" w:rsidRPr="00BD458C" w:rsidRDefault="00F92C04" w:rsidP="00BD458C">
      <w:pPr>
        <w:pStyle w:val="NormalWeb"/>
        <w:shd w:val="clear" w:color="auto" w:fill="FFFFFF"/>
        <w:jc w:val="both"/>
        <w:textAlignment w:val="baseline"/>
        <w:rPr>
          <w:color w:val="000000"/>
          <w:lang w:eastAsia="en-US"/>
        </w:rPr>
      </w:pPr>
      <w:r w:rsidRPr="00BD458C">
        <w:rPr>
          <w:color w:val="000000"/>
          <w:lang w:eastAsia="en-US"/>
        </w:rPr>
        <w:tab/>
        <w:t>Недофинансирование мероприятий муниципальной подпрограммы может привести к снижению показателей ее эффективности, прогнозируемости результатов, вариативности приоритетов при решении рассматриваемых проблем. Данные риски возникают по причине продолжительности срока реализации муниципальной подпрограммы, а также высокой зависимости ее успешной реализации от стабильного финансирования.</w:t>
      </w:r>
    </w:p>
    <w:p w:rsidR="00F92C04" w:rsidRPr="00BD458C" w:rsidRDefault="00F92C04" w:rsidP="00BD458C">
      <w:pPr>
        <w:pStyle w:val="NormalWeb"/>
        <w:shd w:val="clear" w:color="auto" w:fill="FFFFFF"/>
        <w:jc w:val="both"/>
        <w:textAlignment w:val="baseline"/>
        <w:rPr>
          <w:color w:val="000000"/>
          <w:lang w:eastAsia="en-US"/>
        </w:rPr>
      </w:pPr>
      <w:r w:rsidRPr="00BD458C">
        <w:rPr>
          <w:color w:val="000000"/>
          <w:lang w:eastAsia="en-US"/>
        </w:rPr>
        <w:tab/>
        <w:t xml:space="preserve">Мерами по снижению финансовых рисков являются: </w:t>
      </w:r>
    </w:p>
    <w:p w:rsidR="00F92C04" w:rsidRPr="00BD458C" w:rsidRDefault="00F92C04" w:rsidP="00BD458C">
      <w:pPr>
        <w:pStyle w:val="NormalWeb"/>
        <w:shd w:val="clear" w:color="auto" w:fill="FFFFFF"/>
        <w:jc w:val="both"/>
        <w:textAlignment w:val="baseline"/>
        <w:rPr>
          <w:color w:val="000000"/>
          <w:lang w:eastAsia="en-US"/>
        </w:rPr>
      </w:pPr>
      <w:r w:rsidRPr="00BD458C">
        <w:rPr>
          <w:color w:val="000000"/>
          <w:lang w:eastAsia="en-US"/>
        </w:rPr>
        <w:t xml:space="preserve">- обеспечение сбалансированного распределения финансовых средств по основным мероприятиям муниципальной подпрограммы в соответствии с ожидаемыми конечными результатами; </w:t>
      </w:r>
    </w:p>
    <w:p w:rsidR="00F92C04" w:rsidRPr="00BD458C" w:rsidRDefault="00F92C04" w:rsidP="00BD458C">
      <w:pPr>
        <w:pStyle w:val="NormalWeb"/>
        <w:shd w:val="clear" w:color="auto" w:fill="FFFFFF"/>
        <w:jc w:val="both"/>
        <w:textAlignment w:val="baseline"/>
        <w:rPr>
          <w:color w:val="000000"/>
          <w:lang w:eastAsia="en-US"/>
        </w:rPr>
      </w:pPr>
      <w:r w:rsidRPr="00BD458C">
        <w:rPr>
          <w:color w:val="000000"/>
          <w:lang w:eastAsia="en-US"/>
        </w:rPr>
        <w:t>- ежегодное уточнение объемов финансовых средств, предусмотренных на реализацию мероприятий, в зависимости от достигнутых результатов.</w:t>
      </w:r>
    </w:p>
    <w:p w:rsidR="00F92C04" w:rsidRPr="00BD458C" w:rsidRDefault="00F92C04" w:rsidP="00BD458C">
      <w:pPr>
        <w:pStyle w:val="NormalWeb"/>
        <w:shd w:val="clear" w:color="auto" w:fill="FFFFFF"/>
        <w:jc w:val="both"/>
        <w:textAlignment w:val="baseline"/>
        <w:rPr>
          <w:color w:val="000000"/>
          <w:lang w:eastAsia="en-US"/>
        </w:rPr>
      </w:pPr>
      <w:r w:rsidRPr="00BD458C">
        <w:rPr>
          <w:color w:val="000000"/>
          <w:lang w:eastAsia="en-US"/>
        </w:rPr>
        <w:tab/>
        <w:t>3. Социальные риски.</w:t>
      </w:r>
    </w:p>
    <w:p w:rsidR="00F92C04" w:rsidRPr="00BD458C" w:rsidRDefault="00F92C04" w:rsidP="00BD458C">
      <w:pPr>
        <w:pStyle w:val="NormalWeb"/>
        <w:shd w:val="clear" w:color="auto" w:fill="FFFFFF"/>
        <w:jc w:val="both"/>
        <w:textAlignment w:val="baseline"/>
        <w:rPr>
          <w:color w:val="000000"/>
          <w:lang w:eastAsia="en-US"/>
        </w:rPr>
      </w:pPr>
      <w:r w:rsidRPr="00BD458C">
        <w:rPr>
          <w:color w:val="000000"/>
          <w:lang w:eastAsia="en-US"/>
        </w:rPr>
        <w:tab/>
        <w:t>Одним из основных рисков является макроэкономическое условие развития Удмуртской Республики и как следствие отсутствие официальных источников доходов у граждан, имеющих право на меры социальной поддержки.</w:t>
      </w:r>
    </w:p>
    <w:p w:rsidR="00F92C04" w:rsidRPr="00BD458C" w:rsidRDefault="00F92C04" w:rsidP="00BD458C">
      <w:pPr>
        <w:pStyle w:val="NormalWeb"/>
        <w:shd w:val="clear" w:color="auto" w:fill="FFFFFF"/>
        <w:jc w:val="both"/>
        <w:textAlignment w:val="baseline"/>
        <w:rPr>
          <w:color w:val="000000"/>
          <w:lang w:eastAsia="en-US"/>
        </w:rPr>
      </w:pPr>
      <w:r w:rsidRPr="00BD458C">
        <w:rPr>
          <w:color w:val="000000"/>
          <w:lang w:eastAsia="en-US"/>
        </w:rPr>
        <w:tab/>
        <w:t>Для минимизации социальных рисков будет осуществляться:</w:t>
      </w:r>
    </w:p>
    <w:p w:rsidR="00F92C04" w:rsidRPr="00BD458C" w:rsidRDefault="00F92C04" w:rsidP="00BD458C">
      <w:pPr>
        <w:pStyle w:val="NormalWeb"/>
        <w:shd w:val="clear" w:color="auto" w:fill="FFFFFF"/>
        <w:jc w:val="both"/>
        <w:textAlignment w:val="baseline"/>
        <w:rPr>
          <w:color w:val="000000"/>
          <w:lang w:eastAsia="en-US"/>
        </w:rPr>
      </w:pPr>
      <w:r w:rsidRPr="00BD458C">
        <w:rPr>
          <w:color w:val="000000"/>
          <w:lang w:eastAsia="en-US"/>
        </w:rPr>
        <w:t>- мониторинг исполнения действующего законодательства органами местного управления;</w:t>
      </w:r>
    </w:p>
    <w:p w:rsidR="00F92C04" w:rsidRPr="00BD458C" w:rsidRDefault="00F92C04" w:rsidP="00BD458C">
      <w:pPr>
        <w:pStyle w:val="NormalWeb"/>
        <w:shd w:val="clear" w:color="auto" w:fill="FFFFFF"/>
        <w:jc w:val="both"/>
        <w:textAlignment w:val="baseline"/>
        <w:rPr>
          <w:color w:val="000000"/>
          <w:lang w:eastAsia="en-US"/>
        </w:rPr>
      </w:pPr>
      <w:r w:rsidRPr="00BD458C">
        <w:rPr>
          <w:color w:val="000000"/>
          <w:lang w:eastAsia="en-US"/>
        </w:rPr>
        <w:t>- мониторинг и оценка предоставления мер социальной поддержки.</w:t>
      </w:r>
    </w:p>
    <w:p w:rsidR="00F92C04" w:rsidRPr="00BD458C" w:rsidRDefault="00F92C04" w:rsidP="00BD458C">
      <w:pPr>
        <w:pStyle w:val="NormalWeb"/>
        <w:shd w:val="clear" w:color="auto" w:fill="FFFFFF"/>
        <w:jc w:val="both"/>
        <w:textAlignment w:val="baseline"/>
        <w:rPr>
          <w:color w:val="000000"/>
          <w:lang w:eastAsia="en-US"/>
        </w:rPr>
      </w:pPr>
      <w:r w:rsidRPr="00BD458C">
        <w:rPr>
          <w:color w:val="000000"/>
          <w:lang w:eastAsia="en-US"/>
        </w:rPr>
        <w:tab/>
        <w:t>4. Непредвиденные риски.</w:t>
      </w:r>
    </w:p>
    <w:p w:rsidR="00F92C04" w:rsidRPr="00BD458C" w:rsidRDefault="00F92C04" w:rsidP="00BD458C">
      <w:pPr>
        <w:pStyle w:val="NormalWeb"/>
        <w:shd w:val="clear" w:color="auto" w:fill="FFFFFF"/>
        <w:jc w:val="both"/>
        <w:textAlignment w:val="baseline"/>
        <w:rPr>
          <w:color w:val="000000"/>
          <w:lang w:eastAsia="en-US"/>
        </w:rPr>
      </w:pPr>
      <w:r w:rsidRPr="00BD458C">
        <w:rPr>
          <w:color w:val="000000"/>
          <w:lang w:eastAsia="en-US"/>
        </w:rPr>
        <w:tab/>
        <w:t>Связаны с кризисными явлениями в экономике Российской Федерации, с природными и техногенными катастрофами. Возникновение непредвиденных рисков может привести к снижению бюджетных доходов, ухудшению динамики основных макроэкономических показателей, в том числе повышению инфляции, а также потребовать концентрации бюджетных средств на преодоление последствий таких катастроф.</w:t>
      </w:r>
    </w:p>
    <w:p w:rsidR="00F92C04" w:rsidRPr="00BD458C" w:rsidRDefault="00F92C04" w:rsidP="00BD458C">
      <w:pPr>
        <w:pStyle w:val="NormalWeb"/>
        <w:shd w:val="clear" w:color="auto" w:fill="FFFFFF"/>
        <w:jc w:val="both"/>
        <w:textAlignment w:val="baseline"/>
        <w:rPr>
          <w:color w:val="000000"/>
          <w:lang w:eastAsia="en-US"/>
        </w:rPr>
      </w:pPr>
      <w:r w:rsidRPr="00BD458C">
        <w:rPr>
          <w:color w:val="000000"/>
          <w:lang w:eastAsia="en-US"/>
        </w:rPr>
        <w:tab/>
        <w:t>5. Информационные риски.</w:t>
      </w:r>
    </w:p>
    <w:p w:rsidR="00F92C04" w:rsidRPr="00BD458C" w:rsidRDefault="00F92C04" w:rsidP="00BD458C">
      <w:pPr>
        <w:pStyle w:val="NormalWeb"/>
        <w:shd w:val="clear" w:color="auto" w:fill="FFFFFF"/>
        <w:jc w:val="both"/>
        <w:textAlignment w:val="baseline"/>
        <w:rPr>
          <w:color w:val="000000"/>
          <w:lang w:eastAsia="en-US"/>
        </w:rPr>
      </w:pPr>
      <w:r w:rsidRPr="00BD458C">
        <w:rPr>
          <w:color w:val="000000"/>
          <w:lang w:eastAsia="en-US"/>
        </w:rPr>
        <w:tab/>
        <w:t>Связаны с отсутствием или недостаточностью отчетной информации, используемой в ходе реализации подпрограммы. С целью минимизации информационных рисков в ходе реализации подпрограмм будет проводиться работа, направленная на:</w:t>
      </w:r>
    </w:p>
    <w:p w:rsidR="00F92C04" w:rsidRPr="00BD458C" w:rsidRDefault="00F92C04" w:rsidP="00BD458C">
      <w:pPr>
        <w:pStyle w:val="NormalWeb"/>
        <w:shd w:val="clear" w:color="auto" w:fill="FFFFFF"/>
        <w:jc w:val="both"/>
        <w:textAlignment w:val="baseline"/>
        <w:rPr>
          <w:color w:val="000000"/>
          <w:lang w:eastAsia="en-US"/>
        </w:rPr>
      </w:pPr>
      <w:r w:rsidRPr="00BD458C">
        <w:rPr>
          <w:color w:val="000000"/>
          <w:lang w:eastAsia="en-US"/>
        </w:rPr>
        <w:t>- совершенствование форм статистического наблюдения в сфере реализации муниципальной программы, в целях повышения их полноты и информационной полезности;</w:t>
      </w:r>
    </w:p>
    <w:p w:rsidR="00F92C04" w:rsidRPr="00BD458C" w:rsidRDefault="00F92C04" w:rsidP="00BD458C">
      <w:pPr>
        <w:pStyle w:val="NormalWeb"/>
        <w:shd w:val="clear" w:color="auto" w:fill="FFFFFF"/>
        <w:jc w:val="both"/>
        <w:textAlignment w:val="baseline"/>
        <w:rPr>
          <w:color w:val="000000"/>
          <w:lang w:eastAsia="en-US"/>
        </w:rPr>
      </w:pPr>
      <w:r w:rsidRPr="00BD458C">
        <w:rPr>
          <w:color w:val="000000"/>
          <w:lang w:eastAsia="en-US"/>
        </w:rPr>
        <w:t>- мониторинг и оценку исполнения целевых показателей муниципальной программы.</w:t>
      </w:r>
    </w:p>
    <w:p w:rsidR="00F92C04" w:rsidRPr="00BD458C" w:rsidRDefault="00F92C04" w:rsidP="00BD458C">
      <w:pPr>
        <w:pStyle w:val="NormalWeb"/>
        <w:shd w:val="clear" w:color="auto" w:fill="FFFFFF"/>
        <w:jc w:val="both"/>
        <w:textAlignment w:val="baseline"/>
        <w:rPr>
          <w:color w:val="000000"/>
          <w:lang w:eastAsia="en-US"/>
        </w:rPr>
      </w:pPr>
      <w:r w:rsidRPr="00BD458C">
        <w:rPr>
          <w:color w:val="000000"/>
          <w:lang w:eastAsia="en-US"/>
        </w:rPr>
        <w:tab/>
        <w:t>В целом, способом ограничения рисков будет являться мониторинг эффективности проводимых мероприятий, ежегодная корректировка целевых показателей в зависимости от достигнутых результатов.</w:t>
      </w:r>
    </w:p>
    <w:p w:rsidR="00F92C04" w:rsidRPr="00BD458C" w:rsidRDefault="00F92C04" w:rsidP="00BD458C">
      <w:pPr>
        <w:pStyle w:val="NormalWeb"/>
        <w:shd w:val="clear" w:color="auto" w:fill="FFFFFF"/>
        <w:jc w:val="both"/>
        <w:textAlignment w:val="baseline"/>
        <w:rPr>
          <w:color w:val="000000"/>
          <w:lang w:eastAsia="en-US"/>
        </w:rPr>
      </w:pPr>
      <w:r w:rsidRPr="00BD458C">
        <w:rPr>
          <w:color w:val="000000"/>
          <w:lang w:eastAsia="en-US"/>
        </w:rPr>
        <w:tab/>
        <w:t xml:space="preserve">Прямое экономическое регулирование предполагается осуществлять путем использования финансирования мероприятий по социальной поддержке семей с детьми в формах субвенций и субсидий, обеспечивающих предоставление населению различных мер социальной поддержки, а также путем индексации размеров социальной поддержки в соответствии с нормами законодательства. </w:t>
      </w:r>
    </w:p>
    <w:p w:rsidR="00F92C04" w:rsidRPr="00BD458C" w:rsidRDefault="00F92C04" w:rsidP="00BD458C">
      <w:pPr>
        <w:pStyle w:val="NormalWeb"/>
        <w:shd w:val="clear" w:color="auto" w:fill="FFFFFF"/>
        <w:jc w:val="both"/>
        <w:textAlignment w:val="baseline"/>
        <w:rPr>
          <w:color w:val="000000"/>
          <w:lang w:eastAsia="en-US"/>
        </w:rPr>
      </w:pPr>
      <w:r w:rsidRPr="00BD458C">
        <w:rPr>
          <w:color w:val="000000"/>
          <w:lang w:eastAsia="en-US"/>
        </w:rPr>
        <w:t xml:space="preserve">          В целом, способом ограничения рисков будет являться мониторинг эффективности проводимых мероприятий, ежегодная корректировка целевых показателей в зависимости от достигнутых результатов.</w:t>
      </w:r>
    </w:p>
    <w:p w:rsidR="00F92C04" w:rsidRPr="00BD458C" w:rsidRDefault="00F92C04" w:rsidP="00BD458C">
      <w:pPr>
        <w:pStyle w:val="NormalWeb"/>
        <w:shd w:val="clear" w:color="auto" w:fill="FFFFFF"/>
        <w:jc w:val="both"/>
        <w:textAlignment w:val="baseline"/>
        <w:rPr>
          <w:color w:val="000000"/>
          <w:lang w:eastAsia="en-US"/>
        </w:rPr>
      </w:pPr>
      <w:r w:rsidRPr="00BD458C">
        <w:rPr>
          <w:color w:val="000000"/>
          <w:lang w:eastAsia="en-US"/>
        </w:rPr>
        <w:t xml:space="preserve">         Прямое экономическое регулирование предполагается осуществлять путем использования финансирования мероприятий по социальной поддержке семей с детьми в формах субвенций и субсидий, обеспечивающих представление населению различных мер социальной поддержки, а также путем индексации размеров социальной поддержки в соответствии с нормами законодательства. </w:t>
      </w:r>
    </w:p>
    <w:p w:rsidR="00F92C04" w:rsidRPr="00BD458C" w:rsidRDefault="00F92C04" w:rsidP="00BD458C">
      <w:pPr>
        <w:keepNext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92C04" w:rsidRPr="001D4B24" w:rsidRDefault="00F92C04" w:rsidP="00BD458C">
      <w:pPr>
        <w:keepNext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D4B24">
        <w:rPr>
          <w:rFonts w:ascii="Times New Roman" w:hAnsi="Times New Roman"/>
          <w:b/>
          <w:color w:val="000000"/>
          <w:sz w:val="24"/>
          <w:szCs w:val="24"/>
        </w:rPr>
        <w:t>11. Конечные результаты и оценка эффективности</w:t>
      </w:r>
    </w:p>
    <w:p w:rsidR="00F92C04" w:rsidRPr="00BD458C" w:rsidRDefault="00F92C04" w:rsidP="00BD458C">
      <w:pPr>
        <w:keepNext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92C04" w:rsidRPr="00BD458C" w:rsidRDefault="00F92C04" w:rsidP="00BD458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 xml:space="preserve">         Реализация мероприятий подпрограммы направлена в первую очередь на получение социальной эффективности.</w:t>
      </w:r>
    </w:p>
    <w:p w:rsidR="00F92C04" w:rsidRPr="00BD458C" w:rsidRDefault="00F92C04" w:rsidP="00BD458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 xml:space="preserve">         В соответствии с Порядком разработки, утверждения, реализации и мониторинга муниципальных программ муниципального образования «Можгинский район», утвержденным постановлением Администрации муниципального образования «Можгинский район» от 24.09.2013 года № 1316, оценка эффективности Программы будет осуществляться путем сопоставления достигнутых в ходе ее реализации результатов с целевыми индикаторами и показателями эффективности реализации Программы.</w:t>
      </w:r>
    </w:p>
    <w:p w:rsidR="00F92C04" w:rsidRPr="00BD458C" w:rsidRDefault="00F92C04" w:rsidP="00BD458C">
      <w:pPr>
        <w:spacing w:after="0" w:line="240" w:lineRule="auto"/>
        <w:ind w:left="-120" w:firstLine="480"/>
        <w:jc w:val="both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 xml:space="preserve">  Реализация мероприятий, предусмотренных подпрограммой, позволит:</w:t>
      </w:r>
    </w:p>
    <w:p w:rsidR="00F92C04" w:rsidRPr="00BD458C" w:rsidRDefault="00F92C04" w:rsidP="00BD458C">
      <w:pPr>
        <w:spacing w:after="0" w:line="240" w:lineRule="auto"/>
        <w:ind w:left="-120" w:firstLine="480"/>
        <w:jc w:val="both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>- улучшить предоставление социальной поддержки семьям с детьми;</w:t>
      </w:r>
    </w:p>
    <w:p w:rsidR="00F92C04" w:rsidRPr="00BD458C" w:rsidRDefault="00F92C04" w:rsidP="00BD458C">
      <w:pPr>
        <w:spacing w:after="0" w:line="240" w:lineRule="auto"/>
        <w:ind w:left="-120" w:firstLine="480"/>
        <w:jc w:val="both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>- улучшить основные показатели положения семьи и детей, оказавшихся в трудной жизненной ситуации;</w:t>
      </w:r>
    </w:p>
    <w:p w:rsidR="00F92C04" w:rsidRPr="00BD458C" w:rsidRDefault="00F92C04" w:rsidP="00BD458C">
      <w:pPr>
        <w:spacing w:after="0" w:line="240" w:lineRule="auto"/>
        <w:ind w:left="-120" w:firstLine="480"/>
        <w:jc w:val="both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>- улучшить эффективность работы по предупреждению семейного неблагополучия и систему профилактики безнадзорности и правонарушений несовершеннолетних, пропаганду семейных ценностей.</w:t>
      </w:r>
    </w:p>
    <w:p w:rsidR="00F92C04" w:rsidRPr="00BD458C" w:rsidRDefault="00F92C04" w:rsidP="00BD458C">
      <w:pPr>
        <w:pStyle w:val="NormalWeb"/>
        <w:shd w:val="clear" w:color="auto" w:fill="FFFFFF"/>
        <w:jc w:val="both"/>
        <w:textAlignment w:val="baseline"/>
        <w:rPr>
          <w:color w:val="000000"/>
          <w:lang w:eastAsia="en-US"/>
        </w:rPr>
      </w:pPr>
      <w:r w:rsidRPr="00BD458C">
        <w:rPr>
          <w:color w:val="000000"/>
          <w:lang w:eastAsia="en-US"/>
        </w:rPr>
        <w:t xml:space="preserve">         Оценка эффективности реализации муниципальной подпрограммы проводится ежегодно на основе оценки степени достижения целей и решения задач подпрограммы,  целевых показателей, исходя из соответствия фактических значений показателей, достигнутых в отчетном году, с их целевыми значениями, а также уровнем использования средств, предусмотренных в целях финансирования мероприятий муниципальной подпрограммы.</w:t>
      </w:r>
    </w:p>
    <w:p w:rsidR="00F92C04" w:rsidRPr="00BD458C" w:rsidRDefault="00F92C04" w:rsidP="00BD458C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92C04" w:rsidRPr="00BD458C" w:rsidRDefault="00F92C04" w:rsidP="00BD458C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92C04" w:rsidRPr="003059E2" w:rsidRDefault="00F92C04" w:rsidP="003059E2">
      <w:pPr>
        <w:spacing w:after="0" w:line="240" w:lineRule="auto"/>
        <w:jc w:val="center"/>
        <w:rPr>
          <w:b/>
          <w:color w:val="000000"/>
          <w:szCs w:val="24"/>
        </w:rPr>
      </w:pPr>
    </w:p>
    <w:p w:rsidR="00F92C04" w:rsidRPr="00AE0C6C" w:rsidRDefault="00F92C04" w:rsidP="003059E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AE0C6C">
        <w:rPr>
          <w:rFonts w:ascii="Times New Roman" w:hAnsi="Times New Roman"/>
          <w:b/>
          <w:color w:val="000000"/>
          <w:sz w:val="24"/>
          <w:szCs w:val="24"/>
        </w:rPr>
        <w:t>2.2.  Подпрограмма</w:t>
      </w:r>
    </w:p>
    <w:p w:rsidR="00F92C04" w:rsidRDefault="00F92C04" w:rsidP="003059E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AE0C6C">
        <w:rPr>
          <w:rFonts w:ascii="Times New Roman" w:hAnsi="Times New Roman"/>
          <w:b/>
          <w:color w:val="000000"/>
          <w:sz w:val="24"/>
          <w:szCs w:val="24"/>
        </w:rPr>
        <w:t>«Обеспечение жильем отдельных категорий граждан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в Можгинском районе»</w:t>
      </w:r>
    </w:p>
    <w:p w:rsidR="00F92C04" w:rsidRPr="00AE0C6C" w:rsidRDefault="00F92C04" w:rsidP="003059E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AE0C6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F92C04" w:rsidRPr="00AE0C6C" w:rsidRDefault="00F92C04" w:rsidP="003059E2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color w:val="000000"/>
          <w:sz w:val="24"/>
          <w:szCs w:val="24"/>
        </w:rPr>
      </w:pPr>
      <w:r w:rsidRPr="00AE0C6C">
        <w:rPr>
          <w:rFonts w:ascii="Times New Roman" w:hAnsi="Times New Roman"/>
          <w:color w:val="000000"/>
          <w:sz w:val="24"/>
          <w:szCs w:val="24"/>
        </w:rPr>
        <w:t>ПАСПОРТ</w:t>
      </w:r>
    </w:p>
    <w:p w:rsidR="00F92C04" w:rsidRPr="00AE0C6C" w:rsidRDefault="00F92C04" w:rsidP="003059E2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color w:val="000000"/>
          <w:sz w:val="24"/>
          <w:szCs w:val="24"/>
        </w:rPr>
      </w:pPr>
      <w:r w:rsidRPr="00AE0C6C">
        <w:rPr>
          <w:rFonts w:ascii="Times New Roman" w:hAnsi="Times New Roman"/>
          <w:color w:val="000000"/>
          <w:sz w:val="24"/>
          <w:szCs w:val="24"/>
        </w:rPr>
        <w:t xml:space="preserve"> муниципальной подпрограммы </w:t>
      </w:r>
    </w:p>
    <w:p w:rsidR="00F92C04" w:rsidRPr="003059E2" w:rsidRDefault="00F92C04" w:rsidP="003059E2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10424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984"/>
        <w:gridCol w:w="7440"/>
      </w:tblGrid>
      <w:tr w:rsidR="00F92C04" w:rsidRPr="003059E2" w:rsidTr="00C35066">
        <w:trPr>
          <w:trHeight w:val="360"/>
        </w:trPr>
        <w:tc>
          <w:tcPr>
            <w:tcW w:w="2984" w:type="dxa"/>
          </w:tcPr>
          <w:p w:rsidR="00F92C04" w:rsidRPr="003059E2" w:rsidRDefault="00F92C04" w:rsidP="003059E2">
            <w:pPr>
              <w:snapToGrid w:val="0"/>
              <w:spacing w:after="0" w:line="240" w:lineRule="auto"/>
              <w:ind w:firstLine="2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муниципальной подпрограммы</w:t>
            </w:r>
          </w:p>
        </w:tc>
        <w:tc>
          <w:tcPr>
            <w:tcW w:w="7440" w:type="dxa"/>
            <w:vAlign w:val="center"/>
          </w:tcPr>
          <w:p w:rsidR="00F92C04" w:rsidRPr="003059E2" w:rsidRDefault="00F92C04" w:rsidP="003059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жильем отдельных категорий граждан в Можгинском районе</w:t>
            </w:r>
          </w:p>
        </w:tc>
      </w:tr>
      <w:tr w:rsidR="00F92C04" w:rsidRPr="003059E2" w:rsidTr="00C35066">
        <w:trPr>
          <w:trHeight w:val="360"/>
        </w:trPr>
        <w:tc>
          <w:tcPr>
            <w:tcW w:w="2984" w:type="dxa"/>
          </w:tcPr>
          <w:p w:rsidR="00F92C04" w:rsidRPr="003059E2" w:rsidRDefault="00F92C04" w:rsidP="003059E2">
            <w:pPr>
              <w:snapToGrid w:val="0"/>
              <w:spacing w:after="0" w:line="240" w:lineRule="auto"/>
              <w:ind w:firstLine="2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Координатор</w:t>
            </w:r>
          </w:p>
        </w:tc>
        <w:tc>
          <w:tcPr>
            <w:tcW w:w="7440" w:type="dxa"/>
            <w:vAlign w:val="center"/>
          </w:tcPr>
          <w:p w:rsidR="00F92C04" w:rsidRPr="003059E2" w:rsidRDefault="00F92C04" w:rsidP="003059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главы Администрации муниципального образования «Можгинский район» по социальным вопросам</w:t>
            </w:r>
          </w:p>
        </w:tc>
      </w:tr>
      <w:tr w:rsidR="00F92C04" w:rsidRPr="003059E2" w:rsidTr="00C35066">
        <w:trPr>
          <w:trHeight w:val="360"/>
        </w:trPr>
        <w:tc>
          <w:tcPr>
            <w:tcW w:w="2984" w:type="dxa"/>
          </w:tcPr>
          <w:p w:rsidR="00F92C04" w:rsidRPr="003059E2" w:rsidRDefault="00F92C04" w:rsidP="003059E2">
            <w:pPr>
              <w:snapToGrid w:val="0"/>
              <w:spacing w:after="0" w:line="240" w:lineRule="auto"/>
              <w:ind w:firstLine="2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исполнитель муниципальной подпрограммы </w:t>
            </w:r>
          </w:p>
        </w:tc>
        <w:tc>
          <w:tcPr>
            <w:tcW w:w="7440" w:type="dxa"/>
            <w:vAlign w:val="center"/>
          </w:tcPr>
          <w:p w:rsidR="00F92C04" w:rsidRPr="003059E2" w:rsidRDefault="00F92C04" w:rsidP="003059E2">
            <w:pPr>
              <w:pStyle w:val="Standard"/>
              <w:numPr>
                <w:ilvl w:val="0"/>
                <w:numId w:val="22"/>
              </w:numPr>
              <w:tabs>
                <w:tab w:val="clear" w:pos="417"/>
                <w:tab w:val="num" w:pos="0"/>
              </w:tabs>
              <w:ind w:left="0" w:firstLine="63"/>
              <w:rPr>
                <w:kern w:val="0"/>
                <w:lang w:val="ru-RU" w:eastAsia="en-US" w:bidi="ar-SA"/>
              </w:rPr>
            </w:pPr>
            <w:r w:rsidRPr="003059E2">
              <w:rPr>
                <w:kern w:val="0"/>
                <w:lang w:val="ru-RU" w:eastAsia="en-US" w:bidi="ar-SA"/>
              </w:rPr>
              <w:t>Сектор по жилищным вопросам и жилищным субсидиям отдела строительства архитектуры и ЖКХ</w:t>
            </w:r>
          </w:p>
          <w:p w:rsidR="00F92C04" w:rsidRPr="003059E2" w:rsidRDefault="00F92C04" w:rsidP="003059E2">
            <w:pPr>
              <w:pStyle w:val="Standard"/>
              <w:numPr>
                <w:ilvl w:val="0"/>
                <w:numId w:val="22"/>
              </w:numPr>
              <w:tabs>
                <w:tab w:val="clear" w:pos="417"/>
                <w:tab w:val="num" w:pos="0"/>
              </w:tabs>
              <w:ind w:left="0" w:firstLine="63"/>
              <w:rPr>
                <w:kern w:val="0"/>
                <w:lang w:val="ru-RU" w:eastAsia="en-US" w:bidi="ar-SA"/>
              </w:rPr>
            </w:pPr>
            <w:r w:rsidRPr="003059E2">
              <w:rPr>
                <w:kern w:val="0"/>
                <w:lang w:val="ru-RU" w:eastAsia="en-US" w:bidi="ar-SA"/>
              </w:rPr>
              <w:t>Отдел по делам семьи, демографии и охране прав детства</w:t>
            </w:r>
          </w:p>
        </w:tc>
      </w:tr>
      <w:tr w:rsidR="00F92C04" w:rsidRPr="003059E2" w:rsidTr="00C35066">
        <w:trPr>
          <w:trHeight w:val="360"/>
        </w:trPr>
        <w:tc>
          <w:tcPr>
            <w:tcW w:w="2984" w:type="dxa"/>
          </w:tcPr>
          <w:p w:rsidR="00F92C04" w:rsidRPr="003059E2" w:rsidRDefault="00F92C04" w:rsidP="003059E2">
            <w:pPr>
              <w:snapToGrid w:val="0"/>
              <w:spacing w:after="0" w:line="240" w:lineRule="auto"/>
              <w:ind w:firstLine="2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Соисполнители муниципальной подпрограммы </w:t>
            </w:r>
          </w:p>
        </w:tc>
        <w:tc>
          <w:tcPr>
            <w:tcW w:w="7440" w:type="dxa"/>
          </w:tcPr>
          <w:p w:rsidR="00F92C04" w:rsidRPr="003059E2" w:rsidRDefault="00F92C04" w:rsidP="003059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Отсутствуют </w:t>
            </w:r>
          </w:p>
          <w:p w:rsidR="00F92C04" w:rsidRPr="003059E2" w:rsidRDefault="00F92C04" w:rsidP="003059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92C04" w:rsidRPr="003059E2" w:rsidTr="00C35066">
        <w:trPr>
          <w:trHeight w:val="360"/>
        </w:trPr>
        <w:tc>
          <w:tcPr>
            <w:tcW w:w="2984" w:type="dxa"/>
          </w:tcPr>
          <w:p w:rsidR="00F92C04" w:rsidRPr="003059E2" w:rsidRDefault="00F92C04" w:rsidP="003059E2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Цели муниципальной подпрограммы </w:t>
            </w:r>
          </w:p>
        </w:tc>
        <w:tc>
          <w:tcPr>
            <w:tcW w:w="7440" w:type="dxa"/>
            <w:vAlign w:val="center"/>
          </w:tcPr>
          <w:p w:rsidR="00F92C04" w:rsidRPr="003059E2" w:rsidRDefault="00F92C04" w:rsidP="00305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жильем отдельных категорий граждан</w:t>
            </w:r>
          </w:p>
          <w:p w:rsidR="00F92C04" w:rsidRPr="003059E2" w:rsidRDefault="00F92C04" w:rsidP="00305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92C04" w:rsidRPr="003059E2" w:rsidTr="00C35066">
        <w:trPr>
          <w:trHeight w:val="360"/>
        </w:trPr>
        <w:tc>
          <w:tcPr>
            <w:tcW w:w="2984" w:type="dxa"/>
          </w:tcPr>
          <w:p w:rsidR="00F92C04" w:rsidRPr="003059E2" w:rsidRDefault="00F92C04" w:rsidP="003059E2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Задачи муниципальной </w:t>
            </w:r>
          </w:p>
          <w:p w:rsidR="00F92C04" w:rsidRPr="003059E2" w:rsidRDefault="00F92C04" w:rsidP="003059E2">
            <w:pPr>
              <w:snapToGrid w:val="0"/>
              <w:spacing w:after="0" w:line="240" w:lineRule="auto"/>
              <w:ind w:firstLine="2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подпрограммы</w:t>
            </w:r>
          </w:p>
        </w:tc>
        <w:tc>
          <w:tcPr>
            <w:tcW w:w="7440" w:type="dxa"/>
          </w:tcPr>
          <w:p w:rsidR="00F92C04" w:rsidRPr="003059E2" w:rsidRDefault="00F92C04" w:rsidP="003059E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1. Оказание информационной и организационной поддержки по привлечению к участию в подпрограмме граждан, имеющих возможность приобрести жилье с помощью собственных, заемных средств, а также социальных выплат и субсидий на приобретение жилья</w:t>
            </w:r>
          </w:p>
          <w:p w:rsidR="00F92C04" w:rsidRPr="003059E2" w:rsidRDefault="00F92C04" w:rsidP="003059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2. Признание граждан в качестве нуждающихся в улучшении жилищных условий</w:t>
            </w:r>
          </w:p>
          <w:p w:rsidR="00F92C04" w:rsidRPr="003059E2" w:rsidRDefault="00F92C04" w:rsidP="003059E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3. Подготовка, оформление и выдача документов о предоставлении мер государственной поддержки с целью улучшения жилищных условий граждан</w:t>
            </w:r>
          </w:p>
        </w:tc>
      </w:tr>
      <w:tr w:rsidR="00F92C04" w:rsidRPr="003059E2" w:rsidTr="00C35066">
        <w:trPr>
          <w:trHeight w:val="360"/>
        </w:trPr>
        <w:tc>
          <w:tcPr>
            <w:tcW w:w="2984" w:type="dxa"/>
          </w:tcPr>
          <w:p w:rsidR="00F92C04" w:rsidRPr="003059E2" w:rsidRDefault="00F92C04" w:rsidP="003059E2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Сроки и этапы реализации</w:t>
            </w:r>
          </w:p>
          <w:p w:rsidR="00F92C04" w:rsidRPr="003059E2" w:rsidRDefault="00F92C04" w:rsidP="003059E2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подпрограммы </w:t>
            </w:r>
          </w:p>
        </w:tc>
        <w:tc>
          <w:tcPr>
            <w:tcW w:w="7440" w:type="dxa"/>
          </w:tcPr>
          <w:p w:rsidR="00F92C04" w:rsidRDefault="00F92C04" w:rsidP="003059E2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Срок реализации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подпрограммы </w:t>
            </w: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2015 – 2020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годы</w:t>
            </w:r>
          </w:p>
          <w:p w:rsidR="00F92C04" w:rsidRPr="003059E2" w:rsidRDefault="00F92C04" w:rsidP="00436C23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</w:t>
            </w: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тапы не выделяют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ся</w:t>
            </w:r>
          </w:p>
        </w:tc>
      </w:tr>
      <w:tr w:rsidR="00F92C04" w:rsidRPr="003059E2" w:rsidTr="00C35066">
        <w:trPr>
          <w:trHeight w:val="360"/>
        </w:trPr>
        <w:tc>
          <w:tcPr>
            <w:tcW w:w="2984" w:type="dxa"/>
          </w:tcPr>
          <w:p w:rsidR="00F92C04" w:rsidRPr="003059E2" w:rsidRDefault="00F92C04" w:rsidP="003059E2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Целевые показатели муниципальной подпрограммы </w:t>
            </w:r>
          </w:p>
        </w:tc>
        <w:tc>
          <w:tcPr>
            <w:tcW w:w="7440" w:type="dxa"/>
          </w:tcPr>
          <w:p w:rsidR="00F92C04" w:rsidRDefault="00F92C04" w:rsidP="003059E2">
            <w:pPr>
              <w:spacing w:after="0" w:line="240" w:lineRule="auto"/>
              <w:ind w:right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</w:t>
            </w: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граждан, в т.ч. молодых семей и молодых специалистов, улучшивших жилищные условия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по ФЦП «Устойчивое развитие сельских территорий на 2014-2017 годы и период до 2020 года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количество семей</w:t>
            </w:r>
          </w:p>
          <w:p w:rsidR="00F92C04" w:rsidRDefault="00F92C04" w:rsidP="003059E2">
            <w:pPr>
              <w:spacing w:after="0" w:line="240" w:lineRule="auto"/>
              <w:ind w:right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</w:t>
            </w: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Освоение денежных средств на обеспечение жильем граждан, в т.ч. молодых семей и молодых специалистов, улучшивших жилищные условия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по ФЦП «Устойчивое развитие сельских территорий на 2014-2017 годы и период до 2020 года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%</w:t>
            </w:r>
          </w:p>
          <w:p w:rsidR="00F92C04" w:rsidRDefault="00F92C04" w:rsidP="003059E2">
            <w:pPr>
              <w:spacing w:after="0" w:line="240" w:lineRule="auto"/>
              <w:ind w:right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</w:t>
            </w: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ветеранов, инвалидов и семей, имеющих детей-инвалидов, улучшивших жилищные условия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человек</w:t>
            </w:r>
          </w:p>
          <w:p w:rsidR="00F92C04" w:rsidRDefault="00F92C04" w:rsidP="003059E2">
            <w:pPr>
              <w:spacing w:after="0" w:line="240" w:lineRule="auto"/>
              <w:ind w:right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 </w:t>
            </w: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Освоение денежных средств на обеспечение жильем ветеранов, инвалидов и семей, имеющих детей-инвалидов, улучшивших жилищные условия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%</w:t>
            </w:r>
          </w:p>
          <w:p w:rsidR="00F92C04" w:rsidRDefault="00F92C04" w:rsidP="003059E2">
            <w:pPr>
              <w:spacing w:after="0" w:line="240" w:lineRule="auto"/>
              <w:ind w:right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5. </w:t>
            </w: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многодетных семей, улучшивших жилищные условия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количество семей</w:t>
            </w:r>
          </w:p>
          <w:p w:rsidR="00F92C04" w:rsidRDefault="00F92C04" w:rsidP="003059E2">
            <w:pPr>
              <w:spacing w:after="0" w:line="240" w:lineRule="auto"/>
              <w:ind w:right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 </w:t>
            </w: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Освоение денежных средств на обеспечение жильем многодетных семей, улучшивших жилищные условия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%</w:t>
            </w:r>
          </w:p>
          <w:p w:rsidR="00F92C04" w:rsidRDefault="00F92C04" w:rsidP="0012470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7. </w:t>
            </w:r>
            <w:r w:rsidRPr="00124708">
              <w:rPr>
                <w:rFonts w:ascii="Times New Roman" w:hAnsi="Times New Roman"/>
                <w:color w:val="000000"/>
                <w:szCs w:val="24"/>
              </w:rPr>
              <w:t>Количество молодых семей, улучшивших жилищные условия</w:t>
            </w:r>
            <w:r>
              <w:rPr>
                <w:rFonts w:ascii="Times New Roman" w:hAnsi="Times New Roman"/>
                <w:color w:val="000000"/>
                <w:szCs w:val="24"/>
              </w:rPr>
              <w:t xml:space="preserve"> по </w:t>
            </w: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ФЦП «Жилище» на 2011-2015 годы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количество семей</w:t>
            </w:r>
          </w:p>
          <w:p w:rsidR="00F92C04" w:rsidRDefault="00F92C04" w:rsidP="0012470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8. </w:t>
            </w: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Освоение денежных средств на обеспечение жильем молодых семей, улучшивших жилищные условия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Cs w:val="24"/>
              </w:rPr>
              <w:t xml:space="preserve">по </w:t>
            </w: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ФЦП «Жилище» на 2011-2015 годы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%</w:t>
            </w:r>
          </w:p>
          <w:p w:rsidR="00F92C04" w:rsidRDefault="00F92C04" w:rsidP="0012470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9. </w:t>
            </w: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детей-сирот и детей, оставшихся без попечения родителей, лиц из их числа в возрасте от 18 до 23 лет, детей и лиц из их числа, улучшивших жилищные условия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человек</w:t>
            </w:r>
          </w:p>
          <w:p w:rsidR="00F92C04" w:rsidRDefault="00F92C04" w:rsidP="0012470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10. </w:t>
            </w: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Освоение денежных средств на обеспечение жильем детей-сирот и детей, оставшихся без попечения родителей, лиц из их числа в возрасте от 18 до 23 лет, детей и лиц из их числа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%</w:t>
            </w:r>
          </w:p>
          <w:p w:rsidR="00F92C04" w:rsidRPr="003059E2" w:rsidRDefault="00F92C04" w:rsidP="003059E2">
            <w:pPr>
              <w:spacing w:after="0" w:line="240" w:lineRule="auto"/>
              <w:ind w:right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92C04" w:rsidRPr="003059E2" w:rsidTr="00C35066">
        <w:trPr>
          <w:trHeight w:val="360"/>
        </w:trPr>
        <w:tc>
          <w:tcPr>
            <w:tcW w:w="2984" w:type="dxa"/>
          </w:tcPr>
          <w:p w:rsidR="00F92C04" w:rsidRPr="003059E2" w:rsidRDefault="00F92C04" w:rsidP="00904175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Ресурсное обеспечение за счет средств бюджета муниципального образования «Можгинский район»</w:t>
            </w:r>
          </w:p>
          <w:p w:rsidR="00F92C04" w:rsidRPr="003059E2" w:rsidRDefault="00F92C04" w:rsidP="00904175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40" w:type="dxa"/>
            <w:vAlign w:val="center"/>
          </w:tcPr>
          <w:p w:rsidR="00F92C04" w:rsidRPr="00804052" w:rsidRDefault="00F92C04" w:rsidP="005029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40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Объем бюджетных ассигнований на реализацию               </w:t>
            </w:r>
          </w:p>
          <w:p w:rsidR="00F92C04" w:rsidRPr="003059E2" w:rsidRDefault="00F92C04" w:rsidP="005029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муниципальной</w:t>
            </w:r>
            <w:r w:rsidRPr="008040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</w:t>
            </w:r>
            <w:r w:rsidRPr="008040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программы за счет средств бюджета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 образования «Можгинский район»  </w:t>
            </w:r>
            <w:r w:rsidRPr="00804052">
              <w:rPr>
                <w:rFonts w:ascii="Times New Roman" w:hAnsi="Times New Roman"/>
                <w:color w:val="000000"/>
                <w:sz w:val="24"/>
                <w:szCs w:val="24"/>
              </w:rPr>
              <w:t>составит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11 625,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тыс.рублей, в том числе по годам: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152"/>
              <w:gridCol w:w="1388"/>
              <w:gridCol w:w="1843"/>
              <w:gridCol w:w="2693"/>
            </w:tblGrid>
            <w:tr w:rsidR="00F92C04" w:rsidRPr="003059E2" w:rsidTr="0050290D">
              <w:tc>
                <w:tcPr>
                  <w:tcW w:w="1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2C04" w:rsidRPr="0050290D" w:rsidRDefault="00F92C04" w:rsidP="005029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50290D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Год</w:t>
                  </w:r>
                </w:p>
                <w:p w:rsidR="00F92C04" w:rsidRPr="0050290D" w:rsidRDefault="00F92C04" w:rsidP="005029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2C04" w:rsidRPr="0050290D" w:rsidRDefault="00F92C04" w:rsidP="005029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50290D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Всего, тыс. руб.</w:t>
                  </w:r>
                </w:p>
                <w:p w:rsidR="00F92C04" w:rsidRPr="0050290D" w:rsidRDefault="00F92C04" w:rsidP="005029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2C04" w:rsidRPr="0050290D" w:rsidRDefault="00F92C04" w:rsidP="005029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50290D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субвенции из бюджета Удмуртской Республики, тыс. руб.</w:t>
                  </w:r>
                </w:p>
                <w:p w:rsidR="00F92C04" w:rsidRPr="0050290D" w:rsidRDefault="00F92C04" w:rsidP="005029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2C04" w:rsidRPr="0050290D" w:rsidRDefault="00F92C04" w:rsidP="005029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50290D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Собственные средства бюджета муниципального образования «Можгинский район»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, тыс.руб.</w:t>
                  </w:r>
                </w:p>
              </w:tc>
            </w:tr>
            <w:tr w:rsidR="00F92C04" w:rsidRPr="003059E2" w:rsidTr="0050290D">
              <w:tc>
                <w:tcPr>
                  <w:tcW w:w="1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2C04" w:rsidRPr="003059E2" w:rsidRDefault="00F92C04" w:rsidP="00904175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3059E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2C04" w:rsidRPr="003059E2" w:rsidRDefault="00F92C04" w:rsidP="00904175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3059E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3 530,3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2C04" w:rsidRPr="003059E2" w:rsidRDefault="00F92C04" w:rsidP="00904175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3059E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3 530,3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2C04" w:rsidRPr="003059E2" w:rsidRDefault="00F92C04" w:rsidP="00904175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3059E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F92C04" w:rsidRPr="003059E2" w:rsidTr="0050290D">
              <w:tc>
                <w:tcPr>
                  <w:tcW w:w="1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2C04" w:rsidRPr="006215E9" w:rsidRDefault="00F92C04" w:rsidP="00904175">
                  <w:pPr>
                    <w:spacing w:after="0" w:line="240" w:lineRule="auto"/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</w:pPr>
                  <w:r w:rsidRPr="006215E9"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2C04" w:rsidRPr="006215E9" w:rsidRDefault="00F92C04" w:rsidP="00904175">
                  <w:pPr>
                    <w:spacing w:after="0" w:line="240" w:lineRule="auto"/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</w:pPr>
                  <w:r w:rsidRPr="006215E9"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  <w:t>3 530,3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2C04" w:rsidRPr="006215E9" w:rsidRDefault="00F92C04" w:rsidP="00904175">
                  <w:pPr>
                    <w:spacing w:after="0" w:line="240" w:lineRule="auto"/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</w:pPr>
                  <w:r w:rsidRPr="006215E9"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  <w:t>3 530,3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2C04" w:rsidRPr="003059E2" w:rsidRDefault="00F92C04" w:rsidP="00904175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3059E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F92C04" w:rsidRPr="003059E2" w:rsidTr="0050290D">
              <w:tc>
                <w:tcPr>
                  <w:tcW w:w="1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2C04" w:rsidRPr="003059E2" w:rsidRDefault="00F92C04" w:rsidP="00904175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3059E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2C04" w:rsidRPr="003059E2" w:rsidRDefault="00F92C04" w:rsidP="00904175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3059E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1 059,1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2C04" w:rsidRPr="003059E2" w:rsidRDefault="00F92C04" w:rsidP="00904175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3059E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1 059,1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2C04" w:rsidRPr="003059E2" w:rsidRDefault="00F92C04" w:rsidP="00904175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3059E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F92C04" w:rsidRPr="003059E2" w:rsidTr="0050290D">
              <w:tc>
                <w:tcPr>
                  <w:tcW w:w="1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2C04" w:rsidRPr="003059E2" w:rsidRDefault="00F92C04" w:rsidP="00904175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3059E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2C04" w:rsidRPr="003059E2" w:rsidRDefault="00F92C04" w:rsidP="00904175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1 112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2C04" w:rsidRPr="003059E2" w:rsidRDefault="00F92C04" w:rsidP="00C3506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3059E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1 112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2C04" w:rsidRPr="003059E2" w:rsidRDefault="00F92C04" w:rsidP="00904175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3059E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F92C04" w:rsidRPr="003059E2" w:rsidTr="0050290D">
              <w:tc>
                <w:tcPr>
                  <w:tcW w:w="1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2C04" w:rsidRPr="003059E2" w:rsidRDefault="00F92C04" w:rsidP="00904175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3059E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2C04" w:rsidRPr="003059E2" w:rsidRDefault="00F92C04" w:rsidP="00904175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3059E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1 167,7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2C04" w:rsidRPr="003059E2" w:rsidRDefault="00F92C04" w:rsidP="00904175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3059E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1 167,7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2C04" w:rsidRPr="003059E2" w:rsidRDefault="00F92C04" w:rsidP="00904175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3059E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F92C04" w:rsidRPr="003059E2" w:rsidTr="0050290D">
              <w:tc>
                <w:tcPr>
                  <w:tcW w:w="1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2C04" w:rsidRPr="003059E2" w:rsidRDefault="00F92C04" w:rsidP="00904175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3059E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2C04" w:rsidRPr="003059E2" w:rsidRDefault="00F92C04" w:rsidP="00904175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3059E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1 226,1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2C04" w:rsidRPr="003059E2" w:rsidRDefault="00F92C04" w:rsidP="00904175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3059E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1 226,1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2C04" w:rsidRPr="003059E2" w:rsidRDefault="00F92C04" w:rsidP="00904175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3059E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</w:tbl>
          <w:p w:rsidR="00F92C04" w:rsidRPr="003059E2" w:rsidRDefault="00F92C04" w:rsidP="00D83CC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92C04" w:rsidRPr="003059E2" w:rsidTr="00C35066">
        <w:trPr>
          <w:trHeight w:val="360"/>
        </w:trPr>
        <w:tc>
          <w:tcPr>
            <w:tcW w:w="2984" w:type="dxa"/>
          </w:tcPr>
          <w:p w:rsidR="00F92C04" w:rsidRPr="003059E2" w:rsidRDefault="00F92C04" w:rsidP="003059E2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Ожидаемые результаты реализации муниципальной подпрограммы </w:t>
            </w:r>
          </w:p>
          <w:p w:rsidR="00F92C04" w:rsidRPr="003059E2" w:rsidRDefault="00F92C04" w:rsidP="003059E2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40" w:type="dxa"/>
            <w:vAlign w:val="center"/>
          </w:tcPr>
          <w:p w:rsidR="00F92C04" w:rsidRPr="003059E2" w:rsidRDefault="00F92C04" w:rsidP="003059E2">
            <w:pPr>
              <w:autoSpaceDE w:val="0"/>
              <w:autoSpaceDN w:val="0"/>
              <w:adjustRightInd w:val="0"/>
              <w:spacing w:after="0" w:line="240" w:lineRule="auto"/>
              <w:ind w:right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Успешное выполнение мероприятий муниципальной подпрограммы позволит: </w:t>
            </w:r>
          </w:p>
          <w:p w:rsidR="00F92C04" w:rsidRPr="003059E2" w:rsidRDefault="00F92C04" w:rsidP="003059E2">
            <w:pPr>
              <w:autoSpaceDE w:val="0"/>
              <w:autoSpaceDN w:val="0"/>
              <w:adjustRightInd w:val="0"/>
              <w:spacing w:after="0" w:line="240" w:lineRule="auto"/>
              <w:ind w:right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увеличить количество семей, получивших социальную выплату; </w:t>
            </w:r>
          </w:p>
          <w:p w:rsidR="00F92C04" w:rsidRPr="003059E2" w:rsidRDefault="00F92C04" w:rsidP="003059E2">
            <w:pPr>
              <w:autoSpaceDE w:val="0"/>
              <w:autoSpaceDN w:val="0"/>
              <w:adjustRightInd w:val="0"/>
              <w:spacing w:after="0" w:line="240" w:lineRule="auto"/>
              <w:ind w:right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- обеспечить жилыми помещениями ветеранов, инвалидов и семей, имеющих детей-инвалидов;</w:t>
            </w:r>
          </w:p>
          <w:p w:rsidR="00F92C04" w:rsidRPr="003059E2" w:rsidRDefault="00F92C04" w:rsidP="003059E2">
            <w:pPr>
              <w:autoSpaceDE w:val="0"/>
              <w:autoSpaceDN w:val="0"/>
              <w:adjustRightInd w:val="0"/>
              <w:spacing w:after="0" w:line="240" w:lineRule="auto"/>
              <w:ind w:right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- обеспечить жилыми помещениями детей-сирот и детей, оставшихся без попечения родителей, лиц из их числа в возрасте от 18 до 23 лет, детей, находящихся под опекой (попечительством);</w:t>
            </w:r>
          </w:p>
          <w:p w:rsidR="00F92C04" w:rsidRPr="003059E2" w:rsidRDefault="00F92C04" w:rsidP="003059E2">
            <w:pPr>
              <w:autoSpaceDE w:val="0"/>
              <w:autoSpaceDN w:val="0"/>
              <w:adjustRightInd w:val="0"/>
              <w:spacing w:after="0" w:line="240" w:lineRule="auto"/>
              <w:ind w:right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- привлечь в жилищную сферу дополнительные финансовые средства кредитных и других организаций, предоставляющих жилищные кредиты и займы, в том числе ипотечные, а также собственные средства граждан.</w:t>
            </w:r>
          </w:p>
          <w:p w:rsidR="00F92C04" w:rsidRPr="003059E2" w:rsidRDefault="00F92C04" w:rsidP="003059E2">
            <w:pPr>
              <w:autoSpaceDN w:val="0"/>
              <w:adjustRightInd w:val="0"/>
              <w:spacing w:after="0" w:line="240" w:lineRule="auto"/>
              <w:ind w:right="120"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Количественные характеристики ожидаемых результатов реализации муниципальной подпрограммы будут определяться после выделения средств федерального бюджета, средств республиканского бюджета (в рамках софинансирования федеральной подпрограммы на соответствующий год).</w:t>
            </w:r>
          </w:p>
        </w:tc>
      </w:tr>
    </w:tbl>
    <w:p w:rsidR="00F92C04" w:rsidRPr="003059E2" w:rsidRDefault="00F92C04" w:rsidP="003059E2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92C04" w:rsidRPr="003059E2" w:rsidRDefault="00F92C04" w:rsidP="00CF3EE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3" w:name="sub_1082"/>
      <w:r>
        <w:rPr>
          <w:rFonts w:ascii="Times New Roman" w:hAnsi="Times New Roman"/>
          <w:b/>
          <w:color w:val="000000"/>
          <w:sz w:val="24"/>
          <w:szCs w:val="24"/>
        </w:rPr>
        <w:t>1. О</w:t>
      </w:r>
      <w:r w:rsidRPr="003059E2">
        <w:rPr>
          <w:rFonts w:ascii="Times New Roman" w:hAnsi="Times New Roman"/>
          <w:b/>
          <w:color w:val="000000"/>
          <w:sz w:val="24"/>
          <w:szCs w:val="24"/>
        </w:rPr>
        <w:t xml:space="preserve">бщая характеристика текущего состояния </w:t>
      </w:r>
    </w:p>
    <w:p w:rsidR="00F92C04" w:rsidRPr="003059E2" w:rsidRDefault="00F92C04" w:rsidP="00CF3EE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4" w:name="sub_1083"/>
      <w:bookmarkEnd w:id="3"/>
    </w:p>
    <w:p w:rsidR="00F92C04" w:rsidRPr="003059E2" w:rsidRDefault="00F92C04" w:rsidP="00CF3EE8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3059E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Одним из ключевых направлений развития района является повышение качества жизни населения. В рамках данного направления улучшение жилищной обеспеченности населения занимает одно из основных мест. </w:t>
      </w:r>
    </w:p>
    <w:p w:rsidR="00F92C04" w:rsidRPr="003059E2" w:rsidRDefault="00F92C04" w:rsidP="00CF3EE8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Потребность граждан в улучшении жилищных условий, объективно высокая стоимость жилья по сравнению с доходами граждан обуславливают необходимость принятия мер для разрешения обозначенных проблем программно-целевым методом.</w:t>
      </w:r>
    </w:p>
    <w:p w:rsidR="00F92C04" w:rsidRPr="003059E2" w:rsidRDefault="00F92C04" w:rsidP="00CF3EE8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Помощь государства в решении жилищной проблемы создаст условия для повышения уровня обеспеченности граждан жильем, снижения социальной напряженности и роста рождаемости.</w:t>
      </w:r>
    </w:p>
    <w:p w:rsidR="00F92C04" w:rsidRPr="003059E2" w:rsidRDefault="00F92C04" w:rsidP="00CF3EE8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 xml:space="preserve">Острота проблемы определяется низкой доступностью жилья для большей части населения. Граждане не всегда могут получить доступ на рынок жилья без бюджетной поддержки. </w:t>
      </w:r>
    </w:p>
    <w:p w:rsidR="00F92C04" w:rsidRPr="003059E2" w:rsidRDefault="00F92C04" w:rsidP="00CF3EE8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 xml:space="preserve">Поддержка граждан при решении жилищной проблемы станет основой стабильных условий жизни, повлияет на улучшение демографической ситуации в районе. Возможность решения жилищной проблемы, в том числе с привлечением средств жилищного займа, создаст для граждан стимул к повышению качества трудовой деятельности, уровня квалификации в целях роста заработной платы. </w:t>
      </w:r>
    </w:p>
    <w:p w:rsidR="00F92C04" w:rsidRPr="003059E2" w:rsidRDefault="00F92C04" w:rsidP="00CF3EE8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В настоящее время рынок жилья не может получить должного развития только за счет мобилизации средств граждан. Это связано с малой долей платежеспособности граждан.</w:t>
      </w:r>
    </w:p>
    <w:p w:rsidR="00F92C04" w:rsidRPr="003059E2" w:rsidRDefault="00F92C04" w:rsidP="00CF3EE8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Программа, наряду с ориентацией на потребности граждан, делает акцент на решение жилищных проблем.</w:t>
      </w:r>
    </w:p>
    <w:p w:rsidR="00F92C04" w:rsidRPr="003059E2" w:rsidRDefault="00F92C04" w:rsidP="00CF3EE8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За 2013 год в Администрацию поступило более 300 обращений семей за консультацией по улучшению жилищных условий. В настоящее время в муниципальной очереди нуждающихся в жилых помещениях состоит 134 семьи.</w:t>
      </w:r>
    </w:p>
    <w:p w:rsidR="00F92C04" w:rsidRPr="003059E2" w:rsidRDefault="00F92C04" w:rsidP="00CF3EE8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В процессе реализации мероприятий муниципальной подпрограммы может проявляться ряд рисков. На решение задач и достижение целей могут оказать влияние риски законодательных изменений, проявляющиеся в вероятности изменения действующих норм, с выходом новых нормативных правовых актов и невозможностью выполнения каких-либо обязательств, в связи с данными изменениями.</w:t>
      </w:r>
    </w:p>
    <w:p w:rsidR="00F92C04" w:rsidRPr="003059E2" w:rsidRDefault="00F92C04" w:rsidP="00CF3EE8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К мерам регулирования и управления рисками, способам минимизировать последствия неблагоприятных явлений и процессов следует отнести:</w:t>
      </w:r>
    </w:p>
    <w:p w:rsidR="00F92C04" w:rsidRPr="003059E2" w:rsidRDefault="00F92C04" w:rsidP="00CF3EE8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- создание эффективной системы контроля за исполнением муниципальной подпрограммы, эффективностью использования бюджетных средств;</w:t>
      </w:r>
    </w:p>
    <w:p w:rsidR="00F92C04" w:rsidRPr="003059E2" w:rsidRDefault="00F92C04" w:rsidP="00CF3EE8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- оперативное реагирование и внесение изменений в муниципальную подпрограмму, снижение воздействия негативных факторов на выполнение целевых показателей муниципальной подпрограммы;</w:t>
      </w:r>
    </w:p>
    <w:p w:rsidR="00F92C04" w:rsidRPr="003059E2" w:rsidRDefault="00F92C04" w:rsidP="00CF3EE8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- оперативное оповещение участников и исполнителей муниципальной подпрограммы об изменениях действующих норм, регулирующих данную муниципальную подпрограмму.</w:t>
      </w:r>
    </w:p>
    <w:p w:rsidR="00F92C04" w:rsidRDefault="00F92C04" w:rsidP="00CF3EE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92C04" w:rsidRDefault="00F92C04" w:rsidP="00C20BE5">
      <w:pPr>
        <w:numPr>
          <w:ilvl w:val="0"/>
          <w:numId w:val="32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</w:t>
      </w:r>
      <w:r w:rsidRPr="003059E2">
        <w:rPr>
          <w:rFonts w:ascii="Times New Roman" w:hAnsi="Times New Roman"/>
          <w:b/>
          <w:color w:val="000000"/>
          <w:sz w:val="24"/>
          <w:szCs w:val="24"/>
        </w:rPr>
        <w:t>р</w:t>
      </w:r>
      <w:r>
        <w:rPr>
          <w:rFonts w:ascii="Times New Roman" w:hAnsi="Times New Roman"/>
          <w:b/>
          <w:color w:val="000000"/>
          <w:sz w:val="24"/>
          <w:szCs w:val="24"/>
        </w:rPr>
        <w:t>иори</w:t>
      </w:r>
      <w:r w:rsidRPr="003059E2">
        <w:rPr>
          <w:rFonts w:ascii="Times New Roman" w:hAnsi="Times New Roman"/>
          <w:b/>
          <w:color w:val="000000"/>
          <w:sz w:val="24"/>
          <w:szCs w:val="24"/>
        </w:rPr>
        <w:t xml:space="preserve">теты, цели, задачи муниципальной подпрограммы </w:t>
      </w:r>
      <w:bookmarkStart w:id="5" w:name="sub_1087"/>
      <w:bookmarkEnd w:id="4"/>
    </w:p>
    <w:p w:rsidR="00F92C04" w:rsidRPr="003059E2" w:rsidRDefault="00F92C04" w:rsidP="00C20BE5">
      <w:pPr>
        <w:spacing w:after="0" w:line="240" w:lineRule="auto"/>
        <w:ind w:left="417"/>
        <w:rPr>
          <w:rFonts w:ascii="Times New Roman" w:hAnsi="Times New Roman"/>
          <w:b/>
          <w:color w:val="000000"/>
          <w:sz w:val="24"/>
          <w:szCs w:val="24"/>
        </w:rPr>
      </w:pPr>
    </w:p>
    <w:p w:rsidR="00F92C04" w:rsidRPr="003059E2" w:rsidRDefault="00F92C04" w:rsidP="00CF3EE8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 xml:space="preserve">Целью муниципальной подпрограммы является обеспечение жильем отдельных категорий граждан. </w:t>
      </w:r>
    </w:p>
    <w:p w:rsidR="00F92C04" w:rsidRPr="003059E2" w:rsidRDefault="00F92C04" w:rsidP="00CF3EE8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Для достижения указанной цели необходимо решение следующих задач:</w:t>
      </w:r>
    </w:p>
    <w:p w:rsidR="00F92C04" w:rsidRPr="003059E2" w:rsidRDefault="00F92C04" w:rsidP="00CF3EE8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1. Оказание информационной и организационной поддержки по привлечению к участию в подпрограмме граждан, имеющих возможность приобрести жилье с помощью собственных, заемных средств, а также социальных выплат и субсидий на приобретение жилья.</w:t>
      </w:r>
    </w:p>
    <w:p w:rsidR="00F92C04" w:rsidRPr="003059E2" w:rsidRDefault="00F92C04" w:rsidP="00CF3EE8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2. Признание граждан в качестве нуждающихся в жилом помещении.</w:t>
      </w:r>
    </w:p>
    <w:p w:rsidR="00F92C04" w:rsidRPr="003059E2" w:rsidRDefault="00F92C04" w:rsidP="00CF3EE8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3. Подготовка, оформление и выдача документов о предоставлении мер государственной поддержки с целью улучшения жилищных условий граждан.</w:t>
      </w:r>
    </w:p>
    <w:p w:rsidR="00F92C04" w:rsidRPr="003059E2" w:rsidRDefault="00F92C04" w:rsidP="00CF3EE8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92C04" w:rsidRDefault="00F92C04" w:rsidP="00C20BE5">
      <w:pPr>
        <w:numPr>
          <w:ilvl w:val="0"/>
          <w:numId w:val="32"/>
        </w:numP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Ц</w:t>
      </w:r>
      <w:r w:rsidRPr="003059E2">
        <w:rPr>
          <w:rFonts w:ascii="Times New Roman" w:hAnsi="Times New Roman"/>
          <w:b/>
          <w:color w:val="000000"/>
          <w:sz w:val="24"/>
          <w:szCs w:val="24"/>
        </w:rPr>
        <w:t>елевые показатели (индикаторы)</w:t>
      </w:r>
    </w:p>
    <w:p w:rsidR="00F92C04" w:rsidRPr="003059E2" w:rsidRDefault="00F92C04" w:rsidP="00C20BE5">
      <w:pPr>
        <w:autoSpaceDN w:val="0"/>
        <w:adjustRightInd w:val="0"/>
        <w:spacing w:after="0" w:line="240" w:lineRule="auto"/>
        <w:ind w:left="417"/>
        <w:rPr>
          <w:rFonts w:ascii="Times New Roman" w:hAnsi="Times New Roman"/>
          <w:color w:val="000000"/>
          <w:sz w:val="24"/>
          <w:szCs w:val="24"/>
        </w:rPr>
      </w:pPr>
    </w:p>
    <w:p w:rsidR="00F92C04" w:rsidRPr="003059E2" w:rsidRDefault="00F92C04" w:rsidP="00CF3EE8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Планируемые показатели по итогам реализации муниципальной подпрограммы:</w:t>
      </w:r>
    </w:p>
    <w:p w:rsidR="00F92C04" w:rsidRPr="003059E2" w:rsidRDefault="00F92C04" w:rsidP="00CF3EE8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1. Плановый показатель «Количество граждан, в т.ч. молодых семей и молодых специалистов, улучшивших жилищные условия» определяется на основании списков семей, утверждаемых главой Администрации МО «Можгинский район» в порядке, установленном постановлением Правительства Удмуртской Республики от 21.10.2013 № 481 «О мерах по реализации мероприятий федеральной целевой программы «Устойчивое развитие сельских территорий на 2014-2017 годы и на период до 2020 года» после выделения средств федерального бюджета, средств республиканского бюджета (в рамках софинансирования) федеральной подпрограммы на соответствующий год.</w:t>
      </w:r>
    </w:p>
    <w:p w:rsidR="00F92C04" w:rsidRPr="003059E2" w:rsidRDefault="00F92C04" w:rsidP="00CF3EE8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2. Плановый показатель «Освоение денежных средств на обеспечение жильем граждан, в т.ч. молодых семей и молодых специалистов, улучшивших жилищные условия» должен быть исполнен в полном объеме.</w:t>
      </w:r>
    </w:p>
    <w:p w:rsidR="00F92C04" w:rsidRPr="003059E2" w:rsidRDefault="00F92C04" w:rsidP="00CF3EE8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3. Плановый показатель «Количество ветеранов, инвалидов и семей, имеющих детей-инвалидов, улучшивших жилищные условия» определяется на основании республиканских списков, утверждаемых уполномоченными органами Правительства Удмуртской Республики в порядке, установленном постановлением Правительства Удмуртской Республики от 25.10.2010 г. № 320 «О порядке предоставления органами местного самоуправления муниципальных районов и городских округов, образованных на территории Удмуртской Республики, отдельным категориям граждан, нуждающимся в улучшении жилищных условий, единовременной денежной выплаты на строительство или приобретение жилого помещения», Постановление Правительства Удмуртской Республики от 21.03.2011 г. № 70 «О порядке предоставления органами местного самоуправления муниципальных районов и городских округов, образованных на территории Удмуртской Республики, отдельным категориям граждан, нуждающимся в улучшении жилищных условий, меры социальной поддержки по обеспечению жильем» после выделения средств федерального бюджета Удмуртской Республики на соответствующий год.</w:t>
      </w:r>
    </w:p>
    <w:p w:rsidR="00F92C04" w:rsidRPr="003059E2" w:rsidRDefault="00F92C04" w:rsidP="00CF3EE8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4. Плановый показатель «Освоение денежных средств на обеспечение жильем ветеранов, инвалидов и семей, имеющих детей-инвалидов, улучшивших жилищные условия» должен быть исполнен в полном объеме.</w:t>
      </w:r>
    </w:p>
    <w:p w:rsidR="00F92C04" w:rsidRPr="003059E2" w:rsidRDefault="00F92C04" w:rsidP="00CF3EE8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5. Плановый показатель «Количество многодетных семей, улучшивших жилищные условия» определяется на основании списков, утверждаемых главой Администрации МО «Можгинский район» в порядке, установленном постановлением Правительства Удмуртской Республики от 20.11.2006 г. № 127 «О реализации закона Удмуртской Республики от 5 мая 2006 года №13-РЗ «О мерах по социальной поддержке многодетных семей» после выделения средств республиканского бюджета Удмуртской Республики на соответствующий год.</w:t>
      </w:r>
    </w:p>
    <w:p w:rsidR="00F92C04" w:rsidRPr="003059E2" w:rsidRDefault="00F92C04" w:rsidP="00CF3EE8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6. Плановый показатель «Освоение денежных средств на обеспечение жильем многодетных семей, улучшивших жилищные условия» должен быть исполнен в полном объеме.</w:t>
      </w:r>
    </w:p>
    <w:p w:rsidR="00F92C04" w:rsidRPr="003059E2" w:rsidRDefault="00F92C04" w:rsidP="00CF3EE8">
      <w:pPr>
        <w:pStyle w:val="Heading1"/>
        <w:ind w:firstLine="567"/>
        <w:jc w:val="both"/>
        <w:rPr>
          <w:b w:val="0"/>
          <w:color w:val="000000"/>
          <w:szCs w:val="24"/>
          <w:lang w:eastAsia="en-US"/>
        </w:rPr>
      </w:pPr>
      <w:r w:rsidRPr="003059E2">
        <w:rPr>
          <w:b w:val="0"/>
          <w:color w:val="000000"/>
          <w:szCs w:val="24"/>
          <w:lang w:eastAsia="en-US"/>
        </w:rPr>
        <w:t xml:space="preserve">7. Плановый показатель «Количество молодых семей, улучшивших жилищные условия» определяется на основании республиканских списков молодых семей, утверждаемых уполномоченными органами Правительства Удмуртской Республики в порядке, установленном постановлением Правительства Удмуртской Республики от 16 ноября </w:t>
      </w:r>
      <w:smartTag w:uri="urn:schemas-microsoft-com:office:smarttags" w:element="metricconverter">
        <w:smartTagPr>
          <w:attr w:name="ProductID" w:val="2011 г"/>
        </w:smartTagPr>
        <w:r w:rsidRPr="003059E2">
          <w:rPr>
            <w:b w:val="0"/>
            <w:color w:val="000000"/>
            <w:szCs w:val="24"/>
            <w:lang w:eastAsia="en-US"/>
          </w:rPr>
          <w:t>2009 г</w:t>
        </w:r>
      </w:smartTag>
      <w:r w:rsidRPr="003059E2">
        <w:rPr>
          <w:b w:val="0"/>
          <w:color w:val="000000"/>
          <w:szCs w:val="24"/>
          <w:lang w:eastAsia="en-US"/>
        </w:rPr>
        <w:t>. N 329 "О мерах по реализации в Удмуртской Республике подпрограммы "Обеспечение жильем молодых семей" федеральной целевой программы "Жилище" на 2011 - 2015 годы" после выделения средств федерального бюджета, средств республиканского бюджета (в рамках софинансирования федеральной подпрограммы) на соответствующий год.</w:t>
      </w:r>
    </w:p>
    <w:p w:rsidR="00F92C04" w:rsidRPr="003059E2" w:rsidRDefault="00F92C04" w:rsidP="00CF3EE8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8. Плановый показатель «Освоение денежных средств на обеспечение жильем молодых семей, улучшивших жилищные условия» должен быть исполнен в полном объеме.</w:t>
      </w:r>
    </w:p>
    <w:p w:rsidR="00F92C04" w:rsidRPr="003059E2" w:rsidRDefault="00F92C04" w:rsidP="00CF3EE8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9. Плановый показатель «Количество детей-сирот и детей, оставшихся без попечения родителей, лиц из их числа в возрасте от 18 до 23 лет, детей и лиц из их числа, улучшивших жилищные условия» определяется на основании республиканских списков, утверждаемых уполномоченными органами Правительства Удмуртской Республики в порядке, установленном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 после выделения средств республиканского бюджета на соответствующий год.</w:t>
      </w:r>
    </w:p>
    <w:p w:rsidR="00F92C04" w:rsidRPr="003059E2" w:rsidRDefault="00F92C04" w:rsidP="00CF3EE8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10. Плановый показатель «Освоение денежных средств на обеспечение жильем детей-сирот и детей, оставшихся без попечения родителей, лиц из их числа в возрасте от 18 до 23 лет, детей и лиц из их числа» должен быть исполнен в полном объеме.</w:t>
      </w:r>
    </w:p>
    <w:p w:rsidR="00F92C04" w:rsidRPr="003059E2" w:rsidRDefault="00F92C04" w:rsidP="00CF3EE8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Достигнутые показатели 1,3,5,7,9 определяются на основании показателей статистической формы № 4 - жилфонд «Сведения о предоставлении гражданам жилых помещений», утвержденной приказом Росстата об утверждении формы от 03.08.2011 №343.</w:t>
      </w:r>
    </w:p>
    <w:p w:rsidR="00F92C04" w:rsidRDefault="00F92C04" w:rsidP="00CF3EE8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Условиями прекращения реализации муниципальной подпрограммы являются досрочное достижение цели и задач муниципальной подпрограммы, а также изменение механизмов реализации государственной жилищной политики.</w:t>
      </w:r>
    </w:p>
    <w:p w:rsidR="00F92C04" w:rsidRPr="009A4B91" w:rsidRDefault="00F92C04" w:rsidP="009A4B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hyperlink w:anchor="Par2081" w:history="1">
        <w:r w:rsidRPr="009A4B91">
          <w:rPr>
            <w:rFonts w:ascii="Times New Roman" w:hAnsi="Times New Roman"/>
            <w:color w:val="000000"/>
            <w:sz w:val="24"/>
            <w:szCs w:val="24"/>
          </w:rPr>
          <w:t>Сведения</w:t>
        </w:r>
      </w:hyperlink>
      <w:r w:rsidRPr="009A4B91">
        <w:rPr>
          <w:rFonts w:ascii="Times New Roman" w:hAnsi="Times New Roman"/>
          <w:color w:val="000000"/>
          <w:sz w:val="24"/>
          <w:szCs w:val="24"/>
        </w:rPr>
        <w:t xml:space="preserve"> о значениях целевых показателей (индикаторов) представлены в приложении 1 к муниципальной программе.</w:t>
      </w:r>
    </w:p>
    <w:p w:rsidR="00F92C04" w:rsidRPr="003059E2" w:rsidRDefault="00F92C04" w:rsidP="00CF3EE8">
      <w:pPr>
        <w:tabs>
          <w:tab w:val="left" w:pos="1206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 xml:space="preserve">Меры социальной поддержки направлены на повышение доступности жилья и жилищных кредитов, снижение бремени расходов заемщика по обслуживанию жилищных кредитов и займов, обеспечение отдельных отраслей высококвалифицированными кадрами за счет оказания им целевой адресной помощи в приобретении жилья, а также на улучшение демографической ситуации в Можгинском районе. </w:t>
      </w:r>
    </w:p>
    <w:p w:rsidR="00F92C04" w:rsidRPr="003059E2" w:rsidRDefault="00F92C04" w:rsidP="00CF3E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Решение вышеуказанных задач позволит улучшить жилищные условия селян; привлечь в жилищную сферу дополнительные финансовые средства кредитных и других организаций, предоставляющих жилищные кредиты и займы, в том числе ипотечные, а также собственные средства граждан.</w:t>
      </w:r>
    </w:p>
    <w:p w:rsidR="00F92C04" w:rsidRPr="003059E2" w:rsidRDefault="00F92C04" w:rsidP="00CF3EE8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 xml:space="preserve">Муниципальная подпрограмма носит постоянный характер. </w:t>
      </w:r>
    </w:p>
    <w:p w:rsidR="00F92C04" w:rsidRDefault="00F92C04" w:rsidP="00CF3EE8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В силу постоянного характера решаемых в рамках муниципальной подпрограммы задач, выделение отдельных этапов ее реализации не предусматривается.</w:t>
      </w:r>
    </w:p>
    <w:p w:rsidR="00F92C04" w:rsidRDefault="00F92C04" w:rsidP="00CF3EE8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92C04" w:rsidRDefault="00F92C04" w:rsidP="00CF3EE8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92C04" w:rsidRDefault="00F92C04" w:rsidP="00226245">
      <w:pPr>
        <w:numPr>
          <w:ilvl w:val="0"/>
          <w:numId w:val="31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</w:t>
      </w:r>
      <w:r w:rsidRPr="003059E2">
        <w:rPr>
          <w:rFonts w:ascii="Times New Roman" w:hAnsi="Times New Roman"/>
          <w:b/>
          <w:color w:val="000000"/>
          <w:sz w:val="24"/>
          <w:szCs w:val="24"/>
        </w:rPr>
        <w:t>роки и этапы реализации муниципальной подпрограммы</w:t>
      </w:r>
    </w:p>
    <w:p w:rsidR="00F92C04" w:rsidRPr="003059E2" w:rsidRDefault="00F92C04" w:rsidP="00226245">
      <w:pPr>
        <w:spacing w:after="0" w:line="240" w:lineRule="auto"/>
        <w:ind w:left="417"/>
        <w:rPr>
          <w:rFonts w:ascii="Times New Roman" w:hAnsi="Times New Roman"/>
          <w:b/>
          <w:color w:val="000000"/>
          <w:sz w:val="24"/>
          <w:szCs w:val="24"/>
        </w:rPr>
      </w:pPr>
    </w:p>
    <w:p w:rsidR="00F92C04" w:rsidRPr="003059E2" w:rsidRDefault="00F92C04" w:rsidP="00CF3EE8">
      <w:pPr>
        <w:pStyle w:val="2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3059E2">
        <w:rPr>
          <w:rFonts w:ascii="Times New Roman" w:hAnsi="Times New Roman"/>
          <w:b w:val="0"/>
          <w:color w:val="000000"/>
          <w:sz w:val="24"/>
          <w:szCs w:val="24"/>
        </w:rPr>
        <w:t>Подпрограмма реализуется в 2015-2020 годах. Этапы реализации подпрограммы не выделяются.</w:t>
      </w:r>
    </w:p>
    <w:p w:rsidR="00F92C04" w:rsidRPr="003059E2" w:rsidRDefault="00F92C04" w:rsidP="00CF3EE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92C04" w:rsidRDefault="00F92C04" w:rsidP="00226245">
      <w:pPr>
        <w:numPr>
          <w:ilvl w:val="0"/>
          <w:numId w:val="31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Перечень о</w:t>
      </w:r>
      <w:r w:rsidRPr="003059E2">
        <w:rPr>
          <w:rFonts w:ascii="Times New Roman" w:hAnsi="Times New Roman"/>
          <w:b/>
          <w:color w:val="000000"/>
          <w:sz w:val="24"/>
          <w:szCs w:val="24"/>
        </w:rPr>
        <w:t>сновных мероприятий</w:t>
      </w:r>
    </w:p>
    <w:p w:rsidR="00F92C04" w:rsidRPr="003059E2" w:rsidRDefault="00F92C04" w:rsidP="00CF3EE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92C04" w:rsidRPr="003059E2" w:rsidRDefault="00F92C04" w:rsidP="00CF3EE8">
      <w:pPr>
        <w:widowControl w:val="0"/>
        <w:suppressAutoHyphens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К основным мероприятиям муниципальной подпрограммы относятся.</w:t>
      </w:r>
    </w:p>
    <w:p w:rsidR="00F92C04" w:rsidRPr="003059E2" w:rsidRDefault="00F92C04" w:rsidP="00CF3EE8">
      <w:pPr>
        <w:widowControl w:val="0"/>
        <w:suppressAutoHyphens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1. Обеспечение жильем граждан, в т.ч. молодых специалистов и молодых семей в Можгинском районе по ФЦП «Устойчивое развитие сельских территорий на 2014-2017 годы и период до 2020 года»</w:t>
      </w:r>
    </w:p>
    <w:p w:rsidR="00F92C04" w:rsidRPr="003059E2" w:rsidRDefault="00F92C04" w:rsidP="00CF3EE8">
      <w:pPr>
        <w:widowControl w:val="0"/>
        <w:suppressAutoHyphens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 xml:space="preserve">Условия и порядок предоставления социальных выплат на приобретение (строительство) жилья гражданам, в т.ч. молодым специалистам и молодым семьям определяется программой «Устойчивое развитие сельских территорий на 2014-2017 годы и период до 2020 года», утвержденной постановлением Правительства Удмуртской Республики от 21.10.2013 № 481. </w:t>
      </w:r>
    </w:p>
    <w:p w:rsidR="00F92C04" w:rsidRPr="003059E2" w:rsidRDefault="00F92C04" w:rsidP="00CF3EE8">
      <w:pPr>
        <w:widowControl w:val="0"/>
        <w:suppressAutoHyphens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 xml:space="preserve">Реализация данного мероприятия осуществляется при участии средств федерального, республиканского, местного бюджетов и внебюджетных источников – в части доли собственных средств граждан – участников муниципальной подпрограммы. </w:t>
      </w:r>
    </w:p>
    <w:p w:rsidR="00F92C04" w:rsidRPr="003059E2" w:rsidRDefault="00F92C04" w:rsidP="00CF3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2. Исполнение переданных гос. полномочий по предоставлению мер социальной поддержки по обеспечению жильем ветеранов, инвалидов и семей, имеющих детей-инвалидов.</w:t>
      </w:r>
    </w:p>
    <w:p w:rsidR="00F92C04" w:rsidRPr="003059E2" w:rsidRDefault="00F92C04" w:rsidP="00CF3EE8">
      <w:pPr>
        <w:widowControl w:val="0"/>
        <w:suppressAutoHyphens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Условия и порядок обеспечения жильем ветеранов, инвалидов и семей, имеющих детей-инвалидов определен федеральными законами от 12.01.95 № 5-ФЗ «О ветеранах», от 24.11.95 № 181-ФЗ «О социальной защите инвалидов в Российской Федерации», постановлением Правительства Удмуртской Республики от 25.10.2010 г. № 320 «О порядке предоставления органами местного самоуправления муниципальных районов и городских округов, образованных на территории Удмуртской Республики, отдельным категориям граждан, нуждающимся в улучшении жилищных условий, единовременной денежной выплаты на строительство или приобретение жилого помещения», постановлением Правительства Удмуртской Республики от 21.03.2011 г. № 70 «О порядке предоставления органами местного самоуправления муниципальных районов и городских округов, образованных на территории Удмуртской Республики, отдельным категориям граждан, нуждающимся в улучшении жилищных условий, меры социальной поддержки по обеспечению жильем».</w:t>
      </w:r>
    </w:p>
    <w:p w:rsidR="00F92C04" w:rsidRPr="003059E2" w:rsidRDefault="00F92C04" w:rsidP="00226245">
      <w:pPr>
        <w:widowControl w:val="0"/>
        <w:numPr>
          <w:ilvl w:val="0"/>
          <w:numId w:val="31"/>
        </w:numPr>
        <w:suppressAutoHyphens/>
        <w:spacing w:after="0" w:line="240" w:lineRule="auto"/>
        <w:ind w:left="0" w:firstLine="60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 xml:space="preserve">Исполнение переданных гос. полномочий по предоставлению субсидий многодетным семьям, признанным нуждающимися в улучшении жилищных условий, на строительство, реконструкцию капитальный ремонт и приобретение жилых помещений </w:t>
      </w:r>
    </w:p>
    <w:p w:rsidR="00F92C04" w:rsidRPr="003059E2" w:rsidRDefault="00F92C04" w:rsidP="00CF3EE8">
      <w:pPr>
        <w:widowControl w:val="0"/>
        <w:suppressAutoHyphens/>
        <w:spacing w:after="0" w:line="240" w:lineRule="auto"/>
        <w:ind w:left="57" w:firstLine="51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 xml:space="preserve">Реализация данного мероприятия осуществляется за счет средств республиканского бюджета. Условия и порядок обеспечения жильем многодетных семей определен постановлением Правительства Удмуртской Республики от 20.11.2006 г. № 127 «О реализации закона Удмуртской Республики от 5 мая 2006 года №13-РЗ «О мерах по социальной поддержке многодетных семей». </w:t>
      </w:r>
    </w:p>
    <w:bookmarkEnd w:id="5"/>
    <w:p w:rsidR="00F92C04" w:rsidRPr="003059E2" w:rsidRDefault="00F92C04" w:rsidP="00CF3EE8">
      <w:pPr>
        <w:widowControl w:val="0"/>
        <w:suppressAutoHyphens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 xml:space="preserve">4. Обеспечение жильем молодых семей в Можгинском районе по подпрограмме «Обеспечение жильем молодых семей» ФЦП «Жилище» на 2011-2015 годы. </w:t>
      </w:r>
    </w:p>
    <w:p w:rsidR="00F92C04" w:rsidRPr="003059E2" w:rsidRDefault="00F92C04" w:rsidP="00CF3EE8">
      <w:pPr>
        <w:widowControl w:val="0"/>
        <w:suppressAutoHyphens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 xml:space="preserve">Условия и порядок предоставления социальных выплат на приобретение (строительство) жилья молодым семьям определяется подпрограммой «Обеспечение жильем молодых семей» федеральной целевой программы «Жилище» на 2011-2015 годы, утвержденной постановлением Правительства Российской Федерации от 17.12.2010 № 1050, подпрограммой «Обеспечение жильем молодых семей» федеральной целевой программы «Жилище» на 2011-2015 годы», утвержденной постановлением Правительства Удмуртской Республики от 16.11.2009 № 329 «О мерах по реализации в Удмурсткой Республике подпрограммы «Обеспечение жильем молодых семей» федеральной целевой программы «Жилище» на 2011-2015 годы». Реализация данного мероприятия осуществляется при участии средств федерального, республиканского бюджетов и внебюджетных источников – в части доли собственных средств молодых семей – участников муниципальной подпрограммы. </w:t>
      </w:r>
    </w:p>
    <w:p w:rsidR="00F92C04" w:rsidRPr="003059E2" w:rsidRDefault="00F92C04" w:rsidP="00CF3EE8">
      <w:pPr>
        <w:widowControl w:val="0"/>
        <w:suppressAutoHyphens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 xml:space="preserve">5. Исполнение переданных гос. полномочий по обеспечению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родителей. Реализация данного мероприятия осуществляется за счет средств республиканского бюджета. </w:t>
      </w:r>
    </w:p>
    <w:p w:rsidR="00F92C04" w:rsidRPr="003059E2" w:rsidRDefault="00F92C04" w:rsidP="00CF3EE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ab/>
        <w:t xml:space="preserve">Условия и порядок обеспечения жильем детей-сирот и детей, оставшихся без попечения родителей, лиц из их числа в возрасте от 18 до 23 лет, детей и лиц из их числа, определен Законом Удмуртской Республики от 6 марта 2007 года № 2-РЗ «О мерах по социальной поддержке детей-сирот и детей, оставшихся без попечения родителей»,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детей-сирот и детей, и лиц из их числа»  </w:t>
      </w:r>
    </w:p>
    <w:p w:rsidR="00F92C04" w:rsidRPr="003059E2" w:rsidRDefault="00F92C04" w:rsidP="00CF3EE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92C04" w:rsidRDefault="00F92C04" w:rsidP="00CF3EE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6. М</w:t>
      </w:r>
      <w:r w:rsidRPr="003059E2">
        <w:rPr>
          <w:rFonts w:ascii="Times New Roman" w:hAnsi="Times New Roman"/>
          <w:b/>
          <w:color w:val="000000"/>
          <w:sz w:val="24"/>
          <w:szCs w:val="24"/>
        </w:rPr>
        <w:t>еры муниципального регулирования</w:t>
      </w:r>
    </w:p>
    <w:p w:rsidR="00F92C04" w:rsidRPr="003059E2" w:rsidRDefault="00F92C04" w:rsidP="00CF3EE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92C04" w:rsidRPr="003059E2" w:rsidRDefault="00F92C04" w:rsidP="00CF3EE8">
      <w:pPr>
        <w:pStyle w:val="BodyText"/>
        <w:tabs>
          <w:tab w:val="left" w:pos="1134"/>
        </w:tabs>
        <w:ind w:firstLine="709"/>
        <w:rPr>
          <w:color w:val="000000"/>
        </w:rPr>
      </w:pPr>
      <w:r w:rsidRPr="003059E2">
        <w:rPr>
          <w:color w:val="000000"/>
        </w:rPr>
        <w:t>В сфере реализации подпрограммы приняты следующие муниципальные правовые акты:</w:t>
      </w:r>
    </w:p>
    <w:p w:rsidR="00F92C04" w:rsidRPr="003059E2" w:rsidRDefault="00F92C04" w:rsidP="00CF3EE8">
      <w:pPr>
        <w:pStyle w:val="BodyText"/>
        <w:widowControl/>
        <w:numPr>
          <w:ilvl w:val="0"/>
          <w:numId w:val="23"/>
        </w:numPr>
        <w:tabs>
          <w:tab w:val="left" w:pos="1134"/>
        </w:tabs>
        <w:autoSpaceDE/>
        <w:autoSpaceDN/>
        <w:adjustRightInd/>
        <w:ind w:left="0" w:firstLine="709"/>
        <w:rPr>
          <w:color w:val="000000"/>
        </w:rPr>
      </w:pPr>
      <w:r w:rsidRPr="003059E2">
        <w:rPr>
          <w:color w:val="000000"/>
        </w:rPr>
        <w:t>постановление Администрации МО «Можгинский район» от 28.05.2012 г. № 671 «Об определении уполномоченного органа по предоставлению малоимущим многодетным семья, нуждающимся в улучшении жилищных условий, безвозмездных субсидий на строительство, реконструкцию, капитальный ремонт и приобретение жилых помещений»;</w:t>
      </w:r>
    </w:p>
    <w:p w:rsidR="00F92C04" w:rsidRPr="003059E2" w:rsidRDefault="00F92C04" w:rsidP="00CF3EE8">
      <w:pPr>
        <w:pStyle w:val="BodyText"/>
        <w:widowControl/>
        <w:numPr>
          <w:ilvl w:val="0"/>
          <w:numId w:val="23"/>
        </w:numPr>
        <w:tabs>
          <w:tab w:val="left" w:pos="1134"/>
        </w:tabs>
        <w:autoSpaceDE/>
        <w:autoSpaceDN/>
        <w:adjustRightInd/>
        <w:ind w:left="0" w:firstLine="709"/>
        <w:rPr>
          <w:color w:val="000000"/>
        </w:rPr>
      </w:pPr>
      <w:r w:rsidRPr="003059E2">
        <w:rPr>
          <w:color w:val="000000"/>
        </w:rPr>
        <w:t>постановление Аадминистрации МО «Можгинский район» от 10.12.2010 г. № 954 «О назначении уполномоченного органа по постановке на учет детей-сирот и детей, оставшихся без попечения родителей»;</w:t>
      </w:r>
    </w:p>
    <w:p w:rsidR="00F92C04" w:rsidRPr="003059E2" w:rsidRDefault="00F92C04" w:rsidP="00CF3EE8">
      <w:pPr>
        <w:pStyle w:val="BodyText"/>
        <w:widowControl/>
        <w:numPr>
          <w:ilvl w:val="0"/>
          <w:numId w:val="23"/>
        </w:numPr>
        <w:tabs>
          <w:tab w:val="left" w:pos="1134"/>
        </w:tabs>
        <w:autoSpaceDE/>
        <w:autoSpaceDN/>
        <w:adjustRightInd/>
        <w:ind w:left="0" w:firstLine="709"/>
        <w:rPr>
          <w:color w:val="000000"/>
        </w:rPr>
      </w:pPr>
      <w:r w:rsidRPr="003059E2">
        <w:rPr>
          <w:color w:val="000000"/>
        </w:rPr>
        <w:t>распоряжение Администрации МО «Можгинский район» от 14.03.2014 г. № 25-р «О назначении ответственного должностного лица за реализацию Федеральной целевой программы «Устойчивое развитие сельских территорий на 2014-2017 годы и период до 2020 года».</w:t>
      </w:r>
    </w:p>
    <w:p w:rsidR="00F92C04" w:rsidRPr="003059E2" w:rsidRDefault="00F92C04" w:rsidP="00CF3EE8">
      <w:pPr>
        <w:pStyle w:val="BodyText"/>
        <w:tabs>
          <w:tab w:val="left" w:pos="1134"/>
        </w:tabs>
        <w:ind w:firstLine="709"/>
        <w:rPr>
          <w:color w:val="000000"/>
        </w:rPr>
      </w:pPr>
      <w:r w:rsidRPr="003059E2">
        <w:rPr>
          <w:color w:val="000000"/>
        </w:rPr>
        <w:t xml:space="preserve">За соблюдением требований указанных муниципальных правовых актов осуществляется контроль. Лица, допустившие нарушение требований, несут ответственность в соответствии с законом Удмуртской Республики № 57-РЗ от 27 сентября </w:t>
      </w:r>
      <w:smartTag w:uri="urn:schemas-microsoft-com:office:smarttags" w:element="metricconverter">
        <w:smartTagPr>
          <w:attr w:name="ProductID" w:val="2011 г"/>
        </w:smartTagPr>
        <w:r w:rsidRPr="003059E2">
          <w:rPr>
            <w:color w:val="000000"/>
          </w:rPr>
          <w:t>2011 г</w:t>
        </w:r>
      </w:smartTag>
      <w:r w:rsidRPr="003059E2">
        <w:rPr>
          <w:color w:val="000000"/>
        </w:rPr>
        <w:t>. «Об установлении административной ответственности за отдельные виды правонарушений», в том числе в виде административных штрафов.</w:t>
      </w:r>
    </w:p>
    <w:p w:rsidR="00F92C04" w:rsidRPr="003059E2" w:rsidRDefault="00F92C04" w:rsidP="00CF3EE8">
      <w:pPr>
        <w:pStyle w:val="BodyText"/>
        <w:tabs>
          <w:tab w:val="left" w:pos="1134"/>
        </w:tabs>
        <w:ind w:firstLine="709"/>
        <w:rPr>
          <w:color w:val="000000"/>
        </w:rPr>
      </w:pPr>
      <w:r w:rsidRPr="003059E2">
        <w:rPr>
          <w:color w:val="000000"/>
        </w:rPr>
        <w:t>Сведения о финансовой оценке мер муниципального регулирования представлены в Приложении 3 к муниципальной программе.</w:t>
      </w:r>
    </w:p>
    <w:p w:rsidR="00F92C04" w:rsidRPr="003059E2" w:rsidRDefault="00F92C04" w:rsidP="00CF3EE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92C04" w:rsidRDefault="00F92C04" w:rsidP="00CF3EE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7. П</w:t>
      </w:r>
      <w:r w:rsidRPr="003059E2">
        <w:rPr>
          <w:rFonts w:ascii="Times New Roman" w:hAnsi="Times New Roman"/>
          <w:b/>
          <w:color w:val="000000"/>
          <w:sz w:val="24"/>
          <w:szCs w:val="24"/>
        </w:rPr>
        <w:t xml:space="preserve">рогноз сводных показателей муниципальных заданий </w:t>
      </w:r>
    </w:p>
    <w:p w:rsidR="00F92C04" w:rsidRPr="003059E2" w:rsidRDefault="00F92C04" w:rsidP="00CF3EE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92C04" w:rsidRPr="003059E2" w:rsidRDefault="00F92C04" w:rsidP="00CF3EE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ab/>
        <w:t>Муниципальные задания на оказание муниципальных услуг (выполнение работ) в рамках подпрограммы не формируются.</w:t>
      </w:r>
    </w:p>
    <w:p w:rsidR="00F92C04" w:rsidRPr="003059E2" w:rsidRDefault="00F92C04" w:rsidP="00CF3EE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92C04" w:rsidRDefault="00F92C04" w:rsidP="00CF3EE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8.В</w:t>
      </w:r>
      <w:r w:rsidRPr="003059E2">
        <w:rPr>
          <w:rFonts w:ascii="Times New Roman" w:hAnsi="Times New Roman"/>
          <w:b/>
          <w:color w:val="000000"/>
          <w:sz w:val="24"/>
          <w:szCs w:val="24"/>
        </w:rPr>
        <w:t>заимодействие с органами государственной власти и местного самоуправления, организациями и гражданами</w:t>
      </w:r>
    </w:p>
    <w:p w:rsidR="00F92C04" w:rsidRPr="003059E2" w:rsidRDefault="00F92C04" w:rsidP="00CF3EE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92C04" w:rsidRPr="003059E2" w:rsidRDefault="00F92C04" w:rsidP="00CF3EE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Порядок взаимодействия ответственного исполнителя, участников муниципальной подпрограммы по вопросам разработки, реализации и оценки эффективности муниципальной подпрограммы определяет ответственный исполнитель муниципальной программы в соответствии с Положением о порядке разработки, реализации и оценке эффективности муниципальных программ Можгинского района, утвержденным постановлением Администрации МО «Можгинский район» от 24.09.2013 г. № 1316.</w:t>
      </w:r>
    </w:p>
    <w:p w:rsidR="00F92C04" w:rsidRDefault="00F92C04" w:rsidP="00CF3EE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92C04" w:rsidRDefault="00F92C04" w:rsidP="00CF3EE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9.Р</w:t>
      </w:r>
      <w:r w:rsidRPr="003059E2">
        <w:rPr>
          <w:rFonts w:ascii="Times New Roman" w:hAnsi="Times New Roman"/>
          <w:b/>
          <w:color w:val="000000"/>
          <w:sz w:val="24"/>
          <w:szCs w:val="24"/>
        </w:rPr>
        <w:t>есурсное обеспечение</w:t>
      </w:r>
    </w:p>
    <w:p w:rsidR="00F92C04" w:rsidRPr="003059E2" w:rsidRDefault="00F92C04" w:rsidP="00CF3EE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92C04" w:rsidRDefault="00F92C04" w:rsidP="00301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</w:t>
      </w:r>
      <w:r w:rsidRPr="00804052">
        <w:rPr>
          <w:rFonts w:ascii="Times New Roman" w:hAnsi="Times New Roman"/>
          <w:color w:val="000000"/>
          <w:sz w:val="24"/>
          <w:szCs w:val="24"/>
        </w:rPr>
        <w:t xml:space="preserve">Объем бюджетных ассигнований на реализацию  </w:t>
      </w:r>
      <w:r>
        <w:rPr>
          <w:rFonts w:ascii="Times New Roman" w:hAnsi="Times New Roman"/>
          <w:color w:val="000000"/>
          <w:sz w:val="24"/>
          <w:szCs w:val="24"/>
        </w:rPr>
        <w:t>муниципальной</w:t>
      </w:r>
      <w:r w:rsidRPr="00804052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под</w:t>
      </w:r>
      <w:r w:rsidRPr="00804052">
        <w:rPr>
          <w:rFonts w:ascii="Times New Roman" w:hAnsi="Times New Roman"/>
          <w:color w:val="000000"/>
          <w:sz w:val="24"/>
          <w:szCs w:val="24"/>
        </w:rPr>
        <w:t xml:space="preserve">программы за счет средств бюджета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 образования «Можгинский район»  </w:t>
      </w:r>
      <w:r w:rsidRPr="00804052">
        <w:rPr>
          <w:rFonts w:ascii="Times New Roman" w:hAnsi="Times New Roman"/>
          <w:color w:val="000000"/>
          <w:sz w:val="24"/>
          <w:szCs w:val="24"/>
        </w:rPr>
        <w:t>составит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59E2">
        <w:rPr>
          <w:rFonts w:ascii="Times New Roman" w:hAnsi="Times New Roman"/>
          <w:color w:val="000000"/>
          <w:sz w:val="24"/>
          <w:szCs w:val="24"/>
        </w:rPr>
        <w:t xml:space="preserve"> 11 625,</w:t>
      </w:r>
      <w:r>
        <w:rPr>
          <w:rFonts w:ascii="Times New Roman" w:hAnsi="Times New Roman"/>
          <w:color w:val="000000"/>
          <w:sz w:val="24"/>
          <w:szCs w:val="24"/>
        </w:rPr>
        <w:t>5</w:t>
      </w:r>
      <w:r w:rsidRPr="003059E2">
        <w:rPr>
          <w:rFonts w:ascii="Times New Roman" w:hAnsi="Times New Roman"/>
          <w:color w:val="000000"/>
          <w:sz w:val="24"/>
          <w:szCs w:val="24"/>
        </w:rPr>
        <w:t xml:space="preserve"> тыс.рублей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92C04" w:rsidRDefault="00F92C04" w:rsidP="00B24F2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AC41B3">
        <w:rPr>
          <w:rFonts w:ascii="Times New Roman" w:hAnsi="Times New Roman"/>
          <w:sz w:val="24"/>
        </w:rPr>
        <w:t>Ресурсное  обеспечение  подпрограммы за счёт средств бюджета МО «Можгинский район» подлежит  уточнению в рамках бюджетного цикла.</w:t>
      </w:r>
    </w:p>
    <w:p w:rsidR="00F92C04" w:rsidRPr="003059E2" w:rsidRDefault="00F92C04" w:rsidP="00CF3E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59E2">
        <w:rPr>
          <w:rFonts w:ascii="Times New Roman" w:hAnsi="Times New Roman"/>
          <w:color w:val="000000"/>
          <w:sz w:val="24"/>
          <w:szCs w:val="24"/>
        </w:rPr>
        <w:t>Объем внебюджетных средств – в части доли собственных средств граждан, будет определен при утверждении списка семей – участников муниципальной подпрограммы после выделения средств федерального и республиканского бюджетов.</w:t>
      </w:r>
    </w:p>
    <w:p w:rsidR="00F92C04" w:rsidRPr="00AC41B3" w:rsidRDefault="00F92C04" w:rsidP="0022624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AC41B3">
        <w:rPr>
          <w:rFonts w:ascii="Times New Roman" w:hAnsi="Times New Roman"/>
          <w:sz w:val="24"/>
        </w:rPr>
        <w:t>Сведения о ресурсном обеспечении за счет средств бюджета МО «Можгинский район» приведены в приложении 5</w:t>
      </w:r>
      <w:r>
        <w:rPr>
          <w:rFonts w:ascii="Times New Roman" w:hAnsi="Times New Roman"/>
          <w:sz w:val="24"/>
        </w:rPr>
        <w:t xml:space="preserve"> к программе.</w:t>
      </w:r>
    </w:p>
    <w:p w:rsidR="00F92C04" w:rsidRDefault="00F92C04" w:rsidP="00226245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</w:t>
      </w:r>
      <w:r w:rsidRPr="00AC41B3">
        <w:rPr>
          <w:rFonts w:ascii="Times New Roman" w:hAnsi="Times New Roman"/>
          <w:sz w:val="24"/>
        </w:rPr>
        <w:t xml:space="preserve">Сведения о ресурсном обеспечении </w:t>
      </w:r>
      <w:r>
        <w:rPr>
          <w:rFonts w:ascii="Times New Roman" w:hAnsi="Times New Roman"/>
          <w:sz w:val="24"/>
        </w:rPr>
        <w:t>подп</w:t>
      </w:r>
      <w:r w:rsidRPr="00AC41B3">
        <w:rPr>
          <w:rFonts w:ascii="Times New Roman" w:hAnsi="Times New Roman"/>
          <w:sz w:val="24"/>
        </w:rPr>
        <w:t>рограммы за счет всех источников приведены в приложении 6</w:t>
      </w:r>
      <w:r>
        <w:rPr>
          <w:rFonts w:ascii="Times New Roman" w:hAnsi="Times New Roman"/>
          <w:sz w:val="24"/>
        </w:rPr>
        <w:t xml:space="preserve"> к программе</w:t>
      </w:r>
      <w:r w:rsidRPr="00AC41B3">
        <w:rPr>
          <w:rFonts w:ascii="Times New Roman" w:hAnsi="Times New Roman"/>
          <w:sz w:val="24"/>
        </w:rPr>
        <w:t>.</w:t>
      </w:r>
    </w:p>
    <w:p w:rsidR="00F92C04" w:rsidRDefault="00F92C04" w:rsidP="00CF3EE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10.Р</w:t>
      </w:r>
      <w:r w:rsidRPr="003059E2">
        <w:rPr>
          <w:rFonts w:ascii="Times New Roman" w:hAnsi="Times New Roman"/>
          <w:b/>
          <w:color w:val="000000"/>
          <w:sz w:val="24"/>
          <w:szCs w:val="24"/>
        </w:rPr>
        <w:t>иски и меры по управлению рисками</w:t>
      </w:r>
    </w:p>
    <w:p w:rsidR="00F92C04" w:rsidRPr="003059E2" w:rsidRDefault="00F92C04" w:rsidP="00CF3EE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92C04" w:rsidRPr="003059E2" w:rsidRDefault="00F92C04" w:rsidP="00CF3EE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 xml:space="preserve">Экономические риски. Прямое влияние на объем инвестиций оказывает состояние экономики. Отклонение основных экономических параметров от прогнозируемых приведет к необходимости корректировки значений целевых показателей (индикаторов) подпрограммы, а также системы основных мероприятий подпрограммы.  </w:t>
      </w:r>
    </w:p>
    <w:p w:rsidR="00F92C04" w:rsidRPr="003059E2" w:rsidRDefault="00F92C04" w:rsidP="00CF3EE8">
      <w:pPr>
        <w:shd w:val="clear" w:color="auto" w:fill="FFFFFF"/>
        <w:spacing w:after="0" w:line="240" w:lineRule="auto"/>
        <w:ind w:right="-2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 xml:space="preserve">Организационно-управленческие риски связаны с необходимостью согласованных действий многих участников, включая органы государственной власти Российской Федерации и Удмуртской Республики. Также возможны ошибки в управлении реализацией подпрограммы, слабая исполнительская дисциплина. Меры по управлению организационными рисками: </w:t>
      </w:r>
    </w:p>
    <w:p w:rsidR="00F92C04" w:rsidRPr="003059E2" w:rsidRDefault="00F92C04" w:rsidP="00CF3EE8">
      <w:pPr>
        <w:pStyle w:val="20"/>
        <w:numPr>
          <w:ilvl w:val="1"/>
          <w:numId w:val="24"/>
        </w:numPr>
        <w:shd w:val="clear" w:color="auto" w:fill="FFFFFF"/>
        <w:tabs>
          <w:tab w:val="left" w:pos="993"/>
        </w:tabs>
        <w:spacing w:after="0" w:line="240" w:lineRule="auto"/>
        <w:ind w:left="0" w:right="-2" w:firstLine="709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3059E2">
        <w:rPr>
          <w:rFonts w:ascii="Times New Roman" w:hAnsi="Times New Roman"/>
          <w:b w:val="0"/>
          <w:color w:val="000000"/>
          <w:sz w:val="24"/>
          <w:szCs w:val="24"/>
        </w:rPr>
        <w:t>составление планов реализации подпрограммы;</w:t>
      </w:r>
    </w:p>
    <w:p w:rsidR="00F92C04" w:rsidRPr="003059E2" w:rsidRDefault="00F92C04" w:rsidP="00CF3EE8">
      <w:pPr>
        <w:pStyle w:val="20"/>
        <w:numPr>
          <w:ilvl w:val="1"/>
          <w:numId w:val="24"/>
        </w:numPr>
        <w:shd w:val="clear" w:color="auto" w:fill="FFFFFF"/>
        <w:tabs>
          <w:tab w:val="left" w:pos="993"/>
        </w:tabs>
        <w:spacing w:after="0" w:line="240" w:lineRule="auto"/>
        <w:ind w:left="0" w:right="-2" w:firstLine="709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3059E2">
        <w:rPr>
          <w:rFonts w:ascii="Times New Roman" w:hAnsi="Times New Roman"/>
          <w:b w:val="0"/>
          <w:color w:val="000000"/>
          <w:sz w:val="24"/>
          <w:szCs w:val="24"/>
        </w:rPr>
        <w:t xml:space="preserve">ежеквартальный мониторинг реализации подпрограммы; </w:t>
      </w:r>
    </w:p>
    <w:p w:rsidR="00F92C04" w:rsidRPr="003059E2" w:rsidRDefault="00F92C04" w:rsidP="00CF3EE8">
      <w:pPr>
        <w:pStyle w:val="20"/>
        <w:numPr>
          <w:ilvl w:val="1"/>
          <w:numId w:val="24"/>
        </w:numPr>
        <w:shd w:val="clear" w:color="auto" w:fill="FFFFFF"/>
        <w:tabs>
          <w:tab w:val="left" w:pos="993"/>
        </w:tabs>
        <w:spacing w:after="0" w:line="240" w:lineRule="auto"/>
        <w:ind w:left="0" w:right="-2" w:firstLine="709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3059E2">
        <w:rPr>
          <w:rFonts w:ascii="Times New Roman" w:hAnsi="Times New Roman"/>
          <w:b w:val="0"/>
          <w:color w:val="000000"/>
          <w:sz w:val="24"/>
          <w:szCs w:val="24"/>
        </w:rPr>
        <w:t xml:space="preserve">закрепление персональной ответственности за исполнение мероприятий и достижение значений целевых показателей (индикаторов) подпрограммы; </w:t>
      </w:r>
    </w:p>
    <w:p w:rsidR="00F92C04" w:rsidRPr="003059E2" w:rsidRDefault="00F92C04" w:rsidP="00CF3EE8">
      <w:pPr>
        <w:pStyle w:val="20"/>
        <w:numPr>
          <w:ilvl w:val="1"/>
          <w:numId w:val="24"/>
        </w:numPr>
        <w:shd w:val="clear" w:color="auto" w:fill="FFFFFF"/>
        <w:tabs>
          <w:tab w:val="left" w:pos="993"/>
        </w:tabs>
        <w:spacing w:after="0" w:line="240" w:lineRule="auto"/>
        <w:ind w:left="0" w:right="-2" w:firstLine="709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3059E2">
        <w:rPr>
          <w:rFonts w:ascii="Times New Roman" w:hAnsi="Times New Roman"/>
          <w:b w:val="0"/>
          <w:color w:val="000000"/>
          <w:sz w:val="24"/>
          <w:szCs w:val="24"/>
        </w:rPr>
        <w:t>информирование населения и открытая публикация данных о ходе реализации подпрограммы;</w:t>
      </w:r>
    </w:p>
    <w:p w:rsidR="00F92C04" w:rsidRPr="003059E2" w:rsidRDefault="00F92C04" w:rsidP="00CF3EE8">
      <w:pPr>
        <w:pStyle w:val="20"/>
        <w:numPr>
          <w:ilvl w:val="1"/>
          <w:numId w:val="24"/>
        </w:numPr>
        <w:shd w:val="clear" w:color="auto" w:fill="FFFFFF"/>
        <w:tabs>
          <w:tab w:val="left" w:pos="993"/>
        </w:tabs>
        <w:spacing w:after="0" w:line="240" w:lineRule="auto"/>
        <w:ind w:left="0" w:right="-2" w:firstLine="709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3059E2">
        <w:rPr>
          <w:rFonts w:ascii="Times New Roman" w:hAnsi="Times New Roman"/>
          <w:b w:val="0"/>
          <w:color w:val="000000"/>
          <w:sz w:val="24"/>
          <w:szCs w:val="24"/>
        </w:rPr>
        <w:t>оценка регулирующего воздействия проектов нормативных правовых актов Можгинского района (планируется внедрить).</w:t>
      </w:r>
    </w:p>
    <w:p w:rsidR="00F92C04" w:rsidRPr="003059E2" w:rsidRDefault="00F92C04" w:rsidP="00CF3EE8">
      <w:pPr>
        <w:shd w:val="clear" w:color="auto" w:fill="FFFFFF"/>
        <w:spacing w:after="0" w:line="240" w:lineRule="auto"/>
        <w:ind w:right="-2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Кадровые риски связаны с недостаточным уровнем квалификации работников. В качестве меры для управления риском будут осуществляться мероприятия по подготовке и переподготовка кадров.</w:t>
      </w:r>
    </w:p>
    <w:p w:rsidR="00F92C04" w:rsidRPr="003059E2" w:rsidRDefault="00F92C04" w:rsidP="00CF3EE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92C04" w:rsidRDefault="00F92C04" w:rsidP="00CF3EE8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11.К</w:t>
      </w:r>
      <w:r w:rsidRPr="003059E2">
        <w:rPr>
          <w:rFonts w:ascii="Times New Roman" w:hAnsi="Times New Roman"/>
          <w:b/>
          <w:color w:val="000000"/>
          <w:sz w:val="24"/>
          <w:szCs w:val="24"/>
        </w:rPr>
        <w:t>онечные результаты и оценка эффективности</w:t>
      </w:r>
    </w:p>
    <w:p w:rsidR="00F92C04" w:rsidRPr="003059E2" w:rsidRDefault="00F92C04" w:rsidP="00CF3EE8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92C04" w:rsidRPr="003059E2" w:rsidRDefault="00F92C04" w:rsidP="00CF3EE8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 xml:space="preserve">Подпрограмма направлена на оказание информационной и организационной поддержки по привлечению к участию в подпрограмме граждан, имеющих возможность приобрести жилье с помощью собственных, заемных средств, а также социальных выплат и субсидий на приобретение жилья; признание граждан в качестве нуждающихся в улучшении жилищных условий; подготовка, оформление и выдача документов о предоставлении мер государственной поддержки с целью улучшения жилищных условий граждан </w:t>
      </w:r>
    </w:p>
    <w:p w:rsidR="00F92C04" w:rsidRPr="003059E2" w:rsidRDefault="00F92C04" w:rsidP="00CF3EE8">
      <w:pPr>
        <w:pStyle w:val="BodyText"/>
        <w:ind w:firstLine="720"/>
        <w:rPr>
          <w:color w:val="000000"/>
        </w:rPr>
      </w:pPr>
      <w:r w:rsidRPr="003059E2">
        <w:rPr>
          <w:color w:val="000000"/>
        </w:rPr>
        <w:t>Ожидаемые результаты ее реализации обеспечение жильем граждан Можгинского района.</w:t>
      </w:r>
    </w:p>
    <w:p w:rsidR="00F92C04" w:rsidRPr="003059E2" w:rsidRDefault="00F92C04" w:rsidP="00CF3EE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Оценка эффективности муниципальной подпрограммы будет осуществляться путем ежегодного сопоставления:</w:t>
      </w:r>
    </w:p>
    <w:p w:rsidR="00F92C04" w:rsidRPr="003059E2" w:rsidRDefault="00F92C04" w:rsidP="00CF3EE8">
      <w:pPr>
        <w:tabs>
          <w:tab w:val="left" w:pos="397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- фактических (в сопоставимых условиях) и планируемых значений целевых показателей муниципальной подпрограммы (целевой параметр 100%);</w:t>
      </w:r>
    </w:p>
    <w:p w:rsidR="00F92C04" w:rsidRPr="003059E2" w:rsidRDefault="00F92C04" w:rsidP="00CF3EE8">
      <w:pPr>
        <w:tabs>
          <w:tab w:val="left" w:pos="397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- фактических (в сопоставимых условиях) и планируемых объемов расходов местного бюджета на реализацию муниципальной подпрограммы и ее мероприятия (целевой параметр 100%);</w:t>
      </w:r>
    </w:p>
    <w:p w:rsidR="00F92C04" w:rsidRPr="003059E2" w:rsidRDefault="00F92C04" w:rsidP="00CF3EE8">
      <w:pPr>
        <w:tabs>
          <w:tab w:val="left" w:pos="397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- числа выполненных и планируемых мероприятий плана реализации муниципальной подпрограммы (целевой параметр 100%).</w:t>
      </w:r>
    </w:p>
    <w:p w:rsidR="00F92C04" w:rsidRPr="003059E2" w:rsidRDefault="00F92C04" w:rsidP="00CF3EE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92C04" w:rsidRPr="003059E2" w:rsidRDefault="00F92C04" w:rsidP="00CF3EE8">
      <w:pPr>
        <w:widowControl w:val="0"/>
        <w:autoSpaceDE w:val="0"/>
        <w:autoSpaceDN w:val="0"/>
        <w:adjustRightInd w:val="0"/>
        <w:spacing w:after="0" w:line="240" w:lineRule="auto"/>
        <w:ind w:left="10620"/>
        <w:outlineLvl w:val="1"/>
        <w:rPr>
          <w:rFonts w:ascii="Times New Roman" w:hAnsi="Times New Roman"/>
          <w:color w:val="000000"/>
          <w:sz w:val="24"/>
          <w:szCs w:val="24"/>
        </w:rPr>
      </w:pPr>
    </w:p>
    <w:p w:rsidR="00F92C04" w:rsidRPr="00C63F05" w:rsidRDefault="00F92C04" w:rsidP="00CF3EE8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C63F05">
        <w:rPr>
          <w:rFonts w:ascii="Times New Roman" w:hAnsi="Times New Roman"/>
          <w:b/>
          <w:sz w:val="24"/>
        </w:rPr>
        <w:t>2.3.  Подпрограмма</w:t>
      </w:r>
    </w:p>
    <w:p w:rsidR="00F92C04" w:rsidRPr="00C63F05" w:rsidRDefault="00F92C04" w:rsidP="00CF3EE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63F05">
        <w:rPr>
          <w:rFonts w:ascii="Times New Roman" w:hAnsi="Times New Roman"/>
          <w:b/>
          <w:sz w:val="24"/>
        </w:rPr>
        <w:t xml:space="preserve"> «Предоставление субсидий по оплате жилого помещения и коммунальных услуг»</w:t>
      </w:r>
    </w:p>
    <w:p w:rsidR="00F92C04" w:rsidRDefault="00F92C04" w:rsidP="00CF3EE8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92C04" w:rsidRPr="00BD458C" w:rsidRDefault="00F92C04" w:rsidP="00CF3EE8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>ПАСПОРТ</w:t>
      </w:r>
    </w:p>
    <w:p w:rsidR="00F92C04" w:rsidRPr="00BD458C" w:rsidRDefault="00F92C04" w:rsidP="00CF3EE8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color w:val="000000"/>
          <w:sz w:val="24"/>
          <w:szCs w:val="24"/>
        </w:rPr>
      </w:pPr>
      <w:r w:rsidRPr="00BD458C">
        <w:rPr>
          <w:rFonts w:ascii="Times New Roman" w:hAnsi="Times New Roman"/>
          <w:color w:val="000000"/>
          <w:sz w:val="24"/>
          <w:szCs w:val="24"/>
        </w:rPr>
        <w:t xml:space="preserve"> муниципальной подпрограммы </w:t>
      </w:r>
    </w:p>
    <w:tbl>
      <w:tblPr>
        <w:tblW w:w="1023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864"/>
        <w:gridCol w:w="7368"/>
      </w:tblGrid>
      <w:tr w:rsidR="00F92C04" w:rsidRPr="000353D7" w:rsidTr="00CF3EE8">
        <w:tc>
          <w:tcPr>
            <w:tcW w:w="2864" w:type="dxa"/>
          </w:tcPr>
          <w:p w:rsidR="00F92C04" w:rsidRPr="000353D7" w:rsidRDefault="00F92C04" w:rsidP="00CF3EE8">
            <w:pPr>
              <w:pStyle w:val="a2"/>
              <w:rPr>
                <w:rFonts w:ascii="Times New Roman" w:hAnsi="Times New Roman"/>
                <w:sz w:val="24"/>
              </w:rPr>
            </w:pPr>
            <w:r w:rsidRPr="000353D7">
              <w:rPr>
                <w:rFonts w:ascii="Times New Roman" w:hAnsi="Times New Roman"/>
                <w:sz w:val="24"/>
              </w:rPr>
              <w:t xml:space="preserve">Наименование </w:t>
            </w:r>
            <w:r>
              <w:rPr>
                <w:rFonts w:ascii="Times New Roman" w:hAnsi="Times New Roman"/>
                <w:sz w:val="24"/>
              </w:rPr>
              <w:t>м</w:t>
            </w:r>
            <w:r w:rsidRPr="000353D7">
              <w:rPr>
                <w:rFonts w:ascii="Times New Roman" w:hAnsi="Times New Roman"/>
                <w:sz w:val="24"/>
              </w:rPr>
              <w:t>уници</w:t>
            </w:r>
            <w:r>
              <w:rPr>
                <w:rFonts w:ascii="Times New Roman" w:hAnsi="Times New Roman"/>
                <w:sz w:val="24"/>
              </w:rPr>
              <w:t>-</w:t>
            </w:r>
            <w:r w:rsidRPr="000353D7">
              <w:rPr>
                <w:rFonts w:ascii="Times New Roman" w:hAnsi="Times New Roman"/>
                <w:sz w:val="24"/>
              </w:rPr>
              <w:t>пальной</w:t>
            </w:r>
            <w:r>
              <w:rPr>
                <w:rFonts w:ascii="Times New Roman" w:hAnsi="Times New Roman"/>
                <w:sz w:val="24"/>
              </w:rPr>
              <w:t xml:space="preserve"> под</w:t>
            </w:r>
            <w:r w:rsidRPr="000353D7">
              <w:rPr>
                <w:rFonts w:ascii="Times New Roman" w:hAnsi="Times New Roman"/>
                <w:sz w:val="24"/>
              </w:rPr>
              <w:t>программы</w:t>
            </w:r>
          </w:p>
        </w:tc>
        <w:tc>
          <w:tcPr>
            <w:tcW w:w="7368" w:type="dxa"/>
          </w:tcPr>
          <w:p w:rsidR="00F92C04" w:rsidRPr="000353D7" w:rsidRDefault="00F92C04" w:rsidP="00CF3EE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субсидий по оплате жилого помещения и коммунальных услуг</w:t>
            </w:r>
          </w:p>
        </w:tc>
      </w:tr>
      <w:tr w:rsidR="00F92C04" w:rsidRPr="000353D7" w:rsidTr="00CF3EE8">
        <w:tc>
          <w:tcPr>
            <w:tcW w:w="2864" w:type="dxa"/>
          </w:tcPr>
          <w:p w:rsidR="00F92C04" w:rsidRPr="000353D7" w:rsidRDefault="00F92C04" w:rsidP="00CF3EE8">
            <w:pPr>
              <w:pStyle w:val="a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Координатор</w:t>
            </w:r>
          </w:p>
        </w:tc>
        <w:tc>
          <w:tcPr>
            <w:tcW w:w="7368" w:type="dxa"/>
          </w:tcPr>
          <w:p w:rsidR="00F92C04" w:rsidRDefault="00F92C04" w:rsidP="00CF3EE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главы Администрации муниципального образования «Можгинский район» по социальным вопросам</w:t>
            </w:r>
          </w:p>
        </w:tc>
      </w:tr>
      <w:tr w:rsidR="00F92C04" w:rsidRPr="000353D7" w:rsidTr="00CF3EE8">
        <w:tc>
          <w:tcPr>
            <w:tcW w:w="2864" w:type="dxa"/>
          </w:tcPr>
          <w:p w:rsidR="00F92C04" w:rsidRPr="000353D7" w:rsidRDefault="00F92C04" w:rsidP="00CF3EE8">
            <w:pPr>
              <w:pStyle w:val="a2"/>
              <w:snapToGrid w:val="0"/>
              <w:rPr>
                <w:rFonts w:ascii="Times New Roman" w:hAnsi="Times New Roman"/>
                <w:sz w:val="24"/>
              </w:rPr>
            </w:pPr>
            <w:r w:rsidRPr="000353D7">
              <w:rPr>
                <w:rFonts w:ascii="Times New Roman" w:hAnsi="Times New Roman"/>
                <w:sz w:val="24"/>
              </w:rPr>
              <w:t xml:space="preserve">Ответственный </w:t>
            </w:r>
            <w:r>
              <w:rPr>
                <w:rFonts w:ascii="Times New Roman" w:hAnsi="Times New Roman"/>
                <w:sz w:val="24"/>
              </w:rPr>
              <w:t xml:space="preserve"> исполни-тель</w:t>
            </w:r>
            <w:r w:rsidRPr="000353D7">
              <w:rPr>
                <w:rFonts w:ascii="Times New Roman" w:hAnsi="Times New Roman"/>
                <w:sz w:val="24"/>
              </w:rPr>
              <w:t xml:space="preserve"> муниципальной </w:t>
            </w:r>
            <w:r>
              <w:rPr>
                <w:rFonts w:ascii="Times New Roman" w:hAnsi="Times New Roman"/>
                <w:sz w:val="24"/>
              </w:rPr>
              <w:t>под</w:t>
            </w:r>
            <w:r w:rsidRPr="000353D7">
              <w:rPr>
                <w:rFonts w:ascii="Times New Roman" w:hAnsi="Times New Roman"/>
                <w:sz w:val="24"/>
              </w:rPr>
              <w:t>программы</w:t>
            </w:r>
          </w:p>
        </w:tc>
        <w:tc>
          <w:tcPr>
            <w:tcW w:w="7368" w:type="dxa"/>
          </w:tcPr>
          <w:p w:rsidR="00F92C04" w:rsidRDefault="00F92C04" w:rsidP="00CF3EE8">
            <w:pPr>
              <w:pStyle w:val="Standard"/>
              <w:ind w:left="57"/>
              <w:rPr>
                <w:color w:val="auto"/>
                <w:kern w:val="0"/>
                <w:lang w:val="ru-RU" w:eastAsia="ru-RU"/>
              </w:rPr>
            </w:pPr>
            <w:r w:rsidRPr="00900DEB">
              <w:rPr>
                <w:color w:val="auto"/>
                <w:kern w:val="0"/>
                <w:lang w:val="ru-RU" w:eastAsia="ru-RU"/>
              </w:rPr>
              <w:t>Сектор по жилищным вопросам и жилищным субсидиям отдела строительства архитектуры и ЖКХ</w:t>
            </w:r>
          </w:p>
          <w:p w:rsidR="00F92C04" w:rsidRPr="000353D7" w:rsidRDefault="00F92C04" w:rsidP="00CF3EE8">
            <w:pPr>
              <w:pStyle w:val="a2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92C04" w:rsidRPr="000353D7" w:rsidTr="00CF3EE8">
        <w:tc>
          <w:tcPr>
            <w:tcW w:w="2864" w:type="dxa"/>
          </w:tcPr>
          <w:p w:rsidR="00F92C04" w:rsidRPr="000353D7" w:rsidRDefault="00F92C04" w:rsidP="00CF3EE8">
            <w:pPr>
              <w:pStyle w:val="a2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Соисполнители муни</w:t>
            </w:r>
            <w:r w:rsidRPr="000353D7">
              <w:rPr>
                <w:rFonts w:ascii="Times New Roman" w:hAnsi="Times New Roman"/>
                <w:sz w:val="24"/>
              </w:rPr>
              <w:t>ци</w:t>
            </w:r>
            <w:r>
              <w:rPr>
                <w:rFonts w:ascii="Times New Roman" w:hAnsi="Times New Roman"/>
                <w:sz w:val="24"/>
              </w:rPr>
              <w:t>-</w:t>
            </w:r>
            <w:r w:rsidRPr="000353D7">
              <w:rPr>
                <w:rFonts w:ascii="Times New Roman" w:hAnsi="Times New Roman"/>
                <w:sz w:val="24"/>
              </w:rPr>
              <w:t>пальной</w:t>
            </w:r>
            <w:r>
              <w:rPr>
                <w:rFonts w:ascii="Times New Roman" w:hAnsi="Times New Roman"/>
                <w:sz w:val="24"/>
              </w:rPr>
              <w:t xml:space="preserve"> под</w:t>
            </w:r>
            <w:r w:rsidRPr="000353D7">
              <w:rPr>
                <w:rFonts w:ascii="Times New Roman" w:hAnsi="Times New Roman"/>
                <w:sz w:val="24"/>
              </w:rPr>
              <w:t>программы</w:t>
            </w:r>
          </w:p>
        </w:tc>
        <w:tc>
          <w:tcPr>
            <w:tcW w:w="7368" w:type="dxa"/>
          </w:tcPr>
          <w:p w:rsidR="00F92C04" w:rsidRPr="000353D7" w:rsidRDefault="00F92C04" w:rsidP="00CF3EE8">
            <w:pPr>
              <w:pStyle w:val="a2"/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0353D7">
              <w:rPr>
                <w:rFonts w:ascii="Times New Roman" w:hAnsi="Times New Roman"/>
                <w:sz w:val="24"/>
              </w:rPr>
              <w:t>Отсутствуют</w:t>
            </w:r>
          </w:p>
          <w:p w:rsidR="00F92C04" w:rsidRPr="000353D7" w:rsidRDefault="00F92C04" w:rsidP="00CF3EE8">
            <w:pPr>
              <w:pStyle w:val="a2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92C04" w:rsidRPr="000353D7" w:rsidTr="00CF3EE8">
        <w:tc>
          <w:tcPr>
            <w:tcW w:w="2864" w:type="dxa"/>
          </w:tcPr>
          <w:p w:rsidR="00F92C04" w:rsidRPr="000353D7" w:rsidRDefault="00F92C04" w:rsidP="00CF3EE8">
            <w:pPr>
              <w:pStyle w:val="a2"/>
              <w:snapToGrid w:val="0"/>
              <w:rPr>
                <w:rFonts w:ascii="Times New Roman" w:hAnsi="Times New Roman"/>
                <w:sz w:val="24"/>
              </w:rPr>
            </w:pPr>
            <w:r w:rsidRPr="000353D7">
              <w:rPr>
                <w:rFonts w:ascii="Times New Roman" w:hAnsi="Times New Roman"/>
                <w:sz w:val="24"/>
              </w:rPr>
              <w:t xml:space="preserve">Цели муниципальной </w:t>
            </w:r>
            <w:r>
              <w:rPr>
                <w:rFonts w:ascii="Times New Roman" w:hAnsi="Times New Roman"/>
                <w:sz w:val="24"/>
              </w:rPr>
              <w:t>под</w:t>
            </w:r>
            <w:r w:rsidRPr="000353D7">
              <w:rPr>
                <w:rFonts w:ascii="Times New Roman" w:hAnsi="Times New Roman"/>
                <w:sz w:val="24"/>
              </w:rPr>
              <w:t>программы</w:t>
            </w:r>
          </w:p>
        </w:tc>
        <w:tc>
          <w:tcPr>
            <w:tcW w:w="7368" w:type="dxa"/>
          </w:tcPr>
          <w:p w:rsidR="00F92C04" w:rsidRPr="00FD7CDC" w:rsidRDefault="00F92C04" w:rsidP="00CF3EE8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FD7CDC">
              <w:rPr>
                <w:rFonts w:ascii="Times New Roman" w:hAnsi="Times New Roman"/>
                <w:bCs/>
                <w:sz w:val="24"/>
              </w:rPr>
              <w:t xml:space="preserve">1. </w:t>
            </w:r>
            <w:r w:rsidRPr="00FD7CDC">
              <w:rPr>
                <w:rFonts w:ascii="Times New Roman" w:hAnsi="Times New Roman"/>
                <w:sz w:val="24"/>
              </w:rPr>
              <w:t>Снижение уровня просроченной задолженности за жилищно-коммунальные услуги.</w:t>
            </w:r>
          </w:p>
          <w:p w:rsidR="00F92C04" w:rsidRPr="000353D7" w:rsidRDefault="00F92C04" w:rsidP="00CF3EE8">
            <w:pPr>
              <w:pStyle w:val="a2"/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FD7CDC">
              <w:rPr>
                <w:rFonts w:ascii="Times New Roman" w:hAnsi="Times New Roman" w:cs="Times New Roman"/>
                <w:sz w:val="24"/>
              </w:rPr>
              <w:t>2. Снижение роста социальной напряженности.</w:t>
            </w:r>
          </w:p>
        </w:tc>
      </w:tr>
      <w:tr w:rsidR="00F92C04" w:rsidRPr="000353D7" w:rsidTr="00CF3EE8">
        <w:tc>
          <w:tcPr>
            <w:tcW w:w="2864" w:type="dxa"/>
          </w:tcPr>
          <w:p w:rsidR="00F92C04" w:rsidRPr="000353D7" w:rsidRDefault="00F92C04" w:rsidP="00CF3EE8">
            <w:pPr>
              <w:pStyle w:val="a2"/>
              <w:snapToGrid w:val="0"/>
              <w:rPr>
                <w:rFonts w:ascii="Times New Roman" w:hAnsi="Times New Roman"/>
                <w:sz w:val="24"/>
              </w:rPr>
            </w:pPr>
            <w:r w:rsidRPr="000353D7">
              <w:rPr>
                <w:rFonts w:ascii="Times New Roman" w:hAnsi="Times New Roman"/>
                <w:sz w:val="24"/>
              </w:rPr>
              <w:t xml:space="preserve">Задачи муниципальной </w:t>
            </w:r>
            <w:r>
              <w:rPr>
                <w:rFonts w:ascii="Times New Roman" w:hAnsi="Times New Roman"/>
                <w:sz w:val="24"/>
              </w:rPr>
              <w:t>под</w:t>
            </w:r>
            <w:r w:rsidRPr="000353D7">
              <w:rPr>
                <w:rFonts w:ascii="Times New Roman" w:hAnsi="Times New Roman"/>
                <w:sz w:val="24"/>
              </w:rPr>
              <w:t>программы</w:t>
            </w:r>
          </w:p>
        </w:tc>
        <w:tc>
          <w:tcPr>
            <w:tcW w:w="7368" w:type="dxa"/>
          </w:tcPr>
          <w:p w:rsidR="00F92C04" w:rsidRPr="00F408D7" w:rsidRDefault="00F92C04" w:rsidP="00CF3EE8">
            <w:pPr>
              <w:pStyle w:val="a2"/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F408D7">
              <w:rPr>
                <w:rFonts w:ascii="Times New Roman" w:hAnsi="Times New Roman" w:cs="Times New Roman"/>
                <w:sz w:val="24"/>
              </w:rPr>
              <w:t xml:space="preserve">1. Оказание информационной и организационной поддержки по привлечению к участию в подпрограмме граждан. </w:t>
            </w:r>
          </w:p>
          <w:p w:rsidR="00F92C04" w:rsidRPr="000353D7" w:rsidRDefault="00F92C04" w:rsidP="00CF3EE8">
            <w:pPr>
              <w:pStyle w:val="a2"/>
              <w:snapToGrid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Сокращение жилищно-коммунальных платежей у </w:t>
            </w:r>
            <w:r w:rsidRPr="000353D7">
              <w:rPr>
                <w:rFonts w:ascii="Times New Roman" w:hAnsi="Times New Roman"/>
                <w:sz w:val="24"/>
              </w:rPr>
              <w:t>граждан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</w:p>
        </w:tc>
      </w:tr>
      <w:tr w:rsidR="00F92C04" w:rsidRPr="000353D7" w:rsidTr="00CF3EE8">
        <w:tc>
          <w:tcPr>
            <w:tcW w:w="2864" w:type="dxa"/>
          </w:tcPr>
          <w:p w:rsidR="00F92C04" w:rsidRPr="000353D7" w:rsidRDefault="00F92C04" w:rsidP="00CF3EE8">
            <w:pPr>
              <w:pStyle w:val="a2"/>
              <w:snapToGrid w:val="0"/>
              <w:rPr>
                <w:rFonts w:ascii="Times New Roman" w:hAnsi="Times New Roman"/>
                <w:sz w:val="24"/>
              </w:rPr>
            </w:pPr>
            <w:r w:rsidRPr="000353D7">
              <w:rPr>
                <w:rFonts w:ascii="Times New Roman" w:hAnsi="Times New Roman"/>
                <w:sz w:val="24"/>
              </w:rPr>
              <w:t>Целевые индикаторы и показатели муниципаль</w:t>
            </w:r>
            <w:r>
              <w:rPr>
                <w:rFonts w:ascii="Times New Roman" w:hAnsi="Times New Roman"/>
                <w:sz w:val="24"/>
              </w:rPr>
              <w:t>-</w:t>
            </w:r>
            <w:r w:rsidRPr="000353D7">
              <w:rPr>
                <w:rFonts w:ascii="Times New Roman" w:hAnsi="Times New Roman"/>
                <w:sz w:val="24"/>
              </w:rPr>
              <w:t xml:space="preserve">ной </w:t>
            </w:r>
            <w:r>
              <w:rPr>
                <w:rFonts w:ascii="Times New Roman" w:hAnsi="Times New Roman"/>
                <w:sz w:val="24"/>
              </w:rPr>
              <w:t>под</w:t>
            </w:r>
            <w:r w:rsidRPr="000353D7">
              <w:rPr>
                <w:rFonts w:ascii="Times New Roman" w:hAnsi="Times New Roman"/>
                <w:sz w:val="24"/>
              </w:rPr>
              <w:t>программы</w:t>
            </w:r>
          </w:p>
        </w:tc>
        <w:tc>
          <w:tcPr>
            <w:tcW w:w="7368" w:type="dxa"/>
          </w:tcPr>
          <w:p w:rsidR="00F92C04" w:rsidRDefault="00F92C04" w:rsidP="00CF3EE8">
            <w:pPr>
              <w:spacing w:after="0" w:line="240" w:lineRule="auto"/>
              <w:jc w:val="both"/>
              <w:rPr>
                <w:rFonts w:ascii="Times New Roman" w:hAnsi="Times New Roman" w:cs="Calibri"/>
                <w:sz w:val="24"/>
              </w:rPr>
            </w:pPr>
            <w:r>
              <w:rPr>
                <w:rFonts w:ascii="Times New Roman" w:hAnsi="Times New Roman" w:cs="Calibri"/>
                <w:sz w:val="24"/>
              </w:rPr>
              <w:t>1. Количество обработанных заявлений граждан на предоставление субсидии на оплату жилого помещения и коммунальных услуг, %.</w:t>
            </w:r>
          </w:p>
          <w:p w:rsidR="00F92C04" w:rsidRPr="000353D7" w:rsidRDefault="00F92C04" w:rsidP="00CF3E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Calibri"/>
                <w:sz w:val="24"/>
              </w:rPr>
              <w:t xml:space="preserve">2. Количество обращений граждан с заявлениями-жалобами на качество предоставления государственной услуги по предоставлению субсидии на оплату жилого помещения и коммунальных услуг, количество заявлений. </w:t>
            </w:r>
          </w:p>
        </w:tc>
      </w:tr>
      <w:tr w:rsidR="00F92C04" w:rsidRPr="000353D7" w:rsidTr="00CF3EE8">
        <w:tc>
          <w:tcPr>
            <w:tcW w:w="2864" w:type="dxa"/>
          </w:tcPr>
          <w:p w:rsidR="00F92C04" w:rsidRPr="000353D7" w:rsidRDefault="00F92C04" w:rsidP="00CF3EE8">
            <w:pPr>
              <w:pStyle w:val="a2"/>
              <w:snapToGrid w:val="0"/>
              <w:rPr>
                <w:rFonts w:ascii="Times New Roman" w:hAnsi="Times New Roman"/>
                <w:sz w:val="24"/>
              </w:rPr>
            </w:pPr>
            <w:r w:rsidRPr="000353D7">
              <w:rPr>
                <w:rFonts w:ascii="Times New Roman" w:hAnsi="Times New Roman"/>
                <w:sz w:val="24"/>
              </w:rPr>
              <w:t xml:space="preserve">Этапы и сроки                    реализации муниципальной </w:t>
            </w:r>
            <w:r>
              <w:rPr>
                <w:rFonts w:ascii="Times New Roman" w:hAnsi="Times New Roman"/>
                <w:sz w:val="24"/>
              </w:rPr>
              <w:t>под</w:t>
            </w:r>
            <w:r w:rsidRPr="000353D7">
              <w:rPr>
                <w:rFonts w:ascii="Times New Roman" w:hAnsi="Times New Roman"/>
                <w:sz w:val="24"/>
              </w:rPr>
              <w:t>программы</w:t>
            </w:r>
          </w:p>
        </w:tc>
        <w:tc>
          <w:tcPr>
            <w:tcW w:w="7368" w:type="dxa"/>
          </w:tcPr>
          <w:p w:rsidR="00F92C04" w:rsidRPr="000353D7" w:rsidRDefault="00F92C04" w:rsidP="00CF3EE8">
            <w:pPr>
              <w:pStyle w:val="a2"/>
              <w:snapToGrid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Сроки реализации муниципальной подпрограммы </w:t>
            </w:r>
            <w:r w:rsidRPr="000353D7">
              <w:rPr>
                <w:rFonts w:ascii="Times New Roman" w:hAnsi="Times New Roman"/>
                <w:sz w:val="24"/>
              </w:rPr>
              <w:t>201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0353D7">
              <w:rPr>
                <w:rFonts w:ascii="Times New Roman" w:hAnsi="Times New Roman"/>
                <w:sz w:val="24"/>
              </w:rPr>
              <w:t>-2020 годы</w:t>
            </w:r>
            <w:r>
              <w:rPr>
                <w:rFonts w:ascii="Times New Roman" w:hAnsi="Times New Roman"/>
                <w:sz w:val="24"/>
              </w:rPr>
              <w:t>. Э</w:t>
            </w:r>
            <w:r w:rsidRPr="000353D7">
              <w:rPr>
                <w:rFonts w:ascii="Times New Roman" w:hAnsi="Times New Roman"/>
                <w:sz w:val="24"/>
              </w:rPr>
              <w:t xml:space="preserve">тапы реализации муниципальной </w:t>
            </w:r>
            <w:r>
              <w:rPr>
                <w:rFonts w:ascii="Times New Roman" w:hAnsi="Times New Roman"/>
                <w:sz w:val="24"/>
              </w:rPr>
              <w:t>под</w:t>
            </w:r>
            <w:r w:rsidRPr="000353D7">
              <w:rPr>
                <w:rFonts w:ascii="Times New Roman" w:hAnsi="Times New Roman"/>
                <w:sz w:val="24"/>
              </w:rPr>
              <w:t>программы не выделяются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F92C04" w:rsidRPr="000353D7" w:rsidTr="00CF3EE8">
        <w:tc>
          <w:tcPr>
            <w:tcW w:w="2864" w:type="dxa"/>
          </w:tcPr>
          <w:p w:rsidR="00F92C04" w:rsidRPr="000353D7" w:rsidRDefault="00F92C04" w:rsidP="00CF3EE8">
            <w:pPr>
              <w:pStyle w:val="a2"/>
              <w:snapToGrid w:val="0"/>
              <w:rPr>
                <w:rFonts w:ascii="Times New Roman" w:hAnsi="Times New Roman"/>
                <w:sz w:val="24"/>
              </w:rPr>
            </w:pPr>
            <w:r w:rsidRPr="000353D7">
              <w:rPr>
                <w:rFonts w:ascii="Times New Roman" w:hAnsi="Times New Roman"/>
                <w:sz w:val="24"/>
              </w:rPr>
              <w:t xml:space="preserve">Ресурсное                      обеспечение муниципальной </w:t>
            </w:r>
            <w:r>
              <w:rPr>
                <w:rFonts w:ascii="Times New Roman" w:hAnsi="Times New Roman"/>
                <w:sz w:val="24"/>
              </w:rPr>
              <w:t>под</w:t>
            </w:r>
            <w:r w:rsidRPr="000353D7">
              <w:rPr>
                <w:rFonts w:ascii="Times New Roman" w:hAnsi="Times New Roman"/>
                <w:sz w:val="24"/>
              </w:rPr>
              <w:t>программы</w:t>
            </w:r>
            <w:r>
              <w:rPr>
                <w:rFonts w:ascii="Times New Roman" w:hAnsi="Times New Roman"/>
                <w:sz w:val="24"/>
              </w:rPr>
              <w:t xml:space="preserve"> за счет средств бюджета муниципального образования «Можгинский район»</w:t>
            </w:r>
          </w:p>
        </w:tc>
        <w:tc>
          <w:tcPr>
            <w:tcW w:w="7368" w:type="dxa"/>
          </w:tcPr>
          <w:p w:rsidR="00F92C04" w:rsidRPr="000353D7" w:rsidRDefault="00F92C04" w:rsidP="00A058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040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Объем бюджетных ассигнований на реализацию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муниципальной</w:t>
            </w:r>
            <w:r w:rsidRPr="008040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</w:t>
            </w:r>
            <w:r w:rsidRPr="008040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программы за счет средств бюджета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 образования «Можгинский район»  </w:t>
            </w:r>
            <w:r w:rsidRPr="00804052">
              <w:rPr>
                <w:rFonts w:ascii="Times New Roman" w:hAnsi="Times New Roman"/>
                <w:color w:val="000000"/>
                <w:sz w:val="24"/>
                <w:szCs w:val="24"/>
              </w:rPr>
              <w:t>составит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–43 129,5 </w:t>
            </w:r>
            <w:r w:rsidRPr="000353D7">
              <w:rPr>
                <w:rFonts w:ascii="Times New Roman" w:hAnsi="Times New Roman"/>
                <w:sz w:val="24"/>
              </w:rPr>
              <w:t xml:space="preserve">тыс. рублей, в том числе: </w:t>
            </w:r>
          </w:p>
          <w:p w:rsidR="00F92C04" w:rsidRPr="000353D7" w:rsidRDefault="00F92C04" w:rsidP="00CF3EE8">
            <w:pPr>
              <w:pStyle w:val="a2"/>
              <w:jc w:val="both"/>
              <w:rPr>
                <w:rFonts w:ascii="Times New Roman" w:hAnsi="Times New Roman"/>
                <w:sz w:val="24"/>
              </w:rPr>
            </w:pPr>
            <w:r w:rsidRPr="000353D7">
              <w:rPr>
                <w:rFonts w:ascii="Times New Roman" w:hAnsi="Times New Roman"/>
                <w:sz w:val="24"/>
              </w:rPr>
              <w:t xml:space="preserve">2015 год </w:t>
            </w:r>
            <w:r>
              <w:rPr>
                <w:rFonts w:ascii="Times New Roman" w:hAnsi="Times New Roman"/>
                <w:sz w:val="24"/>
              </w:rPr>
              <w:t>–6264,4</w:t>
            </w:r>
            <w:r w:rsidRPr="000353D7">
              <w:rPr>
                <w:rFonts w:ascii="Times New Roman" w:hAnsi="Times New Roman"/>
                <w:sz w:val="24"/>
              </w:rPr>
              <w:t xml:space="preserve"> тыс. рублей,</w:t>
            </w:r>
          </w:p>
          <w:p w:rsidR="00F92C04" w:rsidRPr="000353D7" w:rsidRDefault="00F92C04" w:rsidP="00CF3EE8">
            <w:pPr>
              <w:pStyle w:val="a2"/>
              <w:jc w:val="both"/>
              <w:rPr>
                <w:rFonts w:ascii="Times New Roman" w:hAnsi="Times New Roman"/>
                <w:sz w:val="24"/>
              </w:rPr>
            </w:pPr>
            <w:r w:rsidRPr="000353D7">
              <w:rPr>
                <w:rFonts w:ascii="Times New Roman" w:hAnsi="Times New Roman"/>
                <w:sz w:val="24"/>
              </w:rPr>
              <w:t xml:space="preserve">2016 год </w:t>
            </w:r>
            <w:r>
              <w:rPr>
                <w:rFonts w:ascii="Times New Roman" w:hAnsi="Times New Roman"/>
                <w:sz w:val="24"/>
              </w:rPr>
              <w:t>–6671,6</w:t>
            </w:r>
            <w:r w:rsidRPr="000353D7">
              <w:rPr>
                <w:rFonts w:ascii="Times New Roman" w:hAnsi="Times New Roman"/>
                <w:sz w:val="24"/>
              </w:rPr>
              <w:t xml:space="preserve"> тыс. рублей,</w:t>
            </w:r>
          </w:p>
          <w:p w:rsidR="00F92C04" w:rsidRPr="000353D7" w:rsidRDefault="00F92C04" w:rsidP="00CF3EE8">
            <w:pPr>
              <w:pStyle w:val="a2"/>
              <w:jc w:val="both"/>
              <w:rPr>
                <w:rFonts w:ascii="Times New Roman" w:hAnsi="Times New Roman"/>
                <w:sz w:val="24"/>
              </w:rPr>
            </w:pPr>
            <w:r w:rsidRPr="000353D7">
              <w:rPr>
                <w:rFonts w:ascii="Times New Roman" w:hAnsi="Times New Roman"/>
                <w:sz w:val="24"/>
              </w:rPr>
              <w:t xml:space="preserve">2017 год </w:t>
            </w:r>
            <w:r>
              <w:rPr>
                <w:rFonts w:ascii="Times New Roman" w:hAnsi="Times New Roman"/>
                <w:sz w:val="24"/>
              </w:rPr>
              <w:t>–7005,2</w:t>
            </w:r>
            <w:r w:rsidRPr="000353D7">
              <w:rPr>
                <w:rFonts w:ascii="Times New Roman" w:hAnsi="Times New Roman"/>
                <w:sz w:val="24"/>
              </w:rPr>
              <w:t xml:space="preserve"> тыс. рублей,</w:t>
            </w:r>
          </w:p>
          <w:p w:rsidR="00F92C04" w:rsidRPr="000353D7" w:rsidRDefault="00F92C04" w:rsidP="00CF3EE8">
            <w:pPr>
              <w:pStyle w:val="a2"/>
              <w:jc w:val="both"/>
              <w:rPr>
                <w:rFonts w:ascii="Times New Roman" w:hAnsi="Times New Roman"/>
                <w:sz w:val="24"/>
              </w:rPr>
            </w:pPr>
            <w:r w:rsidRPr="000353D7">
              <w:rPr>
                <w:rFonts w:ascii="Times New Roman" w:hAnsi="Times New Roman"/>
                <w:sz w:val="24"/>
              </w:rPr>
              <w:t xml:space="preserve">2018 год </w:t>
            </w:r>
            <w:r>
              <w:rPr>
                <w:rFonts w:ascii="Times New Roman" w:hAnsi="Times New Roman"/>
                <w:sz w:val="24"/>
              </w:rPr>
              <w:t>–7355,5</w:t>
            </w:r>
            <w:r w:rsidRPr="000353D7">
              <w:rPr>
                <w:rFonts w:ascii="Times New Roman" w:hAnsi="Times New Roman"/>
                <w:sz w:val="24"/>
              </w:rPr>
              <w:t xml:space="preserve"> тыс. рублей,</w:t>
            </w:r>
          </w:p>
          <w:p w:rsidR="00F92C04" w:rsidRPr="000353D7" w:rsidRDefault="00F92C04" w:rsidP="00CF3EE8">
            <w:pPr>
              <w:pStyle w:val="a2"/>
              <w:jc w:val="both"/>
              <w:rPr>
                <w:rFonts w:ascii="Times New Roman" w:hAnsi="Times New Roman"/>
                <w:sz w:val="24"/>
              </w:rPr>
            </w:pPr>
            <w:r w:rsidRPr="000353D7">
              <w:rPr>
                <w:rFonts w:ascii="Times New Roman" w:hAnsi="Times New Roman"/>
                <w:sz w:val="24"/>
              </w:rPr>
              <w:t xml:space="preserve">2019 год </w:t>
            </w:r>
            <w:r>
              <w:rPr>
                <w:rFonts w:ascii="Times New Roman" w:hAnsi="Times New Roman"/>
                <w:sz w:val="24"/>
              </w:rPr>
              <w:t>–7723,3</w:t>
            </w:r>
            <w:r w:rsidRPr="000353D7">
              <w:rPr>
                <w:rFonts w:ascii="Times New Roman" w:hAnsi="Times New Roman"/>
                <w:sz w:val="24"/>
              </w:rPr>
              <w:t xml:space="preserve"> тыс. рублей,</w:t>
            </w:r>
          </w:p>
          <w:p w:rsidR="00F92C04" w:rsidRPr="000353D7" w:rsidRDefault="00F92C04" w:rsidP="00CF3EE8">
            <w:pPr>
              <w:pStyle w:val="a2"/>
              <w:jc w:val="both"/>
              <w:rPr>
                <w:rFonts w:ascii="Times New Roman" w:hAnsi="Times New Roman"/>
                <w:sz w:val="24"/>
              </w:rPr>
            </w:pPr>
            <w:r w:rsidRPr="000353D7">
              <w:rPr>
                <w:rFonts w:ascii="Times New Roman" w:hAnsi="Times New Roman"/>
                <w:sz w:val="24"/>
              </w:rPr>
              <w:t xml:space="preserve">2020 год </w:t>
            </w:r>
            <w:r>
              <w:rPr>
                <w:rFonts w:ascii="Times New Roman" w:hAnsi="Times New Roman"/>
                <w:sz w:val="24"/>
              </w:rPr>
              <w:t>–8109,5</w:t>
            </w:r>
            <w:r w:rsidRPr="000353D7">
              <w:rPr>
                <w:rFonts w:ascii="Times New Roman" w:hAnsi="Times New Roman"/>
                <w:sz w:val="24"/>
              </w:rPr>
              <w:t xml:space="preserve"> тыс. рублей,</w:t>
            </w:r>
          </w:p>
          <w:p w:rsidR="00F92C04" w:rsidRPr="000353D7" w:rsidRDefault="00F92C04" w:rsidP="00CF3EE8">
            <w:pPr>
              <w:pStyle w:val="a2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92C04" w:rsidRPr="000353D7" w:rsidTr="00CF3EE8">
        <w:tc>
          <w:tcPr>
            <w:tcW w:w="2864" w:type="dxa"/>
          </w:tcPr>
          <w:p w:rsidR="00F92C04" w:rsidRPr="000353D7" w:rsidRDefault="00F92C04" w:rsidP="00CF3EE8">
            <w:pPr>
              <w:pStyle w:val="a2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Ожидаемые результаты реализации муни</w:t>
            </w:r>
            <w:r w:rsidRPr="000353D7">
              <w:rPr>
                <w:rFonts w:ascii="Times New Roman" w:hAnsi="Times New Roman"/>
                <w:sz w:val="24"/>
              </w:rPr>
              <w:t>ципаль</w:t>
            </w:r>
            <w:r>
              <w:rPr>
                <w:rFonts w:ascii="Times New Roman" w:hAnsi="Times New Roman"/>
                <w:sz w:val="24"/>
              </w:rPr>
              <w:t>-</w:t>
            </w:r>
            <w:r w:rsidRPr="000353D7">
              <w:rPr>
                <w:rFonts w:ascii="Times New Roman" w:hAnsi="Times New Roman"/>
                <w:sz w:val="24"/>
              </w:rPr>
              <w:t xml:space="preserve">ной </w:t>
            </w:r>
            <w:r>
              <w:rPr>
                <w:rFonts w:ascii="Times New Roman" w:hAnsi="Times New Roman"/>
                <w:sz w:val="24"/>
              </w:rPr>
              <w:t>под</w:t>
            </w:r>
            <w:r w:rsidRPr="000353D7">
              <w:rPr>
                <w:rFonts w:ascii="Times New Roman" w:hAnsi="Times New Roman"/>
                <w:sz w:val="24"/>
              </w:rPr>
              <w:t>программы</w:t>
            </w:r>
          </w:p>
        </w:tc>
        <w:tc>
          <w:tcPr>
            <w:tcW w:w="7368" w:type="dxa"/>
          </w:tcPr>
          <w:p w:rsidR="00F92C04" w:rsidRPr="000353D7" w:rsidRDefault="00F92C04" w:rsidP="00CF3EE8">
            <w:pPr>
              <w:pStyle w:val="a2"/>
              <w:snapToGrid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Pr="000353D7">
              <w:rPr>
                <w:rFonts w:ascii="Times New Roman" w:hAnsi="Times New Roman"/>
                <w:sz w:val="24"/>
              </w:rPr>
              <w:t xml:space="preserve">нижение </w:t>
            </w:r>
            <w:r>
              <w:rPr>
                <w:rFonts w:ascii="Times New Roman" w:hAnsi="Times New Roman"/>
                <w:sz w:val="24"/>
              </w:rPr>
              <w:t>доли населения, имеющего денежные доходы ниже региональной величины прожиточного минимума, в общей численности населения Можгинского района</w:t>
            </w:r>
          </w:p>
        </w:tc>
      </w:tr>
    </w:tbl>
    <w:p w:rsidR="00F92C04" w:rsidRDefault="00F92C04" w:rsidP="00CF3EE8">
      <w:pPr>
        <w:spacing w:after="0" w:line="240" w:lineRule="auto"/>
        <w:rPr>
          <w:sz w:val="24"/>
        </w:rPr>
      </w:pPr>
    </w:p>
    <w:p w:rsidR="00F92C04" w:rsidRDefault="00F92C04" w:rsidP="00CF3EE8">
      <w:pPr>
        <w:spacing w:after="0" w:line="240" w:lineRule="auto"/>
        <w:rPr>
          <w:sz w:val="24"/>
        </w:rPr>
      </w:pPr>
    </w:p>
    <w:p w:rsidR="00F92C04" w:rsidRPr="000D3C3A" w:rsidRDefault="00F92C04" w:rsidP="00CF3EE8">
      <w:pPr>
        <w:spacing w:after="0" w:line="240" w:lineRule="auto"/>
        <w:rPr>
          <w:sz w:val="24"/>
        </w:rPr>
      </w:pPr>
    </w:p>
    <w:p w:rsidR="00F92C04" w:rsidRDefault="00F92C04" w:rsidP="00CF3EE8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 Х</w:t>
      </w:r>
      <w:r w:rsidRPr="00CF3EE8">
        <w:rPr>
          <w:rFonts w:ascii="Times New Roman" w:hAnsi="Times New Roman"/>
          <w:b/>
          <w:sz w:val="24"/>
        </w:rPr>
        <w:t>арактеристика сферы деятельности</w:t>
      </w:r>
    </w:p>
    <w:p w:rsidR="00F92C04" w:rsidRPr="00CF3EE8" w:rsidRDefault="00F92C04" w:rsidP="00CF3EE8">
      <w:pPr>
        <w:spacing w:after="0" w:line="240" w:lineRule="auto"/>
        <w:jc w:val="center"/>
        <w:rPr>
          <w:rFonts w:ascii="Times New Roman" w:hAnsi="Times New Roman" w:cs="Calibri"/>
          <w:b/>
          <w:sz w:val="24"/>
        </w:rPr>
      </w:pPr>
    </w:p>
    <w:p w:rsidR="00F92C04" w:rsidRPr="000353D7" w:rsidRDefault="00F92C04" w:rsidP="00CF3EE8">
      <w:pPr>
        <w:spacing w:after="0" w:line="240" w:lineRule="auto"/>
        <w:ind w:firstLine="709"/>
        <w:jc w:val="both"/>
        <w:rPr>
          <w:rFonts w:ascii="Times New Roman" w:hAnsi="Times New Roman" w:cs="Calibri"/>
          <w:sz w:val="24"/>
        </w:rPr>
      </w:pPr>
      <w:r w:rsidRPr="000353D7">
        <w:rPr>
          <w:rFonts w:ascii="Times New Roman" w:hAnsi="Times New Roman" w:cs="Calibri"/>
          <w:sz w:val="24"/>
        </w:rPr>
        <w:t>1. 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 населения. Усиление социальной поддержки, обеспечение необходимого объема и качества социальных услуг является приоритетным направлением государственной политики в социальной сфере. Развитие социальной сферы предполагает концентрацию на проблемах обеспечения благоприятного демографического баланса и улучшения благосостояния людей.</w:t>
      </w:r>
    </w:p>
    <w:p w:rsidR="00F92C04" w:rsidRPr="000353D7" w:rsidRDefault="00F92C04" w:rsidP="00CF3EE8">
      <w:pPr>
        <w:spacing w:after="0" w:line="240" w:lineRule="auto"/>
        <w:ind w:firstLine="709"/>
        <w:jc w:val="both"/>
        <w:rPr>
          <w:rFonts w:ascii="Times New Roman" w:hAnsi="Times New Roman" w:cs="Calibri"/>
          <w:sz w:val="24"/>
        </w:rPr>
      </w:pPr>
      <w:r w:rsidRPr="000353D7">
        <w:rPr>
          <w:rFonts w:ascii="Times New Roman" w:hAnsi="Times New Roman" w:cs="Calibri"/>
          <w:sz w:val="24"/>
        </w:rPr>
        <w:t>2. Эффективное функционирование системы социальной поддержки населения направлено на предоставление мер социальной поддержки, социальных гарантий и выплат в полном объеме и в доступной форме с учетом адресного подхода. Меры государственной социальной поддержки остаются важнейшим инструментом преодоления негативных последствий социального неравенства и бедности.</w:t>
      </w:r>
    </w:p>
    <w:p w:rsidR="00F92C04" w:rsidRPr="000353D7" w:rsidRDefault="00F92C04" w:rsidP="00CF3EE8">
      <w:pPr>
        <w:spacing w:after="0" w:line="240" w:lineRule="auto"/>
        <w:ind w:firstLine="709"/>
        <w:jc w:val="both"/>
        <w:rPr>
          <w:rFonts w:ascii="Times New Roman" w:hAnsi="Times New Roman" w:cs="Calibri"/>
          <w:sz w:val="24"/>
        </w:rPr>
      </w:pPr>
      <w:r>
        <w:rPr>
          <w:rFonts w:ascii="Times New Roman" w:hAnsi="Times New Roman" w:cs="Calibri"/>
          <w:sz w:val="24"/>
        </w:rPr>
        <w:t>3</w:t>
      </w:r>
      <w:r w:rsidRPr="000353D7">
        <w:rPr>
          <w:rFonts w:ascii="Times New Roman" w:hAnsi="Times New Roman" w:cs="Calibri"/>
          <w:sz w:val="24"/>
        </w:rPr>
        <w:t xml:space="preserve">. Все меры социальной поддержки, гарантированные </w:t>
      </w:r>
      <w:r>
        <w:rPr>
          <w:rFonts w:ascii="Times New Roman" w:hAnsi="Times New Roman" w:cs="Calibri"/>
          <w:sz w:val="24"/>
        </w:rPr>
        <w:t>республиканским</w:t>
      </w:r>
      <w:r w:rsidRPr="000353D7">
        <w:rPr>
          <w:rFonts w:ascii="Times New Roman" w:hAnsi="Times New Roman" w:cs="Calibri"/>
          <w:sz w:val="24"/>
        </w:rPr>
        <w:t xml:space="preserve"> законодательством, предоставляются малообеспеченным категориям граждан своевременно и в полном объеме. Получателями </w:t>
      </w:r>
      <w:r>
        <w:rPr>
          <w:rFonts w:ascii="Times New Roman" w:hAnsi="Times New Roman" w:cs="Calibri"/>
          <w:sz w:val="24"/>
        </w:rPr>
        <w:t>субсидий</w:t>
      </w:r>
      <w:r w:rsidRPr="000353D7">
        <w:rPr>
          <w:rFonts w:ascii="Times New Roman" w:hAnsi="Times New Roman" w:cs="Calibri"/>
          <w:sz w:val="24"/>
        </w:rPr>
        <w:t xml:space="preserve"> и льгот являются свыше </w:t>
      </w:r>
      <w:r>
        <w:rPr>
          <w:rFonts w:ascii="Times New Roman" w:hAnsi="Times New Roman" w:cs="Calibri"/>
          <w:sz w:val="24"/>
        </w:rPr>
        <w:t>400</w:t>
      </w:r>
      <w:r w:rsidRPr="000353D7">
        <w:rPr>
          <w:rFonts w:ascii="Times New Roman" w:hAnsi="Times New Roman" w:cs="Calibri"/>
          <w:sz w:val="24"/>
        </w:rPr>
        <w:t xml:space="preserve"> жителей </w:t>
      </w:r>
      <w:r>
        <w:rPr>
          <w:rFonts w:ascii="Times New Roman" w:hAnsi="Times New Roman" w:cs="Calibri"/>
          <w:sz w:val="24"/>
        </w:rPr>
        <w:t>Можгинского района.</w:t>
      </w:r>
    </w:p>
    <w:p w:rsidR="00F92C04" w:rsidRPr="000353D7" w:rsidRDefault="00F92C04" w:rsidP="00CF3EE8">
      <w:pPr>
        <w:spacing w:after="0" w:line="240" w:lineRule="auto"/>
        <w:ind w:firstLine="709"/>
        <w:jc w:val="both"/>
        <w:rPr>
          <w:rFonts w:ascii="Times New Roman" w:hAnsi="Times New Roman" w:cs="Calibri"/>
          <w:sz w:val="24"/>
        </w:rPr>
      </w:pPr>
      <w:r>
        <w:rPr>
          <w:rFonts w:ascii="Times New Roman" w:hAnsi="Times New Roman" w:cs="Calibri"/>
          <w:sz w:val="24"/>
        </w:rPr>
        <w:t>4</w:t>
      </w:r>
      <w:r w:rsidRPr="000353D7">
        <w:rPr>
          <w:rFonts w:ascii="Times New Roman" w:hAnsi="Times New Roman" w:cs="Calibri"/>
          <w:sz w:val="24"/>
        </w:rPr>
        <w:t xml:space="preserve">. Формирование современной и комфортной социальной среды, ориентированной на действенную поддержку людей, создание условий для того, чтобы каждый человек мог самостоятельно формировать стабильные благополучные социальные позиции для себя и своей семьи, решение задач по улучшению качества жизни населения напрямую связаны с повышением эффективности социальной политики. Все это предполагает осуществление системной и целенаправленной работы, принятие и реализацию муниципальной  </w:t>
      </w:r>
      <w:r>
        <w:rPr>
          <w:rFonts w:ascii="Times New Roman" w:hAnsi="Times New Roman" w:cs="Calibri"/>
          <w:sz w:val="24"/>
        </w:rPr>
        <w:t>под</w:t>
      </w:r>
      <w:r w:rsidRPr="000353D7">
        <w:rPr>
          <w:rFonts w:ascii="Times New Roman" w:hAnsi="Times New Roman" w:cs="Calibri"/>
          <w:sz w:val="24"/>
        </w:rPr>
        <w:t>программы.</w:t>
      </w:r>
    </w:p>
    <w:p w:rsidR="00F92C04" w:rsidRDefault="00F92C04" w:rsidP="00CF3EE8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92C04" w:rsidRPr="00CF3EE8" w:rsidRDefault="00F92C04" w:rsidP="00CF3EE8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2.П</w:t>
      </w:r>
      <w:r w:rsidRPr="00CF3EE8">
        <w:rPr>
          <w:rFonts w:ascii="Times New Roman" w:hAnsi="Times New Roman"/>
          <w:b/>
          <w:sz w:val="24"/>
        </w:rPr>
        <w:t>риорететы, цели и задачи</w:t>
      </w:r>
    </w:p>
    <w:p w:rsidR="00F92C04" w:rsidRPr="00FD7CDC" w:rsidRDefault="00F92C04" w:rsidP="00CF3EE8">
      <w:pPr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D7CDC">
        <w:rPr>
          <w:rFonts w:ascii="Times New Roman" w:hAnsi="Times New Roman"/>
          <w:sz w:val="24"/>
        </w:rPr>
        <w:t xml:space="preserve">Основные приоритеты в сфере реализации муниципальной программы определены </w:t>
      </w:r>
      <w:r>
        <w:rPr>
          <w:rFonts w:ascii="Times New Roman" w:hAnsi="Times New Roman"/>
          <w:sz w:val="24"/>
        </w:rPr>
        <w:t xml:space="preserve">в </w:t>
      </w:r>
      <w:r w:rsidRPr="00FD7CDC">
        <w:rPr>
          <w:rFonts w:ascii="Times New Roman" w:hAnsi="Times New Roman"/>
          <w:sz w:val="24"/>
        </w:rPr>
        <w:t>Постановлени</w:t>
      </w:r>
      <w:r>
        <w:rPr>
          <w:rFonts w:ascii="Times New Roman" w:hAnsi="Times New Roman"/>
          <w:sz w:val="24"/>
        </w:rPr>
        <w:t>и</w:t>
      </w:r>
      <w:r w:rsidRPr="00FD7CDC">
        <w:rPr>
          <w:rFonts w:ascii="Times New Roman" w:hAnsi="Times New Roman"/>
          <w:sz w:val="24"/>
        </w:rPr>
        <w:t xml:space="preserve"> Правительства РФ от 14.12.2005 г. № 761 «О предоставлении субсидии на оплату жилого помещения и коммунальных услуг». Данным правовым актом предусматривается достижение следующих целей:</w:t>
      </w:r>
    </w:p>
    <w:p w:rsidR="00F92C04" w:rsidRPr="00FD7CDC" w:rsidRDefault="00F92C04" w:rsidP="00CF3EE8">
      <w:pPr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FD7CDC">
        <w:rPr>
          <w:rFonts w:ascii="Times New Roman" w:hAnsi="Times New Roman"/>
          <w:bCs/>
          <w:sz w:val="24"/>
        </w:rPr>
        <w:t xml:space="preserve">1. </w:t>
      </w:r>
      <w:r w:rsidRPr="00FD7CDC">
        <w:rPr>
          <w:rFonts w:ascii="Times New Roman" w:hAnsi="Times New Roman"/>
          <w:sz w:val="24"/>
        </w:rPr>
        <w:t>Снижение уровня просроченной задолженности за жилищно-коммунальные услуги.</w:t>
      </w:r>
    </w:p>
    <w:p w:rsidR="00F92C04" w:rsidRDefault="00F92C04" w:rsidP="00CF3EE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FD7CDC">
        <w:rPr>
          <w:rFonts w:ascii="Times New Roman" w:hAnsi="Times New Roman"/>
          <w:sz w:val="24"/>
        </w:rPr>
        <w:t>2. Снижение роста социальной напряженности.</w:t>
      </w:r>
    </w:p>
    <w:p w:rsidR="00F92C04" w:rsidRPr="00FD7CDC" w:rsidRDefault="00F92C04" w:rsidP="00CF3EE8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Сохранение доверия к власти.</w:t>
      </w:r>
    </w:p>
    <w:p w:rsidR="00F92C04" w:rsidRDefault="00F92C04" w:rsidP="00CF3EE8">
      <w:pPr>
        <w:spacing w:after="0" w:line="240" w:lineRule="auto"/>
        <w:ind w:firstLine="709"/>
        <w:jc w:val="both"/>
      </w:pPr>
    </w:p>
    <w:p w:rsidR="00F92C04" w:rsidRPr="00CF3EE8" w:rsidRDefault="00F92C04" w:rsidP="00CF3EE8">
      <w:pPr>
        <w:spacing w:after="0" w:line="240" w:lineRule="auto"/>
        <w:ind w:firstLine="709"/>
        <w:jc w:val="center"/>
        <w:rPr>
          <w:rFonts w:ascii="Times New Roman" w:hAnsi="Times New Roman" w:cs="Calibri"/>
          <w:b/>
          <w:sz w:val="24"/>
        </w:rPr>
      </w:pPr>
      <w:r>
        <w:rPr>
          <w:rFonts w:ascii="Times New Roman" w:hAnsi="Times New Roman" w:cs="Calibri"/>
          <w:b/>
          <w:sz w:val="24"/>
        </w:rPr>
        <w:t>3.Ц</w:t>
      </w:r>
      <w:r w:rsidRPr="00CF3EE8">
        <w:rPr>
          <w:rFonts w:ascii="Times New Roman" w:hAnsi="Times New Roman" w:cs="Calibri"/>
          <w:b/>
          <w:sz w:val="24"/>
        </w:rPr>
        <w:t>елевые показатели (индикаторы)</w:t>
      </w:r>
    </w:p>
    <w:p w:rsidR="00F92C04" w:rsidRDefault="00F92C04" w:rsidP="00CF3EE8">
      <w:pPr>
        <w:spacing w:after="0" w:line="240" w:lineRule="auto"/>
        <w:ind w:firstLine="709"/>
        <w:jc w:val="both"/>
        <w:rPr>
          <w:rFonts w:ascii="Times New Roman" w:hAnsi="Times New Roman" w:cs="Calibri"/>
          <w:sz w:val="24"/>
        </w:rPr>
      </w:pPr>
      <w:r>
        <w:rPr>
          <w:rFonts w:ascii="Times New Roman" w:hAnsi="Times New Roman" w:cs="Calibri"/>
          <w:sz w:val="24"/>
        </w:rPr>
        <w:t>Планируемые показатели по итогам реализации муниципальной подпрограммы:</w:t>
      </w:r>
    </w:p>
    <w:p w:rsidR="00F92C04" w:rsidRDefault="00F92C04" w:rsidP="00CF3EE8">
      <w:pPr>
        <w:spacing w:after="0" w:line="240" w:lineRule="auto"/>
        <w:ind w:firstLine="709"/>
        <w:jc w:val="both"/>
        <w:rPr>
          <w:rFonts w:ascii="Times New Roman" w:hAnsi="Times New Roman" w:cs="Calibri"/>
          <w:sz w:val="24"/>
        </w:rPr>
      </w:pPr>
      <w:r>
        <w:rPr>
          <w:rFonts w:ascii="Times New Roman" w:hAnsi="Times New Roman" w:cs="Calibri"/>
          <w:sz w:val="24"/>
        </w:rPr>
        <w:t>1. Количество обработанных заявлений граждан на предоставление субсидии на оплату жилого помещения и коммунальных услуг, %.</w:t>
      </w:r>
    </w:p>
    <w:p w:rsidR="00F92C04" w:rsidRDefault="00F92C04" w:rsidP="00CF3EE8">
      <w:pPr>
        <w:spacing w:after="0" w:line="240" w:lineRule="auto"/>
        <w:ind w:firstLine="709"/>
        <w:jc w:val="both"/>
        <w:rPr>
          <w:rFonts w:ascii="Times New Roman" w:hAnsi="Times New Roman" w:cs="Calibri"/>
          <w:sz w:val="24"/>
        </w:rPr>
      </w:pPr>
      <w:r>
        <w:rPr>
          <w:rFonts w:ascii="Times New Roman" w:hAnsi="Times New Roman" w:cs="Calibri"/>
          <w:sz w:val="24"/>
        </w:rPr>
        <w:t xml:space="preserve">2. Количество обращений граждан с заявлениями-жалобами на качество предоставления государственной услуги по предоставлению субсидии на оплату жилого помещения и коммунальных услуг, количество заявлений. </w:t>
      </w:r>
    </w:p>
    <w:p w:rsidR="00F92C04" w:rsidRPr="00CF3EE8" w:rsidRDefault="00F92C04" w:rsidP="00CF3EE8">
      <w:pPr>
        <w:pStyle w:val="20"/>
        <w:spacing w:after="0" w:line="240" w:lineRule="auto"/>
        <w:ind w:left="0" w:firstLine="709"/>
        <w:jc w:val="both"/>
        <w:rPr>
          <w:rFonts w:ascii="Times New Roman" w:hAnsi="Times New Roman" w:cs="Calibri"/>
          <w:b w:val="0"/>
          <w:sz w:val="24"/>
          <w:szCs w:val="22"/>
        </w:rPr>
      </w:pPr>
      <w:r w:rsidRPr="00CF3EE8">
        <w:rPr>
          <w:rFonts w:ascii="Times New Roman" w:hAnsi="Times New Roman" w:cs="Calibri"/>
          <w:b w:val="0"/>
          <w:sz w:val="24"/>
          <w:szCs w:val="22"/>
        </w:rPr>
        <w:t>Показатели характеризует работу органов местного самоуправления в получении гражданами субсидий на оплату жилого помещения и коммунальных услуг. Показатели предусмотрен в системе показателей для оценки эффективности деятельности органов местного самоуправления.</w:t>
      </w:r>
    </w:p>
    <w:p w:rsidR="00F92C04" w:rsidRPr="00A304C9" w:rsidRDefault="00F92C04" w:rsidP="00CF3EE8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A304C9">
        <w:rPr>
          <w:rFonts w:ascii="Times New Roman" w:hAnsi="Times New Roman"/>
          <w:sz w:val="24"/>
        </w:rPr>
        <w:t>Сведения о целевых показателях и их значениях по годам реализации муниципальной программы представлены в Приложении 1 к муниципальной программе.</w:t>
      </w:r>
    </w:p>
    <w:p w:rsidR="00F92C04" w:rsidRDefault="00F92C04" w:rsidP="00CF3EE8">
      <w:pPr>
        <w:spacing w:after="0" w:line="240" w:lineRule="auto"/>
        <w:ind w:firstLine="709"/>
        <w:jc w:val="both"/>
        <w:rPr>
          <w:rFonts w:ascii="Times New Roman" w:hAnsi="Times New Roman" w:cs="Calibri"/>
          <w:sz w:val="24"/>
        </w:rPr>
      </w:pPr>
    </w:p>
    <w:p w:rsidR="00F92C04" w:rsidRPr="00CF3EE8" w:rsidRDefault="00F92C04" w:rsidP="00CF3EE8">
      <w:pPr>
        <w:spacing w:after="0" w:line="240" w:lineRule="auto"/>
        <w:ind w:firstLine="709"/>
        <w:jc w:val="center"/>
        <w:rPr>
          <w:rFonts w:ascii="Times New Roman" w:hAnsi="Times New Roman" w:cs="Calibri"/>
          <w:b/>
          <w:sz w:val="24"/>
        </w:rPr>
      </w:pPr>
      <w:r>
        <w:rPr>
          <w:rFonts w:ascii="Times New Roman" w:hAnsi="Times New Roman" w:cs="Calibri"/>
          <w:b/>
          <w:sz w:val="24"/>
        </w:rPr>
        <w:t>4.С</w:t>
      </w:r>
      <w:r w:rsidRPr="00CF3EE8">
        <w:rPr>
          <w:rFonts w:ascii="Times New Roman" w:hAnsi="Times New Roman" w:cs="Calibri"/>
          <w:b/>
          <w:sz w:val="24"/>
        </w:rPr>
        <w:t>роки и этапы реализации</w:t>
      </w:r>
    </w:p>
    <w:p w:rsidR="00F92C04" w:rsidRPr="000353D7" w:rsidRDefault="00F92C04" w:rsidP="00CF3EE8">
      <w:pPr>
        <w:spacing w:after="0" w:line="240" w:lineRule="auto"/>
        <w:ind w:firstLine="709"/>
        <w:jc w:val="both"/>
        <w:rPr>
          <w:rFonts w:ascii="Times New Roman" w:hAnsi="Times New Roman" w:cs="Calibri"/>
          <w:sz w:val="24"/>
        </w:rPr>
      </w:pPr>
      <w:r w:rsidRPr="000353D7">
        <w:rPr>
          <w:rFonts w:ascii="Times New Roman" w:hAnsi="Times New Roman" w:cs="Calibri"/>
          <w:sz w:val="24"/>
        </w:rPr>
        <w:t>Сроки реализации муниципальной программы - 201</w:t>
      </w:r>
      <w:r>
        <w:rPr>
          <w:rFonts w:ascii="Times New Roman" w:hAnsi="Times New Roman" w:cs="Calibri"/>
          <w:sz w:val="24"/>
        </w:rPr>
        <w:t>5</w:t>
      </w:r>
      <w:r w:rsidRPr="000353D7">
        <w:rPr>
          <w:rFonts w:ascii="Times New Roman" w:hAnsi="Times New Roman" w:cs="Calibri"/>
          <w:sz w:val="24"/>
        </w:rPr>
        <w:t xml:space="preserve">-2020 годы. Выделение этапов реализации муниципальной программы не предусмотрено. В ходе исполнения муниципальной </w:t>
      </w:r>
      <w:r>
        <w:rPr>
          <w:rFonts w:ascii="Times New Roman" w:hAnsi="Times New Roman" w:cs="Calibri"/>
          <w:sz w:val="24"/>
        </w:rPr>
        <w:t>под</w:t>
      </w:r>
      <w:r w:rsidRPr="000353D7">
        <w:rPr>
          <w:rFonts w:ascii="Times New Roman" w:hAnsi="Times New Roman" w:cs="Calibri"/>
          <w:sz w:val="24"/>
        </w:rPr>
        <w:t xml:space="preserve">программы будет производиться корректировка параметров и ежегодных планов ее реализации. </w:t>
      </w:r>
    </w:p>
    <w:p w:rsidR="00F92C04" w:rsidRDefault="00F92C04" w:rsidP="00CF3EE8">
      <w:pPr>
        <w:spacing w:after="0" w:line="240" w:lineRule="auto"/>
        <w:ind w:firstLine="709"/>
        <w:jc w:val="both"/>
        <w:rPr>
          <w:rFonts w:ascii="Times New Roman" w:hAnsi="Times New Roman" w:cs="Calibri"/>
          <w:sz w:val="24"/>
        </w:rPr>
      </w:pPr>
    </w:p>
    <w:p w:rsidR="00F92C04" w:rsidRPr="00CF3EE8" w:rsidRDefault="00F92C04" w:rsidP="00CF3EE8">
      <w:pPr>
        <w:spacing w:after="0" w:line="240" w:lineRule="auto"/>
        <w:ind w:firstLine="709"/>
        <w:jc w:val="center"/>
        <w:rPr>
          <w:rFonts w:ascii="Times New Roman" w:hAnsi="Times New Roman" w:cs="Calibri"/>
          <w:b/>
          <w:sz w:val="24"/>
        </w:rPr>
      </w:pPr>
      <w:r>
        <w:rPr>
          <w:rFonts w:ascii="Times New Roman" w:hAnsi="Times New Roman" w:cs="Calibri"/>
          <w:b/>
          <w:sz w:val="24"/>
        </w:rPr>
        <w:t>5.О</w:t>
      </w:r>
      <w:r w:rsidRPr="00CF3EE8">
        <w:rPr>
          <w:rFonts w:ascii="Times New Roman" w:hAnsi="Times New Roman" w:cs="Calibri"/>
          <w:b/>
          <w:sz w:val="24"/>
        </w:rPr>
        <w:t>сновные мероприятия.</w:t>
      </w:r>
    </w:p>
    <w:p w:rsidR="00F92C04" w:rsidRDefault="00F92C04" w:rsidP="00CF3EE8">
      <w:pPr>
        <w:spacing w:after="0" w:line="240" w:lineRule="auto"/>
        <w:ind w:firstLine="709"/>
        <w:jc w:val="both"/>
        <w:rPr>
          <w:rFonts w:ascii="Times New Roman" w:hAnsi="Times New Roman" w:cs="Calibri"/>
          <w:sz w:val="24"/>
        </w:rPr>
      </w:pPr>
      <w:r w:rsidRPr="000353D7">
        <w:rPr>
          <w:rFonts w:ascii="Times New Roman" w:hAnsi="Times New Roman" w:cs="Calibri"/>
          <w:sz w:val="24"/>
        </w:rPr>
        <w:t xml:space="preserve">Реализация мероприятий муниципальной </w:t>
      </w:r>
      <w:r>
        <w:rPr>
          <w:rFonts w:ascii="Times New Roman" w:hAnsi="Times New Roman" w:cs="Calibri"/>
          <w:sz w:val="24"/>
        </w:rPr>
        <w:t>под</w:t>
      </w:r>
      <w:r w:rsidRPr="000353D7">
        <w:rPr>
          <w:rFonts w:ascii="Times New Roman" w:hAnsi="Times New Roman" w:cs="Calibri"/>
          <w:sz w:val="24"/>
        </w:rPr>
        <w:t>программы в целом будет способствовать повышению уровня и качества жизни населения</w:t>
      </w:r>
      <w:r>
        <w:rPr>
          <w:rFonts w:ascii="Times New Roman" w:hAnsi="Times New Roman" w:cs="Calibri"/>
          <w:sz w:val="24"/>
        </w:rPr>
        <w:t>. К основным мероприятиям муниципальной подпрограммы относятся:</w:t>
      </w:r>
    </w:p>
    <w:p w:rsidR="00F92C04" w:rsidRDefault="00F92C04" w:rsidP="00CF3EE8">
      <w:pPr>
        <w:spacing w:after="0" w:line="240" w:lineRule="auto"/>
        <w:ind w:firstLine="709"/>
        <w:jc w:val="both"/>
        <w:rPr>
          <w:rFonts w:ascii="Times New Roman" w:hAnsi="Times New Roman" w:cs="Calibri"/>
          <w:sz w:val="24"/>
        </w:rPr>
      </w:pPr>
      <w:r>
        <w:rPr>
          <w:rFonts w:ascii="Times New Roman" w:hAnsi="Times New Roman" w:cs="Calibri"/>
          <w:sz w:val="24"/>
        </w:rPr>
        <w:t>1. Исполнение переданных государственных полномочий по организации предоставления гражданам субсидий на оплату жилого помещения и коммунальных услуг.</w:t>
      </w:r>
    </w:p>
    <w:p w:rsidR="00F92C04" w:rsidRDefault="00F92C04" w:rsidP="00CF3EE8">
      <w:pPr>
        <w:spacing w:after="0" w:line="240" w:lineRule="auto"/>
        <w:ind w:firstLine="709"/>
        <w:jc w:val="both"/>
        <w:rPr>
          <w:rFonts w:ascii="Times New Roman" w:hAnsi="Times New Roman" w:cs="Calibri"/>
          <w:sz w:val="24"/>
        </w:rPr>
      </w:pPr>
      <w:r>
        <w:rPr>
          <w:rFonts w:ascii="Times New Roman" w:hAnsi="Times New Roman" w:cs="Calibri"/>
          <w:sz w:val="24"/>
        </w:rPr>
        <w:t>2. Исполнение переданных государственных полномочий по предоставлению гражданам субсидий на оплату жилого помещения и коммунальных услуг за счет субвенций из бюджета УР.</w:t>
      </w:r>
    </w:p>
    <w:p w:rsidR="00F92C04" w:rsidRDefault="00F92C04" w:rsidP="00CF3EE8">
      <w:pPr>
        <w:spacing w:after="0" w:line="240" w:lineRule="auto"/>
        <w:ind w:firstLine="709"/>
        <w:jc w:val="center"/>
        <w:rPr>
          <w:rFonts w:ascii="Times New Roman" w:hAnsi="Times New Roman" w:cs="Calibri"/>
          <w:sz w:val="24"/>
        </w:rPr>
      </w:pPr>
    </w:p>
    <w:p w:rsidR="00F92C04" w:rsidRDefault="00F92C04" w:rsidP="00CF3EE8">
      <w:pPr>
        <w:spacing w:after="0" w:line="240" w:lineRule="auto"/>
        <w:ind w:firstLine="709"/>
        <w:jc w:val="center"/>
        <w:rPr>
          <w:rFonts w:ascii="Times New Roman" w:hAnsi="Times New Roman" w:cs="Calibri"/>
          <w:sz w:val="24"/>
        </w:rPr>
      </w:pPr>
    </w:p>
    <w:p w:rsidR="00F92C04" w:rsidRPr="00CF3EE8" w:rsidRDefault="00F92C04" w:rsidP="00CF3EE8">
      <w:pPr>
        <w:spacing w:after="0" w:line="240" w:lineRule="auto"/>
        <w:ind w:firstLine="709"/>
        <w:jc w:val="center"/>
        <w:rPr>
          <w:rFonts w:ascii="Times New Roman" w:hAnsi="Times New Roman" w:cs="Calibri"/>
          <w:b/>
          <w:sz w:val="24"/>
        </w:rPr>
      </w:pPr>
      <w:r>
        <w:rPr>
          <w:rFonts w:ascii="Times New Roman" w:hAnsi="Times New Roman" w:cs="Calibri"/>
          <w:b/>
          <w:sz w:val="24"/>
        </w:rPr>
        <w:t>6.М</w:t>
      </w:r>
      <w:r w:rsidRPr="00CF3EE8">
        <w:rPr>
          <w:rFonts w:ascii="Times New Roman" w:hAnsi="Times New Roman" w:cs="Calibri"/>
          <w:b/>
          <w:sz w:val="24"/>
        </w:rPr>
        <w:t>еры муниципального регулирования</w:t>
      </w:r>
    </w:p>
    <w:p w:rsidR="00F92C04" w:rsidRPr="00051256" w:rsidRDefault="00F92C04" w:rsidP="00CF3EE8">
      <w:pPr>
        <w:pStyle w:val="BodyText"/>
        <w:tabs>
          <w:tab w:val="left" w:pos="1134"/>
        </w:tabs>
        <w:ind w:firstLine="709"/>
      </w:pPr>
      <w:r w:rsidRPr="00051256">
        <w:t>В сфере реализации подпрограммы приняты следующие муниципальные правовые акты:</w:t>
      </w:r>
    </w:p>
    <w:p w:rsidR="00F92C04" w:rsidRPr="00051256" w:rsidRDefault="00F92C04" w:rsidP="00CF3EE8">
      <w:pPr>
        <w:pStyle w:val="BodyText"/>
        <w:widowControl/>
        <w:numPr>
          <w:ilvl w:val="0"/>
          <w:numId w:val="23"/>
        </w:numPr>
        <w:tabs>
          <w:tab w:val="left" w:pos="1134"/>
        </w:tabs>
        <w:autoSpaceDE/>
        <w:autoSpaceDN/>
        <w:adjustRightInd/>
        <w:ind w:left="0" w:firstLine="709"/>
      </w:pPr>
      <w:r w:rsidRPr="00051256">
        <w:t>постановление Администрации МО «Можгинский район» от 27.02.2010 г. № 102 «О назначении должностного лица, ответственного за осуществление отдельных государственных полномочий»;</w:t>
      </w:r>
    </w:p>
    <w:p w:rsidR="00F92C04" w:rsidRPr="00051256" w:rsidRDefault="00F92C04" w:rsidP="00CF3EE8">
      <w:pPr>
        <w:pStyle w:val="BodyText"/>
        <w:widowControl/>
        <w:numPr>
          <w:ilvl w:val="0"/>
          <w:numId w:val="23"/>
        </w:numPr>
        <w:tabs>
          <w:tab w:val="left" w:pos="1134"/>
        </w:tabs>
        <w:autoSpaceDE/>
        <w:autoSpaceDN/>
        <w:adjustRightInd/>
        <w:ind w:left="0" w:firstLine="709"/>
      </w:pPr>
      <w:r w:rsidRPr="00051256">
        <w:t>постановление Администрации МО «Можгинский район» от 28.06.2013 г. №898 «Об отнесении жилищного фонда, уровень благоустройства, конструктивные и технические параметры которого соответствуют средним условиям в муниципальных образованиях – сельских поселениях Можгинского района».</w:t>
      </w:r>
    </w:p>
    <w:p w:rsidR="00F92C04" w:rsidRDefault="00F92C04" w:rsidP="00CF3EE8">
      <w:pPr>
        <w:pStyle w:val="BodyText"/>
        <w:tabs>
          <w:tab w:val="left" w:pos="1134"/>
        </w:tabs>
        <w:ind w:firstLine="709"/>
      </w:pPr>
      <w:r w:rsidRPr="00051256">
        <w:t xml:space="preserve">За соблюдением требований указанных муниципальных правовых актов осуществляется контроль. Лица, допустившие нарушение требований, несут ответственность в соответствии с законом Удмуртской Республики № 57-РЗ от 27 сентября </w:t>
      </w:r>
      <w:smartTag w:uri="urn:schemas-microsoft-com:office:smarttags" w:element="metricconverter">
        <w:smartTagPr>
          <w:attr w:name="ProductID" w:val="2011 г"/>
        </w:smartTagPr>
        <w:r w:rsidRPr="00051256">
          <w:t>2011 г</w:t>
        </w:r>
      </w:smartTag>
      <w:r w:rsidRPr="00051256">
        <w:t>. «Об установлении административной ответственности за отдельные виды правонарушений», в том числе в виде административных штрафов.</w:t>
      </w:r>
    </w:p>
    <w:p w:rsidR="00F92C04" w:rsidRPr="00051256" w:rsidRDefault="00F92C04" w:rsidP="00CF3EE8">
      <w:pPr>
        <w:pStyle w:val="BodyText"/>
        <w:tabs>
          <w:tab w:val="left" w:pos="1134"/>
        </w:tabs>
        <w:ind w:firstLine="709"/>
      </w:pPr>
      <w:r w:rsidRPr="00051256">
        <w:t>Сведения о финансовой оценке мер муниципального регулирования представлены в Приложении 3 к муниципальной программе.</w:t>
      </w:r>
    </w:p>
    <w:p w:rsidR="00F92C04" w:rsidRDefault="00F92C04" w:rsidP="00CF3EE8">
      <w:pPr>
        <w:spacing w:after="0" w:line="240" w:lineRule="auto"/>
        <w:ind w:firstLine="709"/>
        <w:jc w:val="both"/>
        <w:rPr>
          <w:rFonts w:ascii="Times New Roman" w:hAnsi="Times New Roman" w:cs="Calibri"/>
          <w:sz w:val="24"/>
        </w:rPr>
      </w:pPr>
    </w:p>
    <w:p w:rsidR="00F92C04" w:rsidRPr="00CF3EE8" w:rsidRDefault="00F92C04" w:rsidP="00CF3EE8">
      <w:pPr>
        <w:spacing w:after="0" w:line="240" w:lineRule="auto"/>
        <w:jc w:val="center"/>
        <w:rPr>
          <w:rFonts w:ascii="Times New Roman" w:hAnsi="Times New Roman" w:cs="Calibri"/>
          <w:b/>
          <w:sz w:val="24"/>
        </w:rPr>
      </w:pPr>
      <w:r>
        <w:rPr>
          <w:rFonts w:ascii="Times New Roman" w:hAnsi="Times New Roman" w:cs="Calibri"/>
          <w:b/>
          <w:sz w:val="24"/>
        </w:rPr>
        <w:t>7.П</w:t>
      </w:r>
      <w:r w:rsidRPr="00CF3EE8">
        <w:rPr>
          <w:rFonts w:ascii="Times New Roman" w:hAnsi="Times New Roman" w:cs="Calibri"/>
          <w:b/>
          <w:sz w:val="24"/>
        </w:rPr>
        <w:t>рогноз сводных показателей муни</w:t>
      </w:r>
      <w:r>
        <w:rPr>
          <w:rFonts w:ascii="Times New Roman" w:hAnsi="Times New Roman" w:cs="Calibri"/>
          <w:b/>
          <w:sz w:val="24"/>
        </w:rPr>
        <w:t>ци</w:t>
      </w:r>
      <w:r w:rsidRPr="00CF3EE8">
        <w:rPr>
          <w:rFonts w:ascii="Times New Roman" w:hAnsi="Times New Roman" w:cs="Calibri"/>
          <w:b/>
          <w:sz w:val="24"/>
        </w:rPr>
        <w:t>пальных заданий</w:t>
      </w:r>
    </w:p>
    <w:p w:rsidR="00F92C04" w:rsidRPr="00152C87" w:rsidRDefault="00F92C04" w:rsidP="00CF3EE8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152C87">
        <w:rPr>
          <w:rFonts w:ascii="Times New Roman" w:hAnsi="Times New Roman"/>
          <w:sz w:val="24"/>
        </w:rPr>
        <w:t>Муниципальные задания на оказание муниципальных услуг (выполнение работ) в рамках подпрограммы не формируются.</w:t>
      </w:r>
    </w:p>
    <w:p w:rsidR="00F92C04" w:rsidRDefault="00F92C04" w:rsidP="00CF3EE8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F92C04" w:rsidRPr="00CF3EE8" w:rsidRDefault="00F92C04" w:rsidP="00CF3EE8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8.В</w:t>
      </w:r>
      <w:r w:rsidRPr="00CF3EE8">
        <w:rPr>
          <w:rFonts w:ascii="Times New Roman" w:hAnsi="Times New Roman"/>
          <w:b/>
          <w:sz w:val="24"/>
        </w:rPr>
        <w:t xml:space="preserve">заимодействие с органами государственной власти и местного самоуправления, </w:t>
      </w:r>
    </w:p>
    <w:p w:rsidR="00F92C04" w:rsidRPr="00CF3EE8" w:rsidRDefault="00F92C04" w:rsidP="00CF3EE8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CF3EE8">
        <w:rPr>
          <w:rFonts w:ascii="Times New Roman" w:hAnsi="Times New Roman"/>
          <w:b/>
          <w:sz w:val="24"/>
        </w:rPr>
        <w:t>организациями и гражданами</w:t>
      </w:r>
    </w:p>
    <w:p w:rsidR="00F92C04" w:rsidRPr="001437FC" w:rsidRDefault="00F92C04" w:rsidP="00CF3EE8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1437FC">
        <w:rPr>
          <w:rFonts w:ascii="Times New Roman" w:hAnsi="Times New Roman"/>
          <w:sz w:val="24"/>
        </w:rPr>
        <w:t>Порядок взаимодействия ответственного исполнителя, участников муниципальной подпрограммы по вопросам разработки, реализации и оценки эффективности муниципальной подпрограммы определяет ответственный исполнитель муниципальной программы в соответствии с Положением о порядке разработки, реализации и оценке эффективности муниципальных программ Можгинского района, утвержденным постановлением Администрации МО «Можгинский район» от 24.09.2013 г. № 1316.</w:t>
      </w:r>
    </w:p>
    <w:p w:rsidR="00F92C04" w:rsidRDefault="00F92C04" w:rsidP="00CF3EE8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F92C04" w:rsidRPr="00CF3EE8" w:rsidRDefault="00F92C04" w:rsidP="00CF3EE8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9.Р</w:t>
      </w:r>
      <w:r w:rsidRPr="00CF3EE8">
        <w:rPr>
          <w:rFonts w:ascii="Times New Roman" w:hAnsi="Times New Roman"/>
          <w:b/>
          <w:sz w:val="24"/>
        </w:rPr>
        <w:t>есурсное обеспечение</w:t>
      </w:r>
    </w:p>
    <w:p w:rsidR="00F92C04" w:rsidRDefault="00F92C04" w:rsidP="00CF3EE8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F92C04" w:rsidRPr="000A4C3C" w:rsidRDefault="00F92C04" w:rsidP="00CF3EE8">
      <w:pPr>
        <w:pStyle w:val="a2"/>
        <w:snapToGrid w:val="0"/>
        <w:ind w:firstLine="709"/>
        <w:jc w:val="both"/>
        <w:rPr>
          <w:rFonts w:ascii="Times New Roman" w:hAnsi="Times New Roman"/>
          <w:sz w:val="24"/>
        </w:rPr>
      </w:pPr>
      <w:r w:rsidRPr="000A4C3C">
        <w:rPr>
          <w:rFonts w:ascii="Times New Roman" w:hAnsi="Times New Roman" w:cs="Times New Roman"/>
          <w:color w:val="000000"/>
          <w:sz w:val="24"/>
        </w:rPr>
        <w:t xml:space="preserve">Объем бюджетных ассигнований на реализацию подпрограммы  за счет средств бюджета муниципального образования «Можгинский район»  составит </w:t>
      </w:r>
      <w:r w:rsidRPr="000A4C3C">
        <w:rPr>
          <w:rFonts w:ascii="Times New Roman" w:hAnsi="Times New Roman"/>
          <w:sz w:val="24"/>
        </w:rPr>
        <w:t xml:space="preserve">–43 129,5 тыс. рублей, в том числе: </w:t>
      </w:r>
    </w:p>
    <w:p w:rsidR="00F92C04" w:rsidRPr="000353D7" w:rsidRDefault="00F92C04" w:rsidP="00CF3EE8">
      <w:pPr>
        <w:pStyle w:val="a2"/>
        <w:jc w:val="both"/>
        <w:rPr>
          <w:rFonts w:ascii="Times New Roman" w:hAnsi="Times New Roman"/>
          <w:sz w:val="24"/>
        </w:rPr>
      </w:pPr>
      <w:r w:rsidRPr="000353D7">
        <w:rPr>
          <w:rFonts w:ascii="Times New Roman" w:hAnsi="Times New Roman"/>
          <w:sz w:val="24"/>
        </w:rPr>
        <w:t xml:space="preserve">2015 год </w:t>
      </w:r>
      <w:r>
        <w:rPr>
          <w:rFonts w:ascii="Times New Roman" w:hAnsi="Times New Roman"/>
          <w:sz w:val="24"/>
        </w:rPr>
        <w:t>–6264,4</w:t>
      </w:r>
      <w:r w:rsidRPr="000353D7">
        <w:rPr>
          <w:rFonts w:ascii="Times New Roman" w:hAnsi="Times New Roman"/>
          <w:sz w:val="24"/>
        </w:rPr>
        <w:t xml:space="preserve"> тыс. рублей,</w:t>
      </w:r>
    </w:p>
    <w:p w:rsidR="00F92C04" w:rsidRPr="000353D7" w:rsidRDefault="00F92C04" w:rsidP="00CF3EE8">
      <w:pPr>
        <w:pStyle w:val="a2"/>
        <w:jc w:val="both"/>
        <w:rPr>
          <w:rFonts w:ascii="Times New Roman" w:hAnsi="Times New Roman"/>
          <w:sz w:val="24"/>
        </w:rPr>
      </w:pPr>
      <w:r w:rsidRPr="000353D7">
        <w:rPr>
          <w:rFonts w:ascii="Times New Roman" w:hAnsi="Times New Roman"/>
          <w:sz w:val="24"/>
        </w:rPr>
        <w:t xml:space="preserve">2016 год </w:t>
      </w:r>
      <w:r>
        <w:rPr>
          <w:rFonts w:ascii="Times New Roman" w:hAnsi="Times New Roman"/>
          <w:sz w:val="24"/>
        </w:rPr>
        <w:t>–6671,6</w:t>
      </w:r>
      <w:r w:rsidRPr="000353D7">
        <w:rPr>
          <w:rFonts w:ascii="Times New Roman" w:hAnsi="Times New Roman"/>
          <w:sz w:val="24"/>
        </w:rPr>
        <w:t xml:space="preserve"> тыс. рублей,</w:t>
      </w:r>
    </w:p>
    <w:p w:rsidR="00F92C04" w:rsidRPr="000353D7" w:rsidRDefault="00F92C04" w:rsidP="00CF3EE8">
      <w:pPr>
        <w:pStyle w:val="a2"/>
        <w:jc w:val="both"/>
        <w:rPr>
          <w:rFonts w:ascii="Times New Roman" w:hAnsi="Times New Roman"/>
          <w:sz w:val="24"/>
        </w:rPr>
      </w:pPr>
      <w:r w:rsidRPr="000353D7">
        <w:rPr>
          <w:rFonts w:ascii="Times New Roman" w:hAnsi="Times New Roman"/>
          <w:sz w:val="24"/>
        </w:rPr>
        <w:t xml:space="preserve">2017 год </w:t>
      </w:r>
      <w:r>
        <w:rPr>
          <w:rFonts w:ascii="Times New Roman" w:hAnsi="Times New Roman"/>
          <w:sz w:val="24"/>
        </w:rPr>
        <w:t>–7005,2</w:t>
      </w:r>
      <w:r w:rsidRPr="000353D7">
        <w:rPr>
          <w:rFonts w:ascii="Times New Roman" w:hAnsi="Times New Roman"/>
          <w:sz w:val="24"/>
        </w:rPr>
        <w:t xml:space="preserve"> тыс. рублей,</w:t>
      </w:r>
    </w:p>
    <w:p w:rsidR="00F92C04" w:rsidRPr="000353D7" w:rsidRDefault="00F92C04" w:rsidP="00CF3EE8">
      <w:pPr>
        <w:pStyle w:val="a2"/>
        <w:jc w:val="both"/>
        <w:rPr>
          <w:rFonts w:ascii="Times New Roman" w:hAnsi="Times New Roman"/>
          <w:sz w:val="24"/>
        </w:rPr>
      </w:pPr>
      <w:r w:rsidRPr="000353D7">
        <w:rPr>
          <w:rFonts w:ascii="Times New Roman" w:hAnsi="Times New Roman"/>
          <w:sz w:val="24"/>
        </w:rPr>
        <w:t xml:space="preserve">2018 год </w:t>
      </w:r>
      <w:r>
        <w:rPr>
          <w:rFonts w:ascii="Times New Roman" w:hAnsi="Times New Roman"/>
          <w:sz w:val="24"/>
        </w:rPr>
        <w:t>–7355,5</w:t>
      </w:r>
      <w:r w:rsidRPr="000353D7">
        <w:rPr>
          <w:rFonts w:ascii="Times New Roman" w:hAnsi="Times New Roman"/>
          <w:sz w:val="24"/>
        </w:rPr>
        <w:t xml:space="preserve"> тыс. рублей,</w:t>
      </w:r>
    </w:p>
    <w:p w:rsidR="00F92C04" w:rsidRPr="000353D7" w:rsidRDefault="00F92C04" w:rsidP="00CF3EE8">
      <w:pPr>
        <w:pStyle w:val="a2"/>
        <w:jc w:val="both"/>
        <w:rPr>
          <w:rFonts w:ascii="Times New Roman" w:hAnsi="Times New Roman"/>
          <w:sz w:val="24"/>
        </w:rPr>
      </w:pPr>
      <w:r w:rsidRPr="000353D7">
        <w:rPr>
          <w:rFonts w:ascii="Times New Roman" w:hAnsi="Times New Roman"/>
          <w:sz w:val="24"/>
        </w:rPr>
        <w:t xml:space="preserve">2019 год </w:t>
      </w:r>
      <w:r>
        <w:rPr>
          <w:rFonts w:ascii="Times New Roman" w:hAnsi="Times New Roman"/>
          <w:sz w:val="24"/>
        </w:rPr>
        <w:t>–7723,3</w:t>
      </w:r>
      <w:r w:rsidRPr="000353D7">
        <w:rPr>
          <w:rFonts w:ascii="Times New Roman" w:hAnsi="Times New Roman"/>
          <w:sz w:val="24"/>
        </w:rPr>
        <w:t xml:space="preserve"> тыс. рублей,</w:t>
      </w:r>
    </w:p>
    <w:p w:rsidR="00F92C04" w:rsidRDefault="00F92C04" w:rsidP="00CF3EE8">
      <w:pPr>
        <w:pStyle w:val="a2"/>
        <w:jc w:val="both"/>
        <w:rPr>
          <w:rFonts w:ascii="Times New Roman" w:hAnsi="Times New Roman"/>
          <w:sz w:val="24"/>
        </w:rPr>
      </w:pPr>
      <w:r w:rsidRPr="000353D7">
        <w:rPr>
          <w:rFonts w:ascii="Times New Roman" w:hAnsi="Times New Roman"/>
          <w:sz w:val="24"/>
        </w:rPr>
        <w:t xml:space="preserve">2020 год </w:t>
      </w:r>
      <w:r>
        <w:rPr>
          <w:rFonts w:ascii="Times New Roman" w:hAnsi="Times New Roman"/>
          <w:sz w:val="24"/>
        </w:rPr>
        <w:t>–8109,5 тыс. рублей</w:t>
      </w:r>
    </w:p>
    <w:p w:rsidR="00F92C04" w:rsidRDefault="00F92C04" w:rsidP="000A4C3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AC41B3">
        <w:rPr>
          <w:rFonts w:ascii="Times New Roman" w:hAnsi="Times New Roman"/>
          <w:sz w:val="24"/>
        </w:rPr>
        <w:t>Ресурсное  обеспечение  подпрограммы за счёт средств бюджета МО «Можгинский район» подлежит  уточнению в рамках бюджетного цикла.</w:t>
      </w:r>
    </w:p>
    <w:p w:rsidR="00F92C04" w:rsidRPr="00AC41B3" w:rsidRDefault="00F92C04" w:rsidP="000A4C3C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</w:t>
      </w:r>
      <w:r w:rsidRPr="00AC41B3">
        <w:rPr>
          <w:rFonts w:ascii="Times New Roman" w:hAnsi="Times New Roman"/>
          <w:sz w:val="24"/>
        </w:rPr>
        <w:t>Сведения о ресурсном обеспечении за счет средств бюджета МО «Можгинский район» приведены в приложении 5</w:t>
      </w:r>
      <w:r>
        <w:rPr>
          <w:rFonts w:ascii="Times New Roman" w:hAnsi="Times New Roman"/>
          <w:sz w:val="24"/>
        </w:rPr>
        <w:t xml:space="preserve"> к программе.</w:t>
      </w:r>
    </w:p>
    <w:p w:rsidR="00F92C04" w:rsidRDefault="00F92C04" w:rsidP="00B338A8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</w:t>
      </w:r>
      <w:r w:rsidRPr="00AC41B3">
        <w:rPr>
          <w:rFonts w:ascii="Times New Roman" w:hAnsi="Times New Roman"/>
          <w:sz w:val="24"/>
        </w:rPr>
        <w:t xml:space="preserve">Сведения о ресурсном обеспечении </w:t>
      </w:r>
      <w:r>
        <w:rPr>
          <w:rFonts w:ascii="Times New Roman" w:hAnsi="Times New Roman"/>
          <w:sz w:val="24"/>
        </w:rPr>
        <w:t>подп</w:t>
      </w:r>
      <w:r w:rsidRPr="00AC41B3">
        <w:rPr>
          <w:rFonts w:ascii="Times New Roman" w:hAnsi="Times New Roman"/>
          <w:sz w:val="24"/>
        </w:rPr>
        <w:t>рограммы за счет всех источников приведены в приложении 6</w:t>
      </w:r>
      <w:r>
        <w:rPr>
          <w:rFonts w:ascii="Times New Roman" w:hAnsi="Times New Roman"/>
          <w:sz w:val="24"/>
        </w:rPr>
        <w:t xml:space="preserve"> к программе</w:t>
      </w:r>
      <w:r w:rsidRPr="00AC41B3">
        <w:rPr>
          <w:rFonts w:ascii="Times New Roman" w:hAnsi="Times New Roman"/>
          <w:sz w:val="24"/>
        </w:rPr>
        <w:t>.</w:t>
      </w:r>
    </w:p>
    <w:p w:rsidR="00F92C04" w:rsidRDefault="00F92C04" w:rsidP="00B338A8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F92C04" w:rsidRPr="00CF3EE8" w:rsidRDefault="00F92C04" w:rsidP="00B338A8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10.Р</w:t>
      </w:r>
      <w:r w:rsidRPr="00CF3EE8">
        <w:rPr>
          <w:rFonts w:ascii="Times New Roman" w:hAnsi="Times New Roman"/>
          <w:b/>
          <w:sz w:val="24"/>
        </w:rPr>
        <w:t>иски и меры по управлению рисками</w:t>
      </w:r>
    </w:p>
    <w:p w:rsidR="00F92C04" w:rsidRPr="000D4961" w:rsidRDefault="00F92C04" w:rsidP="00CF3EE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4961">
        <w:rPr>
          <w:rFonts w:ascii="Times New Roman" w:hAnsi="Times New Roman" w:cs="Times New Roman"/>
          <w:sz w:val="24"/>
          <w:szCs w:val="24"/>
        </w:rPr>
        <w:t>К рискам реализации муниципальной программы</w:t>
      </w:r>
      <w:r w:rsidRPr="000D4961">
        <w:rPr>
          <w:rFonts w:ascii="Times New Roman" w:hAnsi="Times New Roman"/>
          <w:sz w:val="24"/>
          <w:szCs w:val="24"/>
        </w:rPr>
        <w:t>, которыми могут управлять ответственный исполнитель и участники муниципальной программы, уменьшая</w:t>
      </w:r>
      <w:r w:rsidRPr="000D4961">
        <w:rPr>
          <w:rFonts w:ascii="Times New Roman" w:hAnsi="Times New Roman" w:cs="Times New Roman"/>
          <w:sz w:val="24"/>
          <w:szCs w:val="24"/>
        </w:rPr>
        <w:t xml:space="preserve"> вероятность их возникновения, следует отнести следующие риски.</w:t>
      </w:r>
    </w:p>
    <w:p w:rsidR="00F92C04" w:rsidRPr="000D4961" w:rsidRDefault="00F92C04" w:rsidP="00CF3EE8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0D4961">
        <w:rPr>
          <w:rFonts w:ascii="Times New Roman" w:hAnsi="Times New Roman"/>
          <w:sz w:val="24"/>
        </w:rPr>
        <w:t xml:space="preserve">Экономические риски. Прямое влияние на объем инвестиций оказывает состояние экономики. Отклонение основных экономических параметров от прогнозируемых приведет к необходимости корректировки значений целевых показателей (индикаторов) подпрограммы, а также системы основных мероприятий подпрограммы.  </w:t>
      </w:r>
    </w:p>
    <w:p w:rsidR="00F92C04" w:rsidRPr="000D4961" w:rsidRDefault="00F92C04" w:rsidP="00CF3EE8">
      <w:pPr>
        <w:shd w:val="clear" w:color="auto" w:fill="FFFFFF"/>
        <w:spacing w:after="0" w:line="240" w:lineRule="auto"/>
        <w:ind w:right="-2" w:firstLine="709"/>
        <w:jc w:val="both"/>
        <w:rPr>
          <w:rFonts w:ascii="Times New Roman" w:hAnsi="Times New Roman"/>
          <w:sz w:val="24"/>
        </w:rPr>
      </w:pPr>
      <w:r w:rsidRPr="000D4961">
        <w:rPr>
          <w:rFonts w:ascii="Times New Roman" w:hAnsi="Times New Roman"/>
          <w:sz w:val="24"/>
        </w:rPr>
        <w:t xml:space="preserve">Организационно-управленческие риски связаны с необходимостью согласованных действий многих участников, включая органы государственной власти Российской Федерации и Удмуртской Республики. Также возможны ошибки в управлении реализацией подпрограммы, слабая исполнительская дисциплина. Меры по управлению организационными рисками: </w:t>
      </w:r>
    </w:p>
    <w:p w:rsidR="00F92C04" w:rsidRPr="00CF3EE8" w:rsidRDefault="00F92C04" w:rsidP="00CF3EE8">
      <w:pPr>
        <w:pStyle w:val="20"/>
        <w:shd w:val="clear" w:color="auto" w:fill="FFFFFF"/>
        <w:tabs>
          <w:tab w:val="left" w:pos="993"/>
        </w:tabs>
        <w:spacing w:after="0" w:line="240" w:lineRule="auto"/>
        <w:ind w:left="709" w:right="-2"/>
        <w:jc w:val="both"/>
        <w:rPr>
          <w:rFonts w:ascii="Times New Roman" w:hAnsi="Times New Roman"/>
          <w:b w:val="0"/>
          <w:sz w:val="24"/>
          <w:szCs w:val="22"/>
        </w:rPr>
      </w:pPr>
      <w:r>
        <w:rPr>
          <w:rFonts w:ascii="Times New Roman" w:hAnsi="Times New Roman"/>
          <w:b w:val="0"/>
          <w:sz w:val="24"/>
          <w:szCs w:val="22"/>
        </w:rPr>
        <w:t xml:space="preserve">1. </w:t>
      </w:r>
      <w:r w:rsidRPr="00CF3EE8">
        <w:rPr>
          <w:rFonts w:ascii="Times New Roman" w:hAnsi="Times New Roman"/>
          <w:b w:val="0"/>
          <w:sz w:val="24"/>
          <w:szCs w:val="22"/>
        </w:rPr>
        <w:t>составление планов реализации подпрограммы;</w:t>
      </w:r>
    </w:p>
    <w:p w:rsidR="00F92C04" w:rsidRPr="00CF3EE8" w:rsidRDefault="00F92C04" w:rsidP="00CF3EE8">
      <w:pPr>
        <w:pStyle w:val="20"/>
        <w:shd w:val="clear" w:color="auto" w:fill="FFFFFF"/>
        <w:tabs>
          <w:tab w:val="left" w:pos="993"/>
        </w:tabs>
        <w:spacing w:after="0" w:line="240" w:lineRule="auto"/>
        <w:ind w:left="709" w:right="-2"/>
        <w:jc w:val="both"/>
        <w:rPr>
          <w:rFonts w:ascii="Times New Roman" w:hAnsi="Times New Roman"/>
          <w:b w:val="0"/>
          <w:sz w:val="24"/>
          <w:szCs w:val="22"/>
        </w:rPr>
      </w:pPr>
      <w:r>
        <w:rPr>
          <w:rFonts w:ascii="Times New Roman" w:hAnsi="Times New Roman"/>
          <w:b w:val="0"/>
          <w:sz w:val="24"/>
          <w:szCs w:val="22"/>
        </w:rPr>
        <w:t xml:space="preserve">2. </w:t>
      </w:r>
      <w:r w:rsidRPr="00CF3EE8">
        <w:rPr>
          <w:rFonts w:ascii="Times New Roman" w:hAnsi="Times New Roman"/>
          <w:b w:val="0"/>
          <w:sz w:val="24"/>
          <w:szCs w:val="22"/>
        </w:rPr>
        <w:t xml:space="preserve">ежеквартальный мониторинг реализации подпрограммы; </w:t>
      </w:r>
    </w:p>
    <w:p w:rsidR="00F92C04" w:rsidRPr="00CF3EE8" w:rsidRDefault="00F92C04" w:rsidP="00CF3EE8">
      <w:pPr>
        <w:pStyle w:val="20"/>
        <w:shd w:val="clear" w:color="auto" w:fill="FFFFFF"/>
        <w:tabs>
          <w:tab w:val="left" w:pos="993"/>
        </w:tabs>
        <w:spacing w:after="0" w:line="240" w:lineRule="auto"/>
        <w:ind w:left="709" w:right="-2"/>
        <w:jc w:val="both"/>
        <w:rPr>
          <w:rFonts w:ascii="Times New Roman" w:hAnsi="Times New Roman"/>
          <w:b w:val="0"/>
          <w:sz w:val="24"/>
          <w:szCs w:val="22"/>
        </w:rPr>
      </w:pPr>
      <w:r>
        <w:rPr>
          <w:rFonts w:ascii="Times New Roman" w:hAnsi="Times New Roman"/>
          <w:b w:val="0"/>
          <w:sz w:val="24"/>
          <w:szCs w:val="22"/>
        </w:rPr>
        <w:t xml:space="preserve">3. </w:t>
      </w:r>
      <w:r w:rsidRPr="00CF3EE8">
        <w:rPr>
          <w:rFonts w:ascii="Times New Roman" w:hAnsi="Times New Roman"/>
          <w:b w:val="0"/>
          <w:sz w:val="24"/>
          <w:szCs w:val="22"/>
        </w:rPr>
        <w:t xml:space="preserve">закрепление персональной ответственности за исполнение мероприятий и достижение значений целевых показателей (индикаторов) подпрограммы; </w:t>
      </w:r>
    </w:p>
    <w:p w:rsidR="00F92C04" w:rsidRPr="00CF3EE8" w:rsidRDefault="00F92C04" w:rsidP="00CF3EE8">
      <w:pPr>
        <w:pStyle w:val="20"/>
        <w:shd w:val="clear" w:color="auto" w:fill="FFFFFF"/>
        <w:tabs>
          <w:tab w:val="left" w:pos="993"/>
        </w:tabs>
        <w:spacing w:after="0" w:line="240" w:lineRule="auto"/>
        <w:ind w:left="709" w:right="-2"/>
        <w:jc w:val="both"/>
        <w:rPr>
          <w:rFonts w:ascii="Times New Roman" w:hAnsi="Times New Roman"/>
          <w:b w:val="0"/>
          <w:sz w:val="24"/>
          <w:szCs w:val="22"/>
        </w:rPr>
      </w:pPr>
      <w:r>
        <w:rPr>
          <w:rFonts w:ascii="Times New Roman" w:hAnsi="Times New Roman"/>
          <w:b w:val="0"/>
          <w:sz w:val="24"/>
          <w:szCs w:val="22"/>
        </w:rPr>
        <w:t>4.</w:t>
      </w:r>
      <w:r w:rsidRPr="00CF3EE8">
        <w:rPr>
          <w:rFonts w:ascii="Times New Roman" w:hAnsi="Times New Roman"/>
          <w:b w:val="0"/>
          <w:sz w:val="24"/>
          <w:szCs w:val="22"/>
        </w:rPr>
        <w:t>информирование населения и открытая публикация данных о ходе реализации подпрограммы.</w:t>
      </w:r>
    </w:p>
    <w:p w:rsidR="00F92C04" w:rsidRPr="000D4961" w:rsidRDefault="00F92C04" w:rsidP="00CF3EE8">
      <w:pPr>
        <w:shd w:val="clear" w:color="auto" w:fill="FFFFFF"/>
        <w:spacing w:after="0" w:line="240" w:lineRule="auto"/>
        <w:ind w:right="-2" w:firstLine="709"/>
        <w:jc w:val="both"/>
        <w:rPr>
          <w:rFonts w:ascii="Times New Roman" w:hAnsi="Times New Roman"/>
          <w:sz w:val="24"/>
        </w:rPr>
      </w:pPr>
      <w:r w:rsidRPr="000D4961">
        <w:rPr>
          <w:rFonts w:ascii="Times New Roman" w:hAnsi="Times New Roman"/>
          <w:sz w:val="24"/>
        </w:rPr>
        <w:t>Кадровые риски связаны с недостаточным уровнем квалификации работников. В качестве меры для управления риском будут осуществляться мероприятия по подготовке и переподготовка кадров.</w:t>
      </w:r>
    </w:p>
    <w:p w:rsidR="00F92C04" w:rsidRDefault="00F92C04" w:rsidP="00CF3EE8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F92C04" w:rsidRPr="00CF3EE8" w:rsidRDefault="00F92C04" w:rsidP="00CF3EE8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11. К</w:t>
      </w:r>
      <w:r w:rsidRPr="00CF3EE8">
        <w:rPr>
          <w:rFonts w:ascii="Times New Roman" w:hAnsi="Times New Roman"/>
          <w:b/>
          <w:sz w:val="24"/>
        </w:rPr>
        <w:t>онечные результаты и оценка эффективности</w:t>
      </w:r>
      <w:r w:rsidRPr="00CF3EE8">
        <w:rPr>
          <w:rFonts w:ascii="Times New Roman" w:hAnsi="Times New Roman"/>
          <w:b/>
          <w:sz w:val="24"/>
        </w:rPr>
        <w:tab/>
      </w:r>
      <w:r w:rsidRPr="00CF3EE8">
        <w:rPr>
          <w:rFonts w:ascii="Times New Roman" w:hAnsi="Times New Roman"/>
          <w:b/>
          <w:sz w:val="24"/>
        </w:rPr>
        <w:tab/>
      </w:r>
    </w:p>
    <w:p w:rsidR="00F92C04" w:rsidRDefault="00F92C04" w:rsidP="00CF3EE8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 w:rsidRPr="001437FC">
        <w:rPr>
          <w:rFonts w:ascii="Times New Roman" w:hAnsi="Times New Roman"/>
          <w:sz w:val="24"/>
        </w:rPr>
        <w:t xml:space="preserve">Подпрограмма направлена на оказание информационной и организационной поддержки по привлечению к участию в подпрограмме граждан, имеющих возможность </w:t>
      </w:r>
      <w:r>
        <w:rPr>
          <w:rFonts w:ascii="Times New Roman" w:hAnsi="Times New Roman"/>
          <w:sz w:val="24"/>
        </w:rPr>
        <w:t xml:space="preserve">получить субсидию по оплате жилого помещения и коммунальных услуг. </w:t>
      </w:r>
      <w:r w:rsidRPr="001437FC">
        <w:rPr>
          <w:rFonts w:ascii="Times New Roman" w:hAnsi="Times New Roman"/>
          <w:sz w:val="24"/>
        </w:rPr>
        <w:t xml:space="preserve">Ожидаемые результаты ее реализации обеспечение </w:t>
      </w:r>
      <w:r>
        <w:rPr>
          <w:rFonts w:ascii="Times New Roman" w:hAnsi="Times New Roman"/>
          <w:sz w:val="24"/>
        </w:rPr>
        <w:t xml:space="preserve">субсидией </w:t>
      </w:r>
      <w:r w:rsidRPr="001437FC">
        <w:rPr>
          <w:rFonts w:ascii="Times New Roman" w:hAnsi="Times New Roman"/>
          <w:sz w:val="24"/>
        </w:rPr>
        <w:t>граждан Можгинского района</w:t>
      </w:r>
      <w:r>
        <w:rPr>
          <w:rFonts w:ascii="Times New Roman" w:hAnsi="Times New Roman"/>
          <w:sz w:val="24"/>
        </w:rPr>
        <w:t>.</w:t>
      </w:r>
    </w:p>
    <w:p w:rsidR="00F92C04" w:rsidRDefault="00F92C04" w:rsidP="00CF3EE8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0353D7">
        <w:rPr>
          <w:rFonts w:ascii="Times New Roman" w:hAnsi="Times New Roman"/>
          <w:sz w:val="24"/>
        </w:rPr>
        <w:t xml:space="preserve">Эффективность реализации муниципальной </w:t>
      </w:r>
      <w:r>
        <w:rPr>
          <w:rFonts w:ascii="Times New Roman" w:hAnsi="Times New Roman"/>
          <w:sz w:val="24"/>
        </w:rPr>
        <w:t>под</w:t>
      </w:r>
      <w:r w:rsidRPr="000353D7">
        <w:rPr>
          <w:rFonts w:ascii="Times New Roman" w:hAnsi="Times New Roman" w:cs="Calibri"/>
          <w:sz w:val="24"/>
        </w:rPr>
        <w:t>программы</w:t>
      </w:r>
      <w:r w:rsidRPr="000353D7">
        <w:rPr>
          <w:rFonts w:ascii="Times New Roman" w:hAnsi="Times New Roman"/>
          <w:sz w:val="24"/>
        </w:rPr>
        <w:t xml:space="preserve"> оценивается ежегодно на основе целевых показателей, предусмотренных приложением</w:t>
      </w:r>
      <w:r>
        <w:rPr>
          <w:rFonts w:ascii="Times New Roman" w:hAnsi="Times New Roman"/>
          <w:sz w:val="24"/>
        </w:rPr>
        <w:t xml:space="preserve"> 1</w:t>
      </w:r>
      <w:r w:rsidRPr="000353D7">
        <w:rPr>
          <w:rFonts w:ascii="Times New Roman" w:hAnsi="Times New Roman"/>
          <w:sz w:val="24"/>
        </w:rPr>
        <w:t xml:space="preserve"> к муниципальной </w:t>
      </w:r>
      <w:r>
        <w:rPr>
          <w:rFonts w:ascii="Times New Roman" w:hAnsi="Times New Roman"/>
          <w:sz w:val="24"/>
        </w:rPr>
        <w:t>подпрограмме.</w:t>
      </w:r>
    </w:p>
    <w:p w:rsidR="00F92C04" w:rsidRDefault="00F92C04" w:rsidP="00CF3EE8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F92C04" w:rsidRDefault="00F92C04" w:rsidP="00CF3EE8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F92C04" w:rsidRPr="00C63F05" w:rsidRDefault="00F92C04" w:rsidP="00C63F05">
      <w:pPr>
        <w:spacing w:after="0" w:line="240" w:lineRule="auto"/>
        <w:ind w:firstLine="709"/>
        <w:jc w:val="center"/>
        <w:rPr>
          <w:rFonts w:ascii="Times New Roman" w:hAnsi="Times New Roman" w:cs="Calibri"/>
          <w:b/>
          <w:sz w:val="24"/>
        </w:rPr>
      </w:pPr>
      <w:r w:rsidRPr="00C63F05">
        <w:rPr>
          <w:rFonts w:ascii="Times New Roman" w:hAnsi="Times New Roman" w:cs="Calibri"/>
          <w:b/>
          <w:sz w:val="24"/>
        </w:rPr>
        <w:t>2.4. Подпрограмма</w:t>
      </w:r>
    </w:p>
    <w:p w:rsidR="00F92C04" w:rsidRPr="00C63F05" w:rsidRDefault="00F92C04" w:rsidP="00C63F05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C63F05">
        <w:rPr>
          <w:rFonts w:ascii="Times New Roman" w:hAnsi="Times New Roman"/>
          <w:b/>
          <w:sz w:val="24"/>
        </w:rPr>
        <w:t>«Социальная поддержка отдельных категорий граждан»</w:t>
      </w:r>
    </w:p>
    <w:p w:rsidR="00F92C04" w:rsidRPr="00C63F05" w:rsidRDefault="00F92C04" w:rsidP="00C63F05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F92C04" w:rsidRPr="00AC41B3" w:rsidRDefault="00F92C04" w:rsidP="00AC41B3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AC41B3">
        <w:rPr>
          <w:rFonts w:ascii="Times New Roman" w:hAnsi="Times New Roman"/>
          <w:sz w:val="24"/>
        </w:rPr>
        <w:t>Паспорт 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38"/>
        <w:gridCol w:w="6972"/>
      </w:tblGrid>
      <w:tr w:rsidR="00F92C04" w:rsidRPr="00AC41B3" w:rsidTr="00AA5A27">
        <w:tc>
          <w:tcPr>
            <w:tcW w:w="0" w:type="auto"/>
          </w:tcPr>
          <w:p w:rsidR="00F92C04" w:rsidRPr="00AC41B3" w:rsidRDefault="00F92C04" w:rsidP="00AA5A27">
            <w:pPr>
              <w:spacing w:after="0" w:line="240" w:lineRule="auto"/>
              <w:ind w:hanging="17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>Наименование подпрограммы</w:t>
            </w:r>
          </w:p>
        </w:tc>
        <w:tc>
          <w:tcPr>
            <w:tcW w:w="0" w:type="auto"/>
          </w:tcPr>
          <w:p w:rsidR="00F92C04" w:rsidRPr="00AC41B3" w:rsidRDefault="00F92C04" w:rsidP="00AA5A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>Социальная поддержка отдельных категорий граждан (далее-подпрограмма)</w:t>
            </w:r>
          </w:p>
        </w:tc>
      </w:tr>
      <w:tr w:rsidR="00F92C04" w:rsidRPr="00AC41B3" w:rsidTr="00AA5A27">
        <w:tc>
          <w:tcPr>
            <w:tcW w:w="0" w:type="auto"/>
          </w:tcPr>
          <w:p w:rsidR="00F92C04" w:rsidRPr="00AC41B3" w:rsidRDefault="00F92C04" w:rsidP="00AA5A27">
            <w:pPr>
              <w:spacing w:after="0" w:line="240" w:lineRule="auto"/>
              <w:ind w:hanging="17"/>
              <w:jc w:val="both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>Координатор</w:t>
            </w:r>
          </w:p>
        </w:tc>
        <w:tc>
          <w:tcPr>
            <w:tcW w:w="0" w:type="auto"/>
          </w:tcPr>
          <w:p w:rsidR="00F92C04" w:rsidRPr="00AC41B3" w:rsidRDefault="00F92C04" w:rsidP="00AA5A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>Заместитель  главы Администрации муниципального образования «Можгинский  район»по социальным вопросам</w:t>
            </w:r>
          </w:p>
        </w:tc>
      </w:tr>
      <w:tr w:rsidR="00F92C04" w:rsidRPr="00AC41B3" w:rsidTr="00AA5A27">
        <w:tc>
          <w:tcPr>
            <w:tcW w:w="0" w:type="auto"/>
          </w:tcPr>
          <w:p w:rsidR="00F92C04" w:rsidRPr="00AC41B3" w:rsidRDefault="00F92C04" w:rsidP="00AA5A27">
            <w:pPr>
              <w:spacing w:after="0" w:line="240" w:lineRule="auto"/>
              <w:ind w:hanging="17"/>
              <w:jc w:val="both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>Ответственный исполнитель</w:t>
            </w:r>
          </w:p>
        </w:tc>
        <w:tc>
          <w:tcPr>
            <w:tcW w:w="0" w:type="auto"/>
          </w:tcPr>
          <w:p w:rsidR="00F92C04" w:rsidRPr="00AC41B3" w:rsidRDefault="00F92C04" w:rsidP="00AA5A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>Администрация МО «Можгинский  район»</w:t>
            </w:r>
          </w:p>
        </w:tc>
      </w:tr>
      <w:tr w:rsidR="00F92C04" w:rsidRPr="00AC41B3" w:rsidTr="00AA5A27">
        <w:tc>
          <w:tcPr>
            <w:tcW w:w="0" w:type="auto"/>
          </w:tcPr>
          <w:p w:rsidR="00F92C04" w:rsidRPr="00AC41B3" w:rsidRDefault="00F92C04" w:rsidP="00AA5A27">
            <w:pPr>
              <w:ind w:hanging="15"/>
              <w:jc w:val="both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>Соисполнители</w:t>
            </w:r>
          </w:p>
        </w:tc>
        <w:tc>
          <w:tcPr>
            <w:tcW w:w="0" w:type="auto"/>
          </w:tcPr>
          <w:p w:rsidR="00F92C04" w:rsidRDefault="00F92C04" w:rsidP="00611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Совет депутатов муниципального образования «Можгинский район»;</w:t>
            </w:r>
          </w:p>
          <w:p w:rsidR="00F92C04" w:rsidRPr="00AC41B3" w:rsidRDefault="00F92C04" w:rsidP="00AA5A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>Управление культуры, спорта и молодежи  Администрации МО«Можгинский район »;</w:t>
            </w:r>
          </w:p>
          <w:p w:rsidR="00F92C04" w:rsidRPr="00AC41B3" w:rsidRDefault="00F92C04" w:rsidP="00AA5A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 xml:space="preserve">БУ СО УР «Комплексный центр социального обслуживания  населения Можгинского района» </w:t>
            </w:r>
          </w:p>
          <w:p w:rsidR="00F92C04" w:rsidRPr="00AC41B3" w:rsidRDefault="00F92C04" w:rsidP="00AA5A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>Отдел социальной защиты населения в Можгинском  районе, Районный Совет ветеранов</w:t>
            </w:r>
          </w:p>
        </w:tc>
      </w:tr>
      <w:tr w:rsidR="00F92C04" w:rsidRPr="00AC41B3" w:rsidTr="00AA5A27">
        <w:tc>
          <w:tcPr>
            <w:tcW w:w="0" w:type="auto"/>
          </w:tcPr>
          <w:p w:rsidR="00F92C04" w:rsidRPr="00AC41B3" w:rsidRDefault="00F92C04" w:rsidP="00AA5A27">
            <w:pPr>
              <w:jc w:val="both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 xml:space="preserve">Цель </w:t>
            </w:r>
          </w:p>
          <w:p w:rsidR="00F92C04" w:rsidRPr="00AC41B3" w:rsidRDefault="00F92C04" w:rsidP="00AA5A27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F92C04" w:rsidRPr="00AC41B3" w:rsidRDefault="00F92C04" w:rsidP="00AA5A27">
            <w:pPr>
              <w:ind w:hanging="15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0" w:type="auto"/>
          </w:tcPr>
          <w:p w:rsidR="00F92C04" w:rsidRPr="00635C07" w:rsidRDefault="00F92C04" w:rsidP="00AA5A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35C07">
              <w:rPr>
                <w:rFonts w:ascii="Times New Roman" w:hAnsi="Times New Roman"/>
                <w:sz w:val="24"/>
              </w:rPr>
              <w:t>- создание условий для повышения качества жизни пожилых людей</w:t>
            </w:r>
            <w:r>
              <w:rPr>
                <w:rFonts w:ascii="Times New Roman" w:hAnsi="Times New Roman"/>
                <w:sz w:val="24"/>
              </w:rPr>
              <w:t xml:space="preserve"> и</w:t>
            </w:r>
            <w:r w:rsidRPr="00635C07">
              <w:rPr>
                <w:rFonts w:ascii="Times New Roman" w:hAnsi="Times New Roman"/>
                <w:sz w:val="24"/>
              </w:rPr>
              <w:t xml:space="preserve">  социальной защищенности граждан старшего поколения и инвалидов, содействие активному у</w:t>
            </w:r>
            <w:r>
              <w:rPr>
                <w:rFonts w:ascii="Times New Roman" w:hAnsi="Times New Roman"/>
                <w:sz w:val="24"/>
              </w:rPr>
              <w:t>частию граждан в жизни общества;</w:t>
            </w:r>
          </w:p>
          <w:p w:rsidR="00F92C04" w:rsidRPr="00AC41B3" w:rsidRDefault="00F92C04" w:rsidP="002378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поощрение граждан Можгинского района за особые заслуги в области экономики, местного самоуправления, культуры, спорта, здравоохранения, образования, благотворительной деятельности, за успехи в труде и иные заслуги перед Можгинским районом.</w:t>
            </w:r>
          </w:p>
          <w:p w:rsidR="00F92C04" w:rsidRPr="00AC41B3" w:rsidRDefault="00F92C04" w:rsidP="00DD16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92C04" w:rsidRPr="00AC41B3" w:rsidTr="00AA5A27">
        <w:tc>
          <w:tcPr>
            <w:tcW w:w="0" w:type="auto"/>
          </w:tcPr>
          <w:p w:rsidR="00F92C04" w:rsidRPr="00AC41B3" w:rsidRDefault="00F92C04" w:rsidP="00AA5A27">
            <w:pPr>
              <w:jc w:val="both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>Задачи</w:t>
            </w:r>
          </w:p>
        </w:tc>
        <w:tc>
          <w:tcPr>
            <w:tcW w:w="0" w:type="auto"/>
          </w:tcPr>
          <w:p w:rsidR="00F92C04" w:rsidRDefault="00F92C04" w:rsidP="00AA5A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 xml:space="preserve">- предоставление адресной социальной поддержки </w:t>
            </w:r>
            <w:r>
              <w:rPr>
                <w:rFonts w:ascii="Times New Roman" w:hAnsi="Times New Roman"/>
                <w:sz w:val="24"/>
              </w:rPr>
              <w:t>отдельным категориям граждан</w:t>
            </w:r>
            <w:r w:rsidRPr="00AC41B3">
              <w:rPr>
                <w:rFonts w:ascii="Times New Roman" w:hAnsi="Times New Roman"/>
                <w:sz w:val="24"/>
              </w:rPr>
              <w:t>, в том числе, единовременные  ежегодные денежные вознаграждения  гражданам</w:t>
            </w:r>
            <w:r>
              <w:rPr>
                <w:rFonts w:ascii="Times New Roman" w:hAnsi="Times New Roman"/>
                <w:sz w:val="24"/>
              </w:rPr>
              <w:t>, имеющим почетные звания «Почетный гражданин Можгинского района» и награжденных почетным знаком «За заслуги перед Можгинским районом»;</w:t>
            </w:r>
          </w:p>
          <w:p w:rsidR="00F92C04" w:rsidRPr="00AC41B3" w:rsidRDefault="00F92C04" w:rsidP="00AA5A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Pr="00AC41B3">
              <w:rPr>
                <w:rFonts w:ascii="Times New Roman" w:hAnsi="Times New Roman"/>
                <w:sz w:val="24"/>
              </w:rPr>
              <w:t xml:space="preserve"> работа по организации  услуг по защите законных прав ветеранов, пенсионеров и инвалидов;</w:t>
            </w:r>
          </w:p>
          <w:p w:rsidR="00F92C04" w:rsidRPr="00AC41B3" w:rsidRDefault="00F92C04" w:rsidP="00AA5A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>-поддержка деятельности общественных организаций ветеранов, в том числе, чествование активистов ветеранского движения;</w:t>
            </w:r>
          </w:p>
          <w:p w:rsidR="00F92C04" w:rsidRPr="00AC41B3" w:rsidRDefault="00F92C04" w:rsidP="00AA5A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>-организация работы по созданию клубов по интересам и любительских объединений для граждан старшего поколения, первичных ветеранских организаций, по активному участию граждан старшего поколения в жизни общества,  в том числе, за счёт деятельности представителей районных учреждений культуры, Управления культуры, спорта и молодежи  Администрации МО «Можгинский район», районного Совета ветеранов.</w:t>
            </w:r>
          </w:p>
          <w:p w:rsidR="00F92C04" w:rsidRPr="00AC41B3" w:rsidRDefault="00F92C04" w:rsidP="00AA5A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92C04" w:rsidRPr="00AC41B3" w:rsidTr="00AA5A27">
        <w:tc>
          <w:tcPr>
            <w:tcW w:w="0" w:type="auto"/>
          </w:tcPr>
          <w:p w:rsidR="00F92C04" w:rsidRPr="00AC41B3" w:rsidRDefault="00F92C04" w:rsidP="00AA5A27">
            <w:pPr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>Целевые показатели (индикаторы)</w:t>
            </w:r>
          </w:p>
        </w:tc>
        <w:tc>
          <w:tcPr>
            <w:tcW w:w="0" w:type="auto"/>
          </w:tcPr>
          <w:p w:rsidR="00F92C04" w:rsidRPr="00AC41B3" w:rsidRDefault="00F92C04" w:rsidP="00AA5A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 w:rsidRPr="00AC41B3">
              <w:rPr>
                <w:rFonts w:ascii="Times New Roman" w:hAnsi="Times New Roman"/>
                <w:sz w:val="24"/>
              </w:rPr>
              <w:t>Количество клубов по интересам и любительских объединений для граждан старшего поколения, в единицах;</w:t>
            </w:r>
          </w:p>
          <w:p w:rsidR="00F92C04" w:rsidRPr="00AC41B3" w:rsidRDefault="00F92C04" w:rsidP="00AA5A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  <w:r w:rsidRPr="00AC41B3">
              <w:rPr>
                <w:rFonts w:ascii="Times New Roman" w:hAnsi="Times New Roman"/>
                <w:sz w:val="24"/>
              </w:rPr>
              <w:t>Доля людей пожилого возраста, принявших участие в  мероприятиях, направленных на поддержание  их активной жизненной позиции, в процентах</w:t>
            </w:r>
          </w:p>
          <w:p w:rsidR="00F92C04" w:rsidRDefault="00F92C04" w:rsidP="00AA5A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 Доля граждан с ограниченными возможностями, принявших участие в мероприятиях, направленных на поддержание их активной жизненной позиции, в %</w:t>
            </w:r>
          </w:p>
          <w:p w:rsidR="00F92C04" w:rsidRPr="00AC41B3" w:rsidRDefault="00F92C04" w:rsidP="00CF7D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4.Количество граждан представленных к награждению почетным званием «Почетный гражданин Можгинского района» и нагрудным знаком «За заслуги перед Можгинским районом», в ед.</w:t>
            </w:r>
          </w:p>
        </w:tc>
      </w:tr>
      <w:tr w:rsidR="00F92C04" w:rsidRPr="00AC41B3" w:rsidTr="00AA5A27">
        <w:tc>
          <w:tcPr>
            <w:tcW w:w="0" w:type="auto"/>
          </w:tcPr>
          <w:p w:rsidR="00F92C04" w:rsidRPr="00AC41B3" w:rsidRDefault="00F92C04" w:rsidP="00AA5A2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AC41B3">
              <w:rPr>
                <w:rFonts w:ascii="Times New Roman" w:hAnsi="Times New Roman" w:cs="Times New Roman"/>
                <w:sz w:val="24"/>
                <w:lang w:eastAsia="en-US"/>
              </w:rPr>
              <w:t xml:space="preserve">Сроки и этапы реализации                                               </w:t>
            </w:r>
          </w:p>
        </w:tc>
        <w:tc>
          <w:tcPr>
            <w:tcW w:w="0" w:type="auto"/>
          </w:tcPr>
          <w:p w:rsidR="00F92C04" w:rsidRDefault="00F92C04" w:rsidP="00AA5A27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>2015-2020 годы</w:t>
            </w:r>
          </w:p>
          <w:p w:rsidR="00F92C04" w:rsidRPr="00AC41B3" w:rsidRDefault="00F92C04" w:rsidP="00AA5A27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>Этапы реализации подпрограммы не выделяются</w:t>
            </w:r>
          </w:p>
        </w:tc>
      </w:tr>
      <w:tr w:rsidR="00F92C04" w:rsidRPr="00AC41B3" w:rsidTr="00AA5A27">
        <w:tc>
          <w:tcPr>
            <w:tcW w:w="0" w:type="auto"/>
          </w:tcPr>
          <w:p w:rsidR="00F92C04" w:rsidRPr="00804052" w:rsidRDefault="00F92C04" w:rsidP="009A6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40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Ресурсное    </w:t>
            </w:r>
          </w:p>
          <w:p w:rsidR="00F92C04" w:rsidRPr="00804052" w:rsidRDefault="00F92C04" w:rsidP="009A6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40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 </w:t>
            </w:r>
          </w:p>
          <w:p w:rsidR="00F92C04" w:rsidRPr="00AC41B3" w:rsidRDefault="00F92C04" w:rsidP="009A667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счет средств бюджета муниципального образования «Можгинский район»</w:t>
            </w:r>
          </w:p>
        </w:tc>
        <w:tc>
          <w:tcPr>
            <w:tcW w:w="0" w:type="auto"/>
          </w:tcPr>
          <w:p w:rsidR="00F92C04" w:rsidRPr="00AC41B3" w:rsidRDefault="00F92C04" w:rsidP="00AA5A27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040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Объем бюджетных ассигнований на реализацию подпрограммы за счет средств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бюджета</w:t>
            </w:r>
            <w:r w:rsidRPr="008040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муниципального образования «Можгинский район»</w:t>
            </w:r>
            <w:r w:rsidRPr="008040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A40C8">
              <w:rPr>
                <w:rFonts w:ascii="Times New Roman" w:hAnsi="Times New Roman"/>
                <w:color w:val="000000"/>
                <w:sz w:val="24"/>
                <w:szCs w:val="24"/>
              </w:rPr>
              <w:t>составит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2A40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C41B3">
              <w:rPr>
                <w:rFonts w:ascii="Times New Roman" w:hAnsi="Times New Roman"/>
                <w:sz w:val="24"/>
              </w:rPr>
              <w:t>33</w:t>
            </w:r>
            <w:r>
              <w:rPr>
                <w:rFonts w:ascii="Times New Roman" w:hAnsi="Times New Roman"/>
                <w:sz w:val="24"/>
              </w:rPr>
              <w:t>69</w:t>
            </w:r>
            <w:r w:rsidRPr="00AC41B3">
              <w:rPr>
                <w:rFonts w:ascii="Times New Roman" w:hAnsi="Times New Roman"/>
                <w:sz w:val="24"/>
              </w:rPr>
              <w:t xml:space="preserve"> тыс. рублей.</w:t>
            </w:r>
            <w:r>
              <w:rPr>
                <w:rFonts w:ascii="Times New Roman" w:hAnsi="Times New Roman"/>
                <w:sz w:val="24"/>
              </w:rPr>
              <w:t>:</w:t>
            </w:r>
          </w:p>
          <w:p w:rsidR="00F92C04" w:rsidRPr="00AC41B3" w:rsidRDefault="00F92C04" w:rsidP="00AA5A27">
            <w:pPr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2015 году – 561</w:t>
            </w:r>
            <w:r w:rsidRPr="00AC41B3"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AC41B3">
              <w:rPr>
                <w:rFonts w:ascii="Times New Roman" w:hAnsi="Times New Roman"/>
                <w:sz w:val="24"/>
              </w:rPr>
              <w:t>тыс. руб</w:t>
            </w:r>
          </w:p>
          <w:p w:rsidR="00F92C04" w:rsidRPr="00AC41B3" w:rsidRDefault="00F92C04" w:rsidP="00AA5A27">
            <w:pPr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 xml:space="preserve">в 2016 году – </w:t>
            </w:r>
            <w:r>
              <w:rPr>
                <w:rFonts w:ascii="Times New Roman" w:hAnsi="Times New Roman"/>
                <w:sz w:val="24"/>
              </w:rPr>
              <w:t>561</w:t>
            </w:r>
            <w:r w:rsidRPr="00AC41B3"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AC41B3">
              <w:rPr>
                <w:rFonts w:ascii="Times New Roman" w:hAnsi="Times New Roman"/>
                <w:sz w:val="24"/>
              </w:rPr>
              <w:t>тыс .руб</w:t>
            </w:r>
          </w:p>
          <w:p w:rsidR="00F92C04" w:rsidRPr="00AC41B3" w:rsidRDefault="00F92C04" w:rsidP="00AA5A27">
            <w:pPr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 xml:space="preserve">в 2017 году – </w:t>
            </w:r>
            <w:r>
              <w:rPr>
                <w:rFonts w:ascii="Times New Roman" w:hAnsi="Times New Roman"/>
                <w:sz w:val="24"/>
              </w:rPr>
              <w:t>561</w:t>
            </w:r>
            <w:r w:rsidRPr="00AC41B3"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AC41B3">
              <w:rPr>
                <w:rFonts w:ascii="Times New Roman" w:hAnsi="Times New Roman"/>
                <w:sz w:val="24"/>
              </w:rPr>
              <w:t>тыс .руб</w:t>
            </w:r>
          </w:p>
          <w:p w:rsidR="00F92C04" w:rsidRPr="00AC41B3" w:rsidRDefault="00F92C04" w:rsidP="00AA5A27">
            <w:pPr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 xml:space="preserve">в 2018 году – </w:t>
            </w:r>
            <w:r>
              <w:rPr>
                <w:rFonts w:ascii="Times New Roman" w:hAnsi="Times New Roman"/>
                <w:sz w:val="24"/>
              </w:rPr>
              <w:t>561</w:t>
            </w:r>
            <w:r w:rsidRPr="00AC41B3"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AC41B3">
              <w:rPr>
                <w:rFonts w:ascii="Times New Roman" w:hAnsi="Times New Roman"/>
                <w:sz w:val="24"/>
              </w:rPr>
              <w:t>тыс .руб</w:t>
            </w:r>
          </w:p>
          <w:p w:rsidR="00F92C04" w:rsidRPr="00AC41B3" w:rsidRDefault="00F92C04" w:rsidP="00AA5A27">
            <w:pPr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 xml:space="preserve">в 2019 году – </w:t>
            </w:r>
            <w:r>
              <w:rPr>
                <w:rFonts w:ascii="Times New Roman" w:hAnsi="Times New Roman"/>
                <w:sz w:val="24"/>
              </w:rPr>
              <w:t>561</w:t>
            </w:r>
            <w:r w:rsidRPr="00AC41B3"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AC41B3">
              <w:rPr>
                <w:rFonts w:ascii="Times New Roman" w:hAnsi="Times New Roman"/>
                <w:sz w:val="24"/>
              </w:rPr>
              <w:t>тыс .руб</w:t>
            </w:r>
          </w:p>
          <w:p w:rsidR="00F92C04" w:rsidRPr="00AC41B3" w:rsidRDefault="00F92C04" w:rsidP="00AA5A27">
            <w:pPr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 xml:space="preserve">в 2020 году – </w:t>
            </w:r>
            <w:r>
              <w:rPr>
                <w:rFonts w:ascii="Times New Roman" w:hAnsi="Times New Roman"/>
                <w:sz w:val="24"/>
              </w:rPr>
              <w:t>561</w:t>
            </w:r>
            <w:r w:rsidRPr="00AC41B3"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AC41B3">
              <w:rPr>
                <w:rFonts w:ascii="Times New Roman" w:hAnsi="Times New Roman"/>
                <w:sz w:val="24"/>
              </w:rPr>
              <w:t>тыс .руб</w:t>
            </w:r>
          </w:p>
          <w:p w:rsidR="00F92C04" w:rsidRPr="00AC41B3" w:rsidRDefault="00F92C04" w:rsidP="00AA5A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92C04" w:rsidRPr="00AC41B3" w:rsidTr="00AA5A27">
        <w:tc>
          <w:tcPr>
            <w:tcW w:w="0" w:type="auto"/>
          </w:tcPr>
          <w:p w:rsidR="00F92C04" w:rsidRPr="00AC41B3" w:rsidRDefault="00F92C04" w:rsidP="00AA5A27">
            <w:pPr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0" w:type="auto"/>
          </w:tcPr>
          <w:p w:rsidR="00F92C04" w:rsidRPr="00AC41B3" w:rsidRDefault="00F92C04" w:rsidP="00AA5A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>1)Улучшение социального положения граждан старшего поколения и инвалидов;</w:t>
            </w:r>
          </w:p>
          <w:p w:rsidR="00F92C04" w:rsidRPr="00AC41B3" w:rsidRDefault="00F92C04" w:rsidP="00AA5A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>2)Повышение социальной адаптации пожилых людей и инвалидов и упрочение социальных связей;</w:t>
            </w:r>
          </w:p>
          <w:p w:rsidR="00F92C04" w:rsidRPr="00AC41B3" w:rsidRDefault="00F92C04" w:rsidP="00AA5A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>3)Рост интереса граждан старшего поколения и инвалидов к активным видам досуга как к источнику сохранения здоровья;</w:t>
            </w:r>
          </w:p>
          <w:p w:rsidR="00F92C04" w:rsidRDefault="00F92C04" w:rsidP="00AA5A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>4)Усиление координации деятельности органов местного самоуправления, общественных организаций по социальной защите граждан пожилого возраста и инвалидов</w:t>
            </w:r>
          </w:p>
          <w:p w:rsidR="00F92C04" w:rsidRPr="00AC41B3" w:rsidRDefault="00F92C04" w:rsidP="00AA5A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5)Поощрение граждан внесших большой вклад в развитие Можгинского района</w:t>
            </w:r>
          </w:p>
          <w:p w:rsidR="00F92C04" w:rsidRPr="00AC41B3" w:rsidRDefault="00F92C04" w:rsidP="00AA5A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F92C04" w:rsidRPr="00AC41B3" w:rsidRDefault="00F92C04" w:rsidP="00AC41B3">
      <w:pPr>
        <w:rPr>
          <w:rFonts w:ascii="Times New Roman" w:hAnsi="Times New Roman"/>
          <w:sz w:val="24"/>
        </w:rPr>
      </w:pPr>
    </w:p>
    <w:p w:rsidR="00F92C04" w:rsidRDefault="00F92C04" w:rsidP="002378B0">
      <w:pPr>
        <w:numPr>
          <w:ilvl w:val="0"/>
          <w:numId w:val="30"/>
        </w:numPr>
        <w:jc w:val="center"/>
        <w:rPr>
          <w:rFonts w:ascii="Times New Roman" w:hAnsi="Times New Roman"/>
          <w:b/>
          <w:sz w:val="24"/>
        </w:rPr>
      </w:pPr>
      <w:r w:rsidRPr="00AC41B3">
        <w:rPr>
          <w:rFonts w:ascii="Times New Roman" w:hAnsi="Times New Roman"/>
          <w:b/>
          <w:sz w:val="24"/>
        </w:rPr>
        <w:t>Характеристика сферы деятельности</w:t>
      </w:r>
    </w:p>
    <w:p w:rsidR="00F92C04" w:rsidRPr="00AC41B3" w:rsidRDefault="00F92C04" w:rsidP="00AC41B3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AC41B3">
        <w:rPr>
          <w:rFonts w:ascii="Times New Roman" w:hAnsi="Times New Roman"/>
          <w:sz w:val="24"/>
        </w:rPr>
        <w:t>По установлению Всемирной организации здравоохранения, человек в возрасте от 60 лет (мужчины), 55 лет (женщины) до 70 лет считается пожилым, в возрасте 75 лет – старым. Объединение этих 2-х групп в одну, получило определение  «Старшее поколение» или население «Старше трудоспособного возраста».</w:t>
      </w:r>
    </w:p>
    <w:p w:rsidR="00F92C04" w:rsidRPr="00AC41B3" w:rsidRDefault="00F92C04" w:rsidP="00AC41B3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AC41B3">
        <w:rPr>
          <w:rFonts w:ascii="Times New Roman" w:hAnsi="Times New Roman"/>
          <w:sz w:val="24"/>
        </w:rPr>
        <w:t>Одной из особенностей демографической ситуации в Можгинском районе как  по Удмуртской Республике  и в целом по стране является старение населения и увеличение численности пенсионеров. Поэтому ключевой вопрос современной социальной политики – пожилые люди, которые служат связующим звеном между историческим прошлым, полным перемен настоящим и благополучным мирным будущим. Процесс старения населения обуславливает необходимость принятия мер, направленных как на усиление социальной защищенности пожилых граждан, так и на создание условий для их активного участия в жизни общества.</w:t>
      </w:r>
    </w:p>
    <w:p w:rsidR="00F92C04" w:rsidRPr="00AC41B3" w:rsidRDefault="00F92C04" w:rsidP="00AC41B3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AC41B3">
        <w:rPr>
          <w:rFonts w:ascii="Times New Roman" w:hAnsi="Times New Roman"/>
          <w:sz w:val="24"/>
        </w:rPr>
        <w:t xml:space="preserve"> Тенденция увеличения доли пожилых людей в Можгинском  районе  видна из приведенной таблицы.</w:t>
      </w:r>
    </w:p>
    <w:p w:rsidR="00F92C04" w:rsidRPr="00AC41B3" w:rsidRDefault="00F92C04" w:rsidP="00AC41B3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1080"/>
        <w:gridCol w:w="1080"/>
        <w:gridCol w:w="1260"/>
        <w:gridCol w:w="1260"/>
        <w:gridCol w:w="1080"/>
        <w:gridCol w:w="1080"/>
      </w:tblGrid>
      <w:tr w:rsidR="00F92C04" w:rsidRPr="00AC41B3" w:rsidTr="00AA5A27">
        <w:tc>
          <w:tcPr>
            <w:tcW w:w="2628" w:type="dxa"/>
          </w:tcPr>
          <w:p w:rsidR="00F92C04" w:rsidRPr="00AC41B3" w:rsidRDefault="00F92C04" w:rsidP="00AA5A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 xml:space="preserve">Год </w:t>
            </w:r>
          </w:p>
        </w:tc>
        <w:tc>
          <w:tcPr>
            <w:tcW w:w="1080" w:type="dxa"/>
          </w:tcPr>
          <w:p w:rsidR="00F92C04" w:rsidRPr="00AC41B3" w:rsidRDefault="00F92C04" w:rsidP="00AA5A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>2009</w:t>
            </w:r>
          </w:p>
        </w:tc>
        <w:tc>
          <w:tcPr>
            <w:tcW w:w="1080" w:type="dxa"/>
          </w:tcPr>
          <w:p w:rsidR="00F92C04" w:rsidRPr="00AC41B3" w:rsidRDefault="00F92C04" w:rsidP="00AA5A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>2010</w:t>
            </w:r>
          </w:p>
        </w:tc>
        <w:tc>
          <w:tcPr>
            <w:tcW w:w="1260" w:type="dxa"/>
          </w:tcPr>
          <w:p w:rsidR="00F92C04" w:rsidRPr="00AC41B3" w:rsidRDefault="00F92C04" w:rsidP="00AA5A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>2011</w:t>
            </w:r>
          </w:p>
        </w:tc>
        <w:tc>
          <w:tcPr>
            <w:tcW w:w="1260" w:type="dxa"/>
          </w:tcPr>
          <w:p w:rsidR="00F92C04" w:rsidRPr="00AC41B3" w:rsidRDefault="00F92C04" w:rsidP="00AA5A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>2012</w:t>
            </w:r>
          </w:p>
        </w:tc>
        <w:tc>
          <w:tcPr>
            <w:tcW w:w="1080" w:type="dxa"/>
          </w:tcPr>
          <w:p w:rsidR="00F92C04" w:rsidRPr="00AC41B3" w:rsidRDefault="00F92C04" w:rsidP="00AA5A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>2013</w:t>
            </w:r>
          </w:p>
        </w:tc>
        <w:tc>
          <w:tcPr>
            <w:tcW w:w="1080" w:type="dxa"/>
          </w:tcPr>
          <w:p w:rsidR="00F92C04" w:rsidRPr="00AC41B3" w:rsidRDefault="00F92C04" w:rsidP="00AA5A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>2014</w:t>
            </w:r>
          </w:p>
        </w:tc>
      </w:tr>
      <w:tr w:rsidR="00F92C04" w:rsidRPr="00AC41B3" w:rsidTr="00AA5A27">
        <w:tc>
          <w:tcPr>
            <w:tcW w:w="2628" w:type="dxa"/>
          </w:tcPr>
          <w:p w:rsidR="00F92C04" w:rsidRPr="00AC41B3" w:rsidRDefault="00F92C04" w:rsidP="00AA5A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 xml:space="preserve">Население района </w:t>
            </w:r>
          </w:p>
        </w:tc>
        <w:tc>
          <w:tcPr>
            <w:tcW w:w="1080" w:type="dxa"/>
          </w:tcPr>
          <w:p w:rsidR="00F92C04" w:rsidRPr="00AC41B3" w:rsidRDefault="00F92C04" w:rsidP="00AA5A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>28 931</w:t>
            </w:r>
          </w:p>
        </w:tc>
        <w:tc>
          <w:tcPr>
            <w:tcW w:w="1080" w:type="dxa"/>
          </w:tcPr>
          <w:p w:rsidR="00F92C04" w:rsidRPr="00AC41B3" w:rsidRDefault="00F92C04" w:rsidP="00AA5A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>28902</w:t>
            </w:r>
          </w:p>
        </w:tc>
        <w:tc>
          <w:tcPr>
            <w:tcW w:w="1260" w:type="dxa"/>
          </w:tcPr>
          <w:p w:rsidR="00F92C04" w:rsidRPr="00AC41B3" w:rsidRDefault="00F92C04" w:rsidP="00AA5A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>28897</w:t>
            </w:r>
          </w:p>
        </w:tc>
        <w:tc>
          <w:tcPr>
            <w:tcW w:w="1260" w:type="dxa"/>
          </w:tcPr>
          <w:p w:rsidR="00F92C04" w:rsidRPr="00AC41B3" w:rsidRDefault="00F92C04" w:rsidP="00AA5A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>28854</w:t>
            </w:r>
          </w:p>
        </w:tc>
        <w:tc>
          <w:tcPr>
            <w:tcW w:w="1080" w:type="dxa"/>
          </w:tcPr>
          <w:p w:rsidR="00F92C04" w:rsidRPr="00AC41B3" w:rsidRDefault="00F92C04" w:rsidP="00AA5A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>28110</w:t>
            </w:r>
          </w:p>
        </w:tc>
        <w:tc>
          <w:tcPr>
            <w:tcW w:w="1080" w:type="dxa"/>
          </w:tcPr>
          <w:p w:rsidR="00F92C04" w:rsidRPr="00AC41B3" w:rsidRDefault="00F92C04" w:rsidP="00AA5A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>27852</w:t>
            </w:r>
          </w:p>
        </w:tc>
      </w:tr>
      <w:tr w:rsidR="00F92C04" w:rsidRPr="00AC41B3" w:rsidTr="00AA5A27">
        <w:tc>
          <w:tcPr>
            <w:tcW w:w="2628" w:type="dxa"/>
          </w:tcPr>
          <w:p w:rsidR="00F92C04" w:rsidRPr="00AC41B3" w:rsidRDefault="00F92C04" w:rsidP="00AA5A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>Число пенсионеров по старости</w:t>
            </w:r>
          </w:p>
        </w:tc>
        <w:tc>
          <w:tcPr>
            <w:tcW w:w="1080" w:type="dxa"/>
          </w:tcPr>
          <w:p w:rsidR="00F92C04" w:rsidRPr="00AC41B3" w:rsidRDefault="00F92C04" w:rsidP="00AA5A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>5098</w:t>
            </w:r>
          </w:p>
        </w:tc>
        <w:tc>
          <w:tcPr>
            <w:tcW w:w="1080" w:type="dxa"/>
          </w:tcPr>
          <w:p w:rsidR="00F92C04" w:rsidRPr="00AC41B3" w:rsidRDefault="00F92C04" w:rsidP="00AA5A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>5122</w:t>
            </w:r>
          </w:p>
        </w:tc>
        <w:tc>
          <w:tcPr>
            <w:tcW w:w="1260" w:type="dxa"/>
          </w:tcPr>
          <w:p w:rsidR="00F92C04" w:rsidRPr="00AC41B3" w:rsidRDefault="00F92C04" w:rsidP="00AA5A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>5089</w:t>
            </w:r>
          </w:p>
        </w:tc>
        <w:tc>
          <w:tcPr>
            <w:tcW w:w="1260" w:type="dxa"/>
          </w:tcPr>
          <w:p w:rsidR="00F92C04" w:rsidRPr="00AC41B3" w:rsidRDefault="00F92C04" w:rsidP="00AA5A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>5116</w:t>
            </w:r>
          </w:p>
        </w:tc>
        <w:tc>
          <w:tcPr>
            <w:tcW w:w="1080" w:type="dxa"/>
          </w:tcPr>
          <w:p w:rsidR="00F92C04" w:rsidRPr="00AC41B3" w:rsidRDefault="00F92C04" w:rsidP="00AA5A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>5171</w:t>
            </w:r>
          </w:p>
        </w:tc>
        <w:tc>
          <w:tcPr>
            <w:tcW w:w="1080" w:type="dxa"/>
          </w:tcPr>
          <w:p w:rsidR="00F92C04" w:rsidRPr="00AC41B3" w:rsidRDefault="00F92C04" w:rsidP="00AA5A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>5124</w:t>
            </w:r>
          </w:p>
        </w:tc>
      </w:tr>
      <w:tr w:rsidR="00F92C04" w:rsidRPr="00AC41B3" w:rsidTr="00AA5A27">
        <w:tc>
          <w:tcPr>
            <w:tcW w:w="2628" w:type="dxa"/>
          </w:tcPr>
          <w:p w:rsidR="00F92C04" w:rsidRPr="00AC41B3" w:rsidRDefault="00F92C04" w:rsidP="00AA5A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 xml:space="preserve">% числа пенсионеров по старости от населения района </w:t>
            </w:r>
          </w:p>
        </w:tc>
        <w:tc>
          <w:tcPr>
            <w:tcW w:w="1080" w:type="dxa"/>
          </w:tcPr>
          <w:p w:rsidR="00F92C04" w:rsidRPr="00AC41B3" w:rsidRDefault="00F92C04" w:rsidP="00AA5A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>17,62</w:t>
            </w:r>
          </w:p>
        </w:tc>
        <w:tc>
          <w:tcPr>
            <w:tcW w:w="1080" w:type="dxa"/>
          </w:tcPr>
          <w:p w:rsidR="00F92C04" w:rsidRPr="00AC41B3" w:rsidRDefault="00F92C04" w:rsidP="00AA5A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>17,72</w:t>
            </w:r>
          </w:p>
        </w:tc>
        <w:tc>
          <w:tcPr>
            <w:tcW w:w="1260" w:type="dxa"/>
          </w:tcPr>
          <w:p w:rsidR="00F92C04" w:rsidRPr="00AC41B3" w:rsidRDefault="00F92C04" w:rsidP="00AA5A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>17,61</w:t>
            </w:r>
          </w:p>
        </w:tc>
        <w:tc>
          <w:tcPr>
            <w:tcW w:w="1260" w:type="dxa"/>
          </w:tcPr>
          <w:p w:rsidR="00F92C04" w:rsidRPr="00AC41B3" w:rsidRDefault="00F92C04" w:rsidP="00AA5A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>17,73</w:t>
            </w:r>
          </w:p>
        </w:tc>
        <w:tc>
          <w:tcPr>
            <w:tcW w:w="1080" w:type="dxa"/>
          </w:tcPr>
          <w:p w:rsidR="00F92C04" w:rsidRPr="00AC41B3" w:rsidRDefault="00F92C04" w:rsidP="00AA5A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>18,39</w:t>
            </w:r>
          </w:p>
        </w:tc>
        <w:tc>
          <w:tcPr>
            <w:tcW w:w="1080" w:type="dxa"/>
          </w:tcPr>
          <w:p w:rsidR="00F92C04" w:rsidRPr="00AC41B3" w:rsidRDefault="00F92C04" w:rsidP="00AA5A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>18,39</w:t>
            </w:r>
          </w:p>
        </w:tc>
      </w:tr>
    </w:tbl>
    <w:p w:rsidR="00F92C04" w:rsidRDefault="00F92C04" w:rsidP="00AC41B3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F92C04" w:rsidRPr="00AC41B3" w:rsidRDefault="00F92C04" w:rsidP="00AC41B3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AC41B3">
        <w:rPr>
          <w:rFonts w:ascii="Times New Roman" w:hAnsi="Times New Roman"/>
          <w:sz w:val="24"/>
        </w:rPr>
        <w:t>Общее количество пенсионеров,  проживающих в Можгинском районе на 01.04.2014 года,  составляет 7073 человека, в том числе 5124 пенсионера, вышедших на пенсию по старости. Статистика  показывает, чтопожилые люди - самая быстрорастущая возрастная группа в общей численности населения района.</w:t>
      </w:r>
    </w:p>
    <w:p w:rsidR="00F92C04" w:rsidRPr="00AC41B3" w:rsidRDefault="00F92C04" w:rsidP="00AC41B3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AC41B3">
        <w:rPr>
          <w:rFonts w:ascii="Times New Roman" w:hAnsi="Times New Roman"/>
          <w:sz w:val="24"/>
        </w:rPr>
        <w:t>На начало 2014 года в Можгинском  районе:  ветеранов труда – 2390чел;  инвалидов – 1992чел,  в том числе детей–инвалидов  - 114 чел; ветеранов Великой Отечественной войны  и членов их семей -680 чел, из них:</w:t>
      </w:r>
    </w:p>
    <w:p w:rsidR="00F92C04" w:rsidRPr="00AC41B3" w:rsidRDefault="00F92C04" w:rsidP="00AC41B3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479"/>
        <w:gridCol w:w="1985"/>
      </w:tblGrid>
      <w:tr w:rsidR="00F92C04" w:rsidRPr="00AC41B3" w:rsidTr="00180590">
        <w:tc>
          <w:tcPr>
            <w:tcW w:w="7479" w:type="dxa"/>
          </w:tcPr>
          <w:p w:rsidR="00F92C04" w:rsidRPr="00AC41B3" w:rsidRDefault="00F92C04" w:rsidP="00AA5A2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>Инвалиды войны</w:t>
            </w:r>
          </w:p>
        </w:tc>
        <w:tc>
          <w:tcPr>
            <w:tcW w:w="1985" w:type="dxa"/>
          </w:tcPr>
          <w:p w:rsidR="00F92C04" w:rsidRPr="00AC41B3" w:rsidRDefault="00F92C04" w:rsidP="00AA5A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>1</w:t>
            </w:r>
          </w:p>
        </w:tc>
      </w:tr>
      <w:tr w:rsidR="00F92C04" w:rsidRPr="00AC41B3" w:rsidTr="00180590">
        <w:tc>
          <w:tcPr>
            <w:tcW w:w="7479" w:type="dxa"/>
          </w:tcPr>
          <w:p w:rsidR="00F92C04" w:rsidRPr="00AC41B3" w:rsidRDefault="00F92C04" w:rsidP="00AA5A2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>Участники ВОВ, ставшие инвалидами</w:t>
            </w:r>
          </w:p>
        </w:tc>
        <w:tc>
          <w:tcPr>
            <w:tcW w:w="1985" w:type="dxa"/>
          </w:tcPr>
          <w:p w:rsidR="00F92C04" w:rsidRPr="00AC41B3" w:rsidRDefault="00F92C04" w:rsidP="00AA5A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>6</w:t>
            </w:r>
          </w:p>
        </w:tc>
      </w:tr>
      <w:tr w:rsidR="00F92C04" w:rsidRPr="00AC41B3" w:rsidTr="00180590">
        <w:tc>
          <w:tcPr>
            <w:tcW w:w="7479" w:type="dxa"/>
          </w:tcPr>
          <w:p w:rsidR="00F92C04" w:rsidRPr="00AC41B3" w:rsidRDefault="00F92C04" w:rsidP="00AA5A2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 xml:space="preserve">Военнослужащие, проходившие военную службу в воинских частях, не входивших в состав действующей армии, в период с 22.06.1941  по 03.09.1945 года </w:t>
            </w:r>
          </w:p>
        </w:tc>
        <w:tc>
          <w:tcPr>
            <w:tcW w:w="1985" w:type="dxa"/>
          </w:tcPr>
          <w:p w:rsidR="00F92C04" w:rsidRPr="00AC41B3" w:rsidRDefault="00F92C04" w:rsidP="00AA5A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>4</w:t>
            </w:r>
          </w:p>
        </w:tc>
      </w:tr>
      <w:tr w:rsidR="00F92C04" w:rsidRPr="00AC41B3" w:rsidTr="00180590">
        <w:tc>
          <w:tcPr>
            <w:tcW w:w="7479" w:type="dxa"/>
          </w:tcPr>
          <w:p w:rsidR="00F92C04" w:rsidRPr="00AC41B3" w:rsidRDefault="00F92C04" w:rsidP="00AA5A2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>Члены семей погибших (умерших) ИВОВ и УВОВ</w:t>
            </w:r>
          </w:p>
        </w:tc>
        <w:tc>
          <w:tcPr>
            <w:tcW w:w="1985" w:type="dxa"/>
          </w:tcPr>
          <w:p w:rsidR="00F92C04" w:rsidRPr="00AC41B3" w:rsidRDefault="00F92C04" w:rsidP="00AA5A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>152</w:t>
            </w:r>
          </w:p>
        </w:tc>
      </w:tr>
      <w:tr w:rsidR="00F92C04" w:rsidRPr="00AC41B3" w:rsidTr="00180590">
        <w:tc>
          <w:tcPr>
            <w:tcW w:w="7479" w:type="dxa"/>
          </w:tcPr>
          <w:p w:rsidR="00F92C04" w:rsidRPr="00AC41B3" w:rsidRDefault="00F92C04" w:rsidP="00AA5A2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 xml:space="preserve">Лица, работавшие в тылу в годы Великой Отечественной войны </w:t>
            </w:r>
          </w:p>
        </w:tc>
        <w:tc>
          <w:tcPr>
            <w:tcW w:w="1985" w:type="dxa"/>
          </w:tcPr>
          <w:p w:rsidR="00F92C04" w:rsidRPr="00AC41B3" w:rsidRDefault="00F92C04" w:rsidP="00AA5A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AC41B3">
              <w:rPr>
                <w:rFonts w:ascii="Times New Roman" w:hAnsi="Times New Roman"/>
                <w:sz w:val="24"/>
              </w:rPr>
              <w:t xml:space="preserve"> 517</w:t>
            </w:r>
          </w:p>
        </w:tc>
      </w:tr>
    </w:tbl>
    <w:p w:rsidR="00F92C04" w:rsidRPr="00AC41B3" w:rsidRDefault="00F92C04" w:rsidP="00AC41B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F92C04" w:rsidRPr="00AC41B3" w:rsidRDefault="00F92C04" w:rsidP="00AC41B3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AC41B3">
        <w:rPr>
          <w:rFonts w:ascii="Times New Roman" w:hAnsi="Times New Roman"/>
          <w:sz w:val="24"/>
        </w:rPr>
        <w:t>На 01.01.2014 г. число пожилых граждан, проживающих в Можгинском районе, которым за 80 лет – 720 чел, из них: мужчин- 125 женщин- 595;  долгожителей (от 90 лет и старше)-38 чел, их которых: 2 мужчин  и 36 женщин. Среди людей старшего поколения одиноких проживающих граждан-228чел.</w:t>
      </w:r>
    </w:p>
    <w:p w:rsidR="00F92C04" w:rsidRPr="00AC41B3" w:rsidRDefault="00F92C04" w:rsidP="00AC41B3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AC41B3">
        <w:rPr>
          <w:rFonts w:ascii="Times New Roman" w:hAnsi="Times New Roman"/>
          <w:sz w:val="24"/>
        </w:rPr>
        <w:t>В силу возрастных особенностей и состояния здоровья пожилым людям и инвалидам трудно адаптироваться к изменяющимся социально-экономическим условиям. Особенно это касается пенсионеров, являющихся  получателями минимального размера пенсии, которым трудно удовлетворить свои потребности в различных сферах жизнедеятельности, и им необходима гарантированная помощь со стороны государства.</w:t>
      </w:r>
    </w:p>
    <w:p w:rsidR="00F92C04" w:rsidRPr="00AC41B3" w:rsidRDefault="00F92C04" w:rsidP="00AC41B3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AC41B3">
        <w:rPr>
          <w:rFonts w:ascii="Times New Roman" w:hAnsi="Times New Roman"/>
          <w:sz w:val="24"/>
        </w:rPr>
        <w:t>Работу по обеспечению граждан старшего поколения и инвалидов мерами социальной поддержки и социальным обслуживанием на территории района организуют территориальный отдел социальной защиты населения в Можгинском районе, бюджетное учреждение социального обслуживания Удмуртской Республики «Комплексный центр социального обслуживания населения Можгинского района», Управление пенсионного фонда РФ в Можгинском  районе Удмуртской Республики.</w:t>
      </w:r>
    </w:p>
    <w:p w:rsidR="00F92C04" w:rsidRPr="00AC41B3" w:rsidRDefault="00F92C04" w:rsidP="00AC41B3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AC41B3">
        <w:rPr>
          <w:rFonts w:ascii="Times New Roman" w:hAnsi="Times New Roman"/>
          <w:sz w:val="24"/>
        </w:rPr>
        <w:t xml:space="preserve">       Для решения проблем старшего поколения  в МО «Можгинский район» работает районный Совет ветеранов, который координирует деятельность 35 первичных ветеранских организаций, из которых - 34 сельских и 1 работает в учреждении.  </w:t>
      </w:r>
    </w:p>
    <w:p w:rsidR="00F92C04" w:rsidRPr="00AC41B3" w:rsidRDefault="00F92C04" w:rsidP="00AC41B3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AC41B3">
        <w:rPr>
          <w:rFonts w:ascii="Times New Roman" w:hAnsi="Times New Roman"/>
          <w:sz w:val="24"/>
        </w:rPr>
        <w:t>К активному участию   граждан пожилого возраста в жизни общества через проведение различных досуговых мероприятий привлекают 30  клубов по интересам и любительских объединений для пожилых граждан, созданных при районных  учреждениях культуры.</w:t>
      </w:r>
    </w:p>
    <w:p w:rsidR="00F92C04" w:rsidRPr="00AC41B3" w:rsidRDefault="00F92C04" w:rsidP="00AC41B3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</w:t>
      </w:r>
      <w:r w:rsidRPr="00AC41B3">
        <w:rPr>
          <w:rFonts w:ascii="Times New Roman" w:hAnsi="Times New Roman"/>
          <w:sz w:val="24"/>
        </w:rPr>
        <w:t>Начиная с 2013 года, для граждан пожилого возраста и инвалидов  ежегодно Управлением культуры, спорта и молодежи Администрации МО «Можгинский  район»; при участии Бюджетного учреждения социального обслуживания Удмуртской Республики   «Комплексный центр социального    обслуживания населения Можгинского района» проводятся районные спортивные развлекательные праздники, творческие фестивали. В сельских поселениях первичные ветеранские организации совместно с представителями учреждений культуры и другими заинтересованными физическими и юридическими лицами  проводят для пенсионеров свои  традиционные мероприятия.</w:t>
      </w:r>
    </w:p>
    <w:p w:rsidR="00F92C04" w:rsidRDefault="00F92C04" w:rsidP="00AC41B3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AC41B3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В целях поощрения граждан, которые внесли большой вклад в развитие Можгинского района в области экономики, местного самоуправления, культуры, спорта, образования, здравоохранения, благотворительной деятельности, за успехи в труде и иные заслуги перед Можгинским районом, решением Совета депутатов муниципального образования «Можгинский район»  от 27.10.2010г. № 29.10 было утверждено Положения о наградах муниципального образования «Можгинский район». </w:t>
      </w:r>
    </w:p>
    <w:p w:rsidR="00F92C04" w:rsidRPr="00AC41B3" w:rsidRDefault="00F92C04" w:rsidP="00AC41B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F92C04" w:rsidRPr="00AC41B3" w:rsidRDefault="00F92C04" w:rsidP="00AC41B3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AC41B3">
        <w:rPr>
          <w:rFonts w:ascii="Times New Roman" w:hAnsi="Times New Roman"/>
          <w:b/>
          <w:sz w:val="24"/>
        </w:rPr>
        <w:t>2. Приоритеты, цели и задачи</w:t>
      </w:r>
    </w:p>
    <w:p w:rsidR="00F92C04" w:rsidRPr="00AC41B3" w:rsidRDefault="00F92C04" w:rsidP="00AC41B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F92C04" w:rsidRDefault="00F92C04" w:rsidP="00333668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AC41B3">
        <w:rPr>
          <w:rFonts w:ascii="Times New Roman" w:hAnsi="Times New Roman"/>
          <w:sz w:val="24"/>
        </w:rPr>
        <w:t>Важными приоритетами подпрограммы являются меры, направленные на предоставление пожилым людям возможностей для активного самовыражения и саморазвития в интеллектуальной сфере, сфере культурного развития. Так как, проведение общественно значимых мероприятий способствует поддержке пожилых людей, пропаганде здорового и активного образа жизни.</w:t>
      </w:r>
    </w:p>
    <w:p w:rsidR="00F92C04" w:rsidRPr="00AC41B3" w:rsidRDefault="00F92C04" w:rsidP="00333668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</w:t>
      </w:r>
      <w:r w:rsidRPr="00AC41B3">
        <w:rPr>
          <w:rFonts w:ascii="Times New Roman" w:hAnsi="Times New Roman"/>
          <w:sz w:val="24"/>
        </w:rPr>
        <w:t>В связи с этим возрастает актуальность поиска путей активизации их социального поведения в рамках существующей системы социальной защиты населения. Следует учитывать значительный интеллектуальный и духовный потенциал личности при изменении социальной роли и социального статуса в обществе. Использование потенциала пожилых людей может составить определенную базу для дальнейшего развития общества, позволит улучшить их собственное положение, предоставит возможность для самореализации. В целом, в обществе должны быть созданы условия, чтобы пожилые люди как можно дольше сохраняли высокий социальный статус, привычный образ жизни, оставались полезными и активными</w:t>
      </w:r>
      <w:r>
        <w:rPr>
          <w:rFonts w:ascii="Times New Roman" w:hAnsi="Times New Roman"/>
          <w:sz w:val="24"/>
        </w:rPr>
        <w:t>.</w:t>
      </w:r>
    </w:p>
    <w:p w:rsidR="00F92C04" w:rsidRDefault="00F92C04" w:rsidP="0037405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374059">
        <w:rPr>
          <w:rFonts w:ascii="Times New Roman" w:hAnsi="Times New Roman"/>
          <w:sz w:val="24"/>
        </w:rPr>
        <w:t>Цел</w:t>
      </w:r>
      <w:r>
        <w:rPr>
          <w:rFonts w:ascii="Times New Roman" w:hAnsi="Times New Roman"/>
          <w:sz w:val="24"/>
        </w:rPr>
        <w:t>ями подпрограммы являю</w:t>
      </w:r>
      <w:r w:rsidRPr="00374059">
        <w:rPr>
          <w:rFonts w:ascii="Times New Roman" w:hAnsi="Times New Roman"/>
          <w:sz w:val="24"/>
        </w:rPr>
        <w:t>тся:</w:t>
      </w:r>
    </w:p>
    <w:p w:rsidR="00F92C04" w:rsidRPr="00635C07" w:rsidRDefault="00F92C04" w:rsidP="0037405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374059">
        <w:rPr>
          <w:rFonts w:ascii="Times New Roman" w:hAnsi="Times New Roman"/>
          <w:sz w:val="24"/>
        </w:rPr>
        <w:t xml:space="preserve"> </w:t>
      </w:r>
      <w:r w:rsidRPr="00635C07">
        <w:rPr>
          <w:rFonts w:ascii="Times New Roman" w:hAnsi="Times New Roman"/>
          <w:sz w:val="24"/>
        </w:rPr>
        <w:t>- создание условий для повышения качества жизни пожилых людей</w:t>
      </w:r>
      <w:r>
        <w:rPr>
          <w:rFonts w:ascii="Times New Roman" w:hAnsi="Times New Roman"/>
          <w:sz w:val="24"/>
        </w:rPr>
        <w:t xml:space="preserve"> и</w:t>
      </w:r>
      <w:r w:rsidRPr="00635C07">
        <w:rPr>
          <w:rFonts w:ascii="Times New Roman" w:hAnsi="Times New Roman"/>
          <w:sz w:val="24"/>
        </w:rPr>
        <w:t xml:space="preserve">  социальной защищенности граждан старшего поколения и инвалидов, содействие активному участию граждан в жизни общества.</w:t>
      </w:r>
    </w:p>
    <w:p w:rsidR="00F92C04" w:rsidRPr="00AC41B3" w:rsidRDefault="00F92C04" w:rsidP="0037405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поощрение граждан Можгинского района за особые заслуги в области экономики, местного самоуправления, культуры, спорта, здравоохранения, образования, благотворительной деятельности, за успехи в труде и иные заслуги перед Можгинским районом.</w:t>
      </w:r>
    </w:p>
    <w:p w:rsidR="00F92C04" w:rsidRPr="00AC41B3" w:rsidRDefault="00F92C04" w:rsidP="0037405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AC41B3">
        <w:rPr>
          <w:rFonts w:ascii="Times New Roman" w:hAnsi="Times New Roman"/>
          <w:sz w:val="24"/>
        </w:rPr>
        <w:t xml:space="preserve">Для достижения цели предусматривается  решение  следующих задач: </w:t>
      </w:r>
    </w:p>
    <w:p w:rsidR="00F92C04" w:rsidRPr="00AC41B3" w:rsidRDefault="00F92C04" w:rsidP="003F0010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AC41B3">
        <w:rPr>
          <w:rFonts w:ascii="Times New Roman" w:hAnsi="Times New Roman"/>
          <w:sz w:val="24"/>
        </w:rPr>
        <w:t xml:space="preserve">- предоставление адресной социальной поддержки </w:t>
      </w:r>
      <w:r>
        <w:rPr>
          <w:rFonts w:ascii="Times New Roman" w:hAnsi="Times New Roman"/>
          <w:sz w:val="24"/>
        </w:rPr>
        <w:t>отдельным категориям граждан</w:t>
      </w:r>
      <w:r w:rsidRPr="00AC41B3">
        <w:rPr>
          <w:rFonts w:ascii="Times New Roman" w:hAnsi="Times New Roman"/>
          <w:sz w:val="24"/>
        </w:rPr>
        <w:t>, в том числе, единовременные  ежегодные денежные вознаграждения  гражданам</w:t>
      </w:r>
      <w:r>
        <w:rPr>
          <w:rFonts w:ascii="Times New Roman" w:hAnsi="Times New Roman"/>
          <w:sz w:val="24"/>
        </w:rPr>
        <w:t>, имеющим почетные звания «Почетный гражданин Можгинского района» и награжденных почетным знаком «За заслуги перед Можгинским районом»;</w:t>
      </w:r>
      <w:r w:rsidRPr="00AC41B3">
        <w:rPr>
          <w:rFonts w:ascii="Times New Roman" w:hAnsi="Times New Roman"/>
          <w:sz w:val="24"/>
        </w:rPr>
        <w:t xml:space="preserve"> работа по организации  услуг по защите законных прав ветеранов, пенсионеров и инвалидов;</w:t>
      </w:r>
    </w:p>
    <w:p w:rsidR="00F92C04" w:rsidRPr="00AC41B3" w:rsidRDefault="00F92C04" w:rsidP="003F0010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AC41B3">
        <w:rPr>
          <w:rFonts w:ascii="Times New Roman" w:hAnsi="Times New Roman"/>
          <w:sz w:val="24"/>
        </w:rPr>
        <w:t>-поддержка деятельности общественных организаций ветеранов, в том числе, чествование активистов ветеранского движения;</w:t>
      </w:r>
    </w:p>
    <w:p w:rsidR="00F92C04" w:rsidRPr="00AC41B3" w:rsidRDefault="00F92C04" w:rsidP="003F0010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AC41B3">
        <w:rPr>
          <w:rFonts w:ascii="Times New Roman" w:hAnsi="Times New Roman"/>
          <w:sz w:val="24"/>
        </w:rPr>
        <w:t>-организация работы по созданию клубов по интересам и любительских объединений для граждан старшего поколения, первичных ветеранских организаций, по активному участию граждан старшего поколения в жизни общества,  в том числе, за счёт деятельности представителей районных учреждений культуры, Управления культуры, спорта и молодежи  Администрации МО «Можгинский район», районного Совета ветеранов.</w:t>
      </w:r>
    </w:p>
    <w:p w:rsidR="00F92C04" w:rsidRPr="00AC41B3" w:rsidRDefault="00F92C04" w:rsidP="00AC41B3">
      <w:pPr>
        <w:spacing w:after="0" w:line="240" w:lineRule="auto"/>
        <w:ind w:firstLine="708"/>
        <w:jc w:val="center"/>
        <w:rPr>
          <w:rFonts w:ascii="Times New Roman" w:hAnsi="Times New Roman"/>
          <w:sz w:val="24"/>
        </w:rPr>
      </w:pPr>
    </w:p>
    <w:p w:rsidR="00F92C04" w:rsidRDefault="00F92C04" w:rsidP="00AC41B3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</w:rPr>
      </w:pPr>
      <w:r w:rsidRPr="00AC41B3">
        <w:rPr>
          <w:rFonts w:ascii="Times New Roman" w:hAnsi="Times New Roman"/>
          <w:b/>
          <w:sz w:val="24"/>
        </w:rPr>
        <w:t>3. Целевые показатели( индикаторы подпрограммы)</w:t>
      </w:r>
    </w:p>
    <w:p w:rsidR="00F92C04" w:rsidRPr="00AC41B3" w:rsidRDefault="00F92C04" w:rsidP="00AC41B3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</w:rPr>
      </w:pPr>
    </w:p>
    <w:p w:rsidR="00F92C04" w:rsidRPr="00AC41B3" w:rsidRDefault="00F92C04" w:rsidP="00AC41B3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</w:t>
      </w:r>
      <w:r w:rsidRPr="00AC41B3">
        <w:rPr>
          <w:rFonts w:ascii="Times New Roman" w:hAnsi="Times New Roman"/>
          <w:sz w:val="24"/>
        </w:rPr>
        <w:t>В качестве целевых показателей (индикатор) подпрограммы определены:</w:t>
      </w:r>
    </w:p>
    <w:p w:rsidR="00F92C04" w:rsidRPr="00AC41B3" w:rsidRDefault="00F92C04" w:rsidP="00A3390C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 w:rsidRPr="00AC41B3">
        <w:rPr>
          <w:rFonts w:ascii="Times New Roman" w:hAnsi="Times New Roman"/>
          <w:sz w:val="24"/>
        </w:rPr>
        <w:t>1.Количество  клубов по интересам и любительских объединений для граждан старшего поколения.  Показатель характеризует социальную активность граждан старшего поколения.</w:t>
      </w:r>
    </w:p>
    <w:p w:rsidR="00F92C04" w:rsidRPr="00AC41B3" w:rsidRDefault="00F92C04" w:rsidP="00AC41B3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 w:rsidRPr="00AC41B3">
        <w:rPr>
          <w:rFonts w:ascii="Times New Roman" w:hAnsi="Times New Roman"/>
          <w:sz w:val="24"/>
        </w:rPr>
        <w:t>2.Доля людей пожилого возраста, принявших участие в мероприятиях,     направленных на поддержание  их активной жизненной позиции.</w:t>
      </w:r>
    </w:p>
    <w:p w:rsidR="00F92C04" w:rsidRDefault="00F92C04" w:rsidP="00904175">
      <w:pPr>
        <w:spacing w:line="240" w:lineRule="auto"/>
        <w:contextualSpacing/>
        <w:jc w:val="both"/>
        <w:rPr>
          <w:rFonts w:ascii="Times New Roman" w:hAnsi="Times New Roman"/>
          <w:sz w:val="24"/>
        </w:rPr>
      </w:pPr>
      <w:r w:rsidRPr="00AC41B3">
        <w:rPr>
          <w:rFonts w:ascii="Times New Roman" w:hAnsi="Times New Roman"/>
          <w:sz w:val="24"/>
        </w:rPr>
        <w:t>Показатель характеризует организацию работы с пожилыми гражданами.</w:t>
      </w:r>
    </w:p>
    <w:p w:rsidR="00F92C04" w:rsidRDefault="00F92C04" w:rsidP="00904175">
      <w:pPr>
        <w:spacing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3.Доля граждан с ограниченными возможностями, принявших участие в мероприятиях, направленных на поддержание их активной жизненной позиции. Показатель характеризует организацию работы с инвалидами.</w:t>
      </w:r>
    </w:p>
    <w:p w:rsidR="00F92C04" w:rsidRDefault="00F92C04" w:rsidP="00904175">
      <w:pPr>
        <w:spacing w:line="240" w:lineRule="auto"/>
        <w:ind w:left="57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</w:t>
      </w:r>
      <w:r w:rsidRPr="00CF7DB5">
        <w:rPr>
          <w:rFonts w:ascii="Times New Roman" w:hAnsi="Times New Roman"/>
          <w:sz w:val="24"/>
        </w:rPr>
        <w:t xml:space="preserve"> </w:t>
      </w:r>
      <w:bookmarkStart w:id="6" w:name="_GoBack"/>
      <w:r>
        <w:rPr>
          <w:rFonts w:ascii="Times New Roman" w:hAnsi="Times New Roman"/>
          <w:sz w:val="24"/>
        </w:rPr>
        <w:t>Количество граждан представленных к награждению почетным званием «Почетный гражданин Можгинского района» и нагрудным знаком «За заслуги перед Можгинским районом»</w:t>
      </w:r>
      <w:bookmarkEnd w:id="6"/>
      <w:r>
        <w:rPr>
          <w:rFonts w:ascii="Times New Roman" w:hAnsi="Times New Roman"/>
          <w:sz w:val="24"/>
        </w:rPr>
        <w:t>, в ед.</w:t>
      </w:r>
    </w:p>
    <w:p w:rsidR="00F92C04" w:rsidRPr="00AC41B3" w:rsidRDefault="00F92C04" w:rsidP="00904175">
      <w:pPr>
        <w:spacing w:line="240" w:lineRule="auto"/>
        <w:ind w:left="57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</w:t>
      </w:r>
      <w:r w:rsidRPr="00AC41B3">
        <w:rPr>
          <w:rFonts w:ascii="Times New Roman" w:hAnsi="Times New Roman"/>
          <w:sz w:val="24"/>
        </w:rPr>
        <w:t>Сведения о составе и значениях целевых показателей (индикаторов) подпрограммы представлены в Приложении 1.</w:t>
      </w:r>
    </w:p>
    <w:p w:rsidR="00F92C04" w:rsidRDefault="00F92C04" w:rsidP="00AC41B3">
      <w:pPr>
        <w:ind w:left="360"/>
        <w:jc w:val="center"/>
        <w:rPr>
          <w:rFonts w:ascii="Times New Roman" w:hAnsi="Times New Roman"/>
          <w:b/>
          <w:sz w:val="24"/>
        </w:rPr>
      </w:pPr>
    </w:p>
    <w:p w:rsidR="00F92C04" w:rsidRPr="00AC41B3" w:rsidRDefault="00F92C04" w:rsidP="00AC41B3">
      <w:pPr>
        <w:ind w:left="360"/>
        <w:jc w:val="center"/>
        <w:rPr>
          <w:rFonts w:ascii="Times New Roman" w:hAnsi="Times New Roman"/>
          <w:b/>
          <w:sz w:val="24"/>
        </w:rPr>
      </w:pPr>
      <w:r w:rsidRPr="00AC41B3">
        <w:rPr>
          <w:rFonts w:ascii="Times New Roman" w:hAnsi="Times New Roman"/>
          <w:b/>
          <w:sz w:val="24"/>
        </w:rPr>
        <w:t>4. Сроки и этапы реализации подпрограммы</w:t>
      </w:r>
    </w:p>
    <w:p w:rsidR="00F92C04" w:rsidRPr="00AC41B3" w:rsidRDefault="00F92C04" w:rsidP="00AC41B3">
      <w:pPr>
        <w:ind w:left="360"/>
        <w:jc w:val="both"/>
        <w:rPr>
          <w:rFonts w:ascii="Times New Roman" w:hAnsi="Times New Roman"/>
          <w:sz w:val="24"/>
        </w:rPr>
      </w:pPr>
      <w:r w:rsidRPr="00AC41B3">
        <w:rPr>
          <w:rFonts w:ascii="Times New Roman" w:hAnsi="Times New Roman"/>
          <w:sz w:val="24"/>
        </w:rPr>
        <w:t xml:space="preserve">Подпрограмма реализуется в 2015-2020 годах. Этапы реализации подпрограммы не выделяются. </w:t>
      </w:r>
    </w:p>
    <w:p w:rsidR="00F92C04" w:rsidRPr="00AC41B3" w:rsidRDefault="00F92C04" w:rsidP="00AC41B3">
      <w:pPr>
        <w:jc w:val="center"/>
        <w:rPr>
          <w:rFonts w:ascii="Times New Roman" w:hAnsi="Times New Roman"/>
          <w:b/>
          <w:sz w:val="24"/>
        </w:rPr>
      </w:pPr>
      <w:r w:rsidRPr="00AC41B3">
        <w:rPr>
          <w:rFonts w:ascii="Times New Roman" w:hAnsi="Times New Roman"/>
          <w:b/>
          <w:sz w:val="24"/>
        </w:rPr>
        <w:t>5. Основные мероприятия</w:t>
      </w:r>
    </w:p>
    <w:p w:rsidR="00F92C04" w:rsidRPr="00AC41B3" w:rsidRDefault="00F92C04" w:rsidP="00AC41B3">
      <w:pPr>
        <w:jc w:val="center"/>
        <w:rPr>
          <w:rFonts w:ascii="Times New Roman" w:hAnsi="Times New Roman"/>
          <w:sz w:val="24"/>
        </w:rPr>
      </w:pPr>
      <w:r w:rsidRPr="00AC41B3">
        <w:rPr>
          <w:rFonts w:ascii="Times New Roman" w:hAnsi="Times New Roman"/>
          <w:sz w:val="24"/>
        </w:rPr>
        <w:t>В рамках данной подпрограммы предусмотрены следующие мероприятия:</w:t>
      </w:r>
    </w:p>
    <w:p w:rsidR="00F92C04" w:rsidRPr="00AC41B3" w:rsidRDefault="00F92C04" w:rsidP="00AC41B3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AC41B3">
        <w:rPr>
          <w:rFonts w:ascii="Times New Roman" w:hAnsi="Times New Roman"/>
          <w:sz w:val="24"/>
        </w:rPr>
        <w:t>1)</w:t>
      </w:r>
      <w:r>
        <w:rPr>
          <w:rFonts w:ascii="Times New Roman" w:hAnsi="Times New Roman"/>
          <w:sz w:val="24"/>
        </w:rPr>
        <w:t xml:space="preserve"> Денежное вознаграждение при присвоении Почетного звания «Почетный гражданин Можгинского района» и при вручении нагрудного знака «За заслуги перед Можгинским районом» и </w:t>
      </w:r>
      <w:r w:rsidRPr="00AC41B3">
        <w:rPr>
          <w:rFonts w:ascii="Times New Roman" w:hAnsi="Times New Roman"/>
          <w:sz w:val="24"/>
        </w:rPr>
        <w:t>ежегодн</w:t>
      </w:r>
      <w:r>
        <w:rPr>
          <w:rFonts w:ascii="Times New Roman" w:hAnsi="Times New Roman"/>
          <w:sz w:val="24"/>
        </w:rPr>
        <w:t xml:space="preserve">ая материальная помощь </w:t>
      </w:r>
      <w:r w:rsidRPr="00AC41B3">
        <w:rPr>
          <w:rFonts w:ascii="Times New Roman" w:hAnsi="Times New Roman"/>
          <w:sz w:val="24"/>
        </w:rPr>
        <w:t>гражданам, имеющим звания «Почетный гражданин Можгинского района».</w:t>
      </w:r>
    </w:p>
    <w:p w:rsidR="00F92C04" w:rsidRPr="00AC41B3" w:rsidRDefault="00F92C04" w:rsidP="00AC41B3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AC41B3">
        <w:rPr>
          <w:rFonts w:ascii="Times New Roman" w:hAnsi="Times New Roman"/>
          <w:sz w:val="24"/>
        </w:rPr>
        <w:t xml:space="preserve">            </w:t>
      </w:r>
      <w:r>
        <w:rPr>
          <w:rFonts w:ascii="Times New Roman" w:hAnsi="Times New Roman"/>
          <w:sz w:val="24"/>
        </w:rPr>
        <w:t>2</w:t>
      </w:r>
      <w:r w:rsidRPr="00AC41B3">
        <w:rPr>
          <w:rFonts w:ascii="Times New Roman" w:hAnsi="Times New Roman"/>
          <w:sz w:val="24"/>
        </w:rPr>
        <w:t xml:space="preserve">) Оказание материальной помощи одиноким гражданам пожилого возраста, лицам, попавшим в трудную жизненную ситуацию. </w:t>
      </w:r>
    </w:p>
    <w:p w:rsidR="00F92C04" w:rsidRPr="00AC41B3" w:rsidRDefault="00F92C04" w:rsidP="00AC41B3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</w:t>
      </w:r>
      <w:r w:rsidRPr="00AC41B3">
        <w:rPr>
          <w:rFonts w:ascii="Times New Roman" w:hAnsi="Times New Roman"/>
          <w:sz w:val="24"/>
        </w:rPr>
        <w:t xml:space="preserve">) Организация и проведение мероприятий, направленных на повышение роли старшего поколения в общественной жизни общества. </w:t>
      </w:r>
    </w:p>
    <w:p w:rsidR="00F92C04" w:rsidRPr="00D46F41" w:rsidRDefault="00F92C04" w:rsidP="00D46F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6F41">
        <w:rPr>
          <w:rFonts w:ascii="Times New Roman" w:hAnsi="Times New Roman"/>
          <w:sz w:val="24"/>
          <w:szCs w:val="24"/>
        </w:rPr>
        <w:t xml:space="preserve">         В рамках основного мероприятия планируется проведение мероприятий  для  граждан    старшего  поколения, инвалидов  финансируемых за  счет средств   бюджета МО «Можгинский район»,  а  так же  организация  работы   клубных   формирований      для    граждан    старшего    поколения,      первичных ветеранских организаций, организация услуг по защите законных прав ветеранов, пенсионеров, инвалидов.</w:t>
      </w:r>
    </w:p>
    <w:p w:rsidR="00F92C04" w:rsidRPr="00D46F41" w:rsidRDefault="00F92C04" w:rsidP="00D46F41">
      <w:pPr>
        <w:spacing w:after="0" w:line="240" w:lineRule="auto"/>
        <w:jc w:val="both"/>
        <w:rPr>
          <w:rFonts w:ascii="12" w:hAnsi="12"/>
          <w:color w:val="000000"/>
          <w:sz w:val="24"/>
          <w:szCs w:val="24"/>
        </w:rPr>
      </w:pPr>
      <w:r w:rsidRPr="00D46F41">
        <w:rPr>
          <w:rFonts w:ascii="Times New Roman" w:hAnsi="Times New Roman"/>
          <w:sz w:val="24"/>
          <w:szCs w:val="24"/>
        </w:rPr>
        <w:t xml:space="preserve">          </w:t>
      </w:r>
      <w:hyperlink w:anchor="Par2984" w:history="1">
        <w:r w:rsidRPr="00D46F41">
          <w:rPr>
            <w:rFonts w:ascii="12" w:hAnsi="12"/>
            <w:color w:val="000000"/>
            <w:sz w:val="24"/>
            <w:szCs w:val="24"/>
          </w:rPr>
          <w:t>Перечень</w:t>
        </w:r>
      </w:hyperlink>
      <w:r w:rsidRPr="00D46F41">
        <w:rPr>
          <w:rFonts w:ascii="12" w:hAnsi="12"/>
          <w:color w:val="000000"/>
          <w:sz w:val="24"/>
          <w:szCs w:val="24"/>
        </w:rPr>
        <w:t xml:space="preserve"> основных мероприятий подпрограммы с указанием ответственных исполнителей, сроков реализации и непосредственных результатов представлен в приложении 2 к муниципальной программе.</w:t>
      </w:r>
    </w:p>
    <w:p w:rsidR="00F92C04" w:rsidRDefault="00F92C04" w:rsidP="00D46F41">
      <w:pPr>
        <w:spacing w:after="0" w:line="240" w:lineRule="auto"/>
        <w:jc w:val="both"/>
        <w:rPr>
          <w:rFonts w:ascii="12" w:hAnsi="12"/>
          <w:sz w:val="24"/>
        </w:rPr>
      </w:pPr>
    </w:p>
    <w:p w:rsidR="00F92C04" w:rsidRDefault="00F92C04" w:rsidP="00AC41B3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AC41B3">
        <w:rPr>
          <w:rFonts w:ascii="Times New Roman" w:hAnsi="Times New Roman"/>
          <w:b/>
          <w:sz w:val="24"/>
        </w:rPr>
        <w:t>6. Меры муниципального регулирования</w:t>
      </w:r>
    </w:p>
    <w:p w:rsidR="00F92C04" w:rsidRPr="00AC41B3" w:rsidRDefault="00F92C04" w:rsidP="00AC41B3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F92C04" w:rsidRDefault="00F92C04" w:rsidP="00815617">
      <w:pPr>
        <w:keepNext/>
        <w:shd w:val="clear" w:color="auto" w:fill="FFFFFF"/>
        <w:tabs>
          <w:tab w:val="left" w:pos="1276"/>
        </w:tabs>
        <w:spacing w:before="360" w:after="240" w:line="240" w:lineRule="auto"/>
        <w:ind w:right="-87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Решениями Советов депутатов муниципальных образований поселений в Можгинском районе гражданам имеющим звание «Почетный гражданин Можгинского района» установлены льготы по  налогу на имущество физических лиц и земельному налогу.   </w:t>
      </w:r>
    </w:p>
    <w:p w:rsidR="00F92C04" w:rsidRPr="00826601" w:rsidRDefault="00F92C04" w:rsidP="00826601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5"/>
          <w:szCs w:val="25"/>
        </w:rPr>
        <w:t xml:space="preserve">          </w:t>
      </w:r>
      <w:r w:rsidRPr="00826601">
        <w:rPr>
          <w:rFonts w:ascii="Times New Roman" w:hAnsi="Times New Roman"/>
          <w:sz w:val="24"/>
          <w:szCs w:val="24"/>
        </w:rPr>
        <w:t>Сведения о финансовой оценке применения мер муниципального регулирования в сфере реализации муниципальной подпрограммы  представлены в Приложении 3 к муниципальной программе.</w:t>
      </w:r>
    </w:p>
    <w:p w:rsidR="00F92C04" w:rsidRPr="00826601" w:rsidRDefault="00F92C04" w:rsidP="00826601">
      <w:pPr>
        <w:keepNext/>
        <w:shd w:val="clear" w:color="auto" w:fill="FFFFFF"/>
        <w:tabs>
          <w:tab w:val="left" w:pos="1276"/>
        </w:tabs>
        <w:spacing w:before="360" w:after="240" w:line="240" w:lineRule="auto"/>
        <w:ind w:right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F92C04" w:rsidRDefault="00F92C04" w:rsidP="00AC41B3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AC41B3">
        <w:rPr>
          <w:rFonts w:ascii="Times New Roman" w:hAnsi="Times New Roman"/>
          <w:b/>
          <w:sz w:val="24"/>
        </w:rPr>
        <w:t xml:space="preserve">7. Прогноз сводных показателей муниципальных заданий </w:t>
      </w:r>
    </w:p>
    <w:p w:rsidR="00F92C04" w:rsidRPr="00AC41B3" w:rsidRDefault="00F92C04" w:rsidP="00AC41B3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F92C04" w:rsidRPr="00AC41B3" w:rsidRDefault="00F92C04" w:rsidP="003B012E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</w:t>
      </w:r>
      <w:r w:rsidRPr="00AC41B3">
        <w:rPr>
          <w:rFonts w:ascii="Times New Roman" w:hAnsi="Times New Roman"/>
          <w:sz w:val="24"/>
        </w:rPr>
        <w:t>Муниципальные  задания на оказание муниципальных услуг (выполнение работ) в рамках подпрограммы не формиру</w:t>
      </w:r>
      <w:r>
        <w:rPr>
          <w:rFonts w:ascii="Times New Roman" w:hAnsi="Times New Roman"/>
          <w:sz w:val="24"/>
        </w:rPr>
        <w:t xml:space="preserve">ются </w:t>
      </w:r>
      <w:r w:rsidRPr="00AC41B3">
        <w:rPr>
          <w:rFonts w:ascii="Times New Roman" w:hAnsi="Times New Roman"/>
          <w:sz w:val="24"/>
        </w:rPr>
        <w:t>(Приложение 4)</w:t>
      </w:r>
    </w:p>
    <w:p w:rsidR="00F92C04" w:rsidRPr="00AC41B3" w:rsidRDefault="00F92C04" w:rsidP="00AC41B3">
      <w:pPr>
        <w:spacing w:after="0" w:line="240" w:lineRule="auto"/>
        <w:rPr>
          <w:rFonts w:ascii="Times New Roman" w:hAnsi="Times New Roman"/>
          <w:sz w:val="24"/>
        </w:rPr>
      </w:pPr>
    </w:p>
    <w:p w:rsidR="00F92C04" w:rsidRPr="00AC41B3" w:rsidRDefault="00F92C04" w:rsidP="00AC41B3">
      <w:pPr>
        <w:pStyle w:val="ListParagraph"/>
        <w:spacing w:after="0" w:line="240" w:lineRule="auto"/>
        <w:ind w:left="360"/>
        <w:jc w:val="center"/>
        <w:rPr>
          <w:rFonts w:ascii="Times New Roman" w:hAnsi="Times New Roman"/>
          <w:b/>
          <w:sz w:val="24"/>
        </w:rPr>
      </w:pPr>
      <w:r w:rsidRPr="00AC41B3">
        <w:rPr>
          <w:rFonts w:ascii="Times New Roman" w:hAnsi="Times New Roman"/>
          <w:b/>
          <w:sz w:val="24"/>
        </w:rPr>
        <w:t>8.Взаимодействие с органами государственной власти и местного</w:t>
      </w:r>
    </w:p>
    <w:p w:rsidR="00F92C04" w:rsidRPr="00AC41B3" w:rsidRDefault="00F92C04" w:rsidP="00AC41B3">
      <w:pPr>
        <w:rPr>
          <w:rFonts w:ascii="Times New Roman" w:hAnsi="Times New Roman"/>
          <w:b/>
          <w:sz w:val="24"/>
        </w:rPr>
      </w:pPr>
      <w:r w:rsidRPr="00AC41B3">
        <w:rPr>
          <w:rFonts w:ascii="Times New Roman" w:hAnsi="Times New Roman"/>
          <w:b/>
          <w:sz w:val="24"/>
        </w:rPr>
        <w:t xml:space="preserve">                                      самоуправления, организациями и гражданами</w:t>
      </w:r>
    </w:p>
    <w:p w:rsidR="00F92C04" w:rsidRPr="00AC41B3" w:rsidRDefault="00F92C04" w:rsidP="00AC41B3">
      <w:pPr>
        <w:spacing w:after="0" w:line="240" w:lineRule="auto"/>
        <w:ind w:firstLine="360"/>
        <w:jc w:val="both"/>
        <w:rPr>
          <w:rFonts w:ascii="Times New Roman" w:hAnsi="Times New Roman"/>
          <w:sz w:val="24"/>
        </w:rPr>
      </w:pPr>
      <w:r w:rsidRPr="00AC41B3">
        <w:rPr>
          <w:rFonts w:ascii="Times New Roman" w:hAnsi="Times New Roman"/>
          <w:sz w:val="24"/>
        </w:rPr>
        <w:t>В рамках реализации подпрограммы осуществляется взаимодействие с Бюджетным учреждением социального обслуживания Удмуртской Республики   «Комплексный центр социального    обслуживания населения Можгинского района»;  Советом  ветеранов района; Управлением культуры, спорта и молодежи  Админис</w:t>
      </w:r>
      <w:r>
        <w:rPr>
          <w:rFonts w:ascii="Times New Roman" w:hAnsi="Times New Roman"/>
          <w:sz w:val="24"/>
        </w:rPr>
        <w:t>трации МО «Можгинский  район», о</w:t>
      </w:r>
      <w:r w:rsidRPr="00AC41B3">
        <w:rPr>
          <w:rFonts w:ascii="Times New Roman" w:hAnsi="Times New Roman"/>
          <w:sz w:val="24"/>
        </w:rPr>
        <w:t>тдел</w:t>
      </w:r>
      <w:r>
        <w:rPr>
          <w:rFonts w:ascii="Times New Roman" w:hAnsi="Times New Roman"/>
          <w:sz w:val="24"/>
        </w:rPr>
        <w:t>ом</w:t>
      </w:r>
      <w:r w:rsidRPr="00AC41B3">
        <w:rPr>
          <w:rFonts w:ascii="Times New Roman" w:hAnsi="Times New Roman"/>
          <w:sz w:val="24"/>
        </w:rPr>
        <w:t xml:space="preserve"> социальной защиты населения в Можгинском районе</w:t>
      </w:r>
      <w:r>
        <w:rPr>
          <w:rFonts w:ascii="Times New Roman" w:hAnsi="Times New Roman"/>
          <w:sz w:val="24"/>
        </w:rPr>
        <w:t>, общественными объединениями, гражданами</w:t>
      </w:r>
      <w:r w:rsidRPr="00AC41B3">
        <w:rPr>
          <w:rFonts w:ascii="Times New Roman" w:hAnsi="Times New Roman"/>
          <w:sz w:val="24"/>
        </w:rPr>
        <w:t>.</w:t>
      </w:r>
    </w:p>
    <w:p w:rsidR="00F92C04" w:rsidRPr="00AC41B3" w:rsidRDefault="00F92C04" w:rsidP="00AC41B3">
      <w:pPr>
        <w:spacing w:after="0" w:line="240" w:lineRule="auto"/>
        <w:rPr>
          <w:rFonts w:ascii="Times New Roman" w:hAnsi="Times New Roman"/>
          <w:sz w:val="24"/>
        </w:rPr>
      </w:pPr>
    </w:p>
    <w:p w:rsidR="00F92C04" w:rsidRPr="00AC41B3" w:rsidRDefault="00F92C04" w:rsidP="00AC41B3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</w:rPr>
      </w:pPr>
      <w:r w:rsidRPr="00AC41B3">
        <w:rPr>
          <w:rFonts w:ascii="Times New Roman" w:hAnsi="Times New Roman"/>
          <w:b/>
          <w:sz w:val="24"/>
        </w:rPr>
        <w:t>9.Ресурсное обеспечение подпрограммы</w:t>
      </w:r>
    </w:p>
    <w:p w:rsidR="00F92C04" w:rsidRPr="00AC41B3" w:rsidRDefault="00F92C04" w:rsidP="00AC41B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hAnsi="Times New Roman"/>
          <w:sz w:val="24"/>
        </w:rPr>
      </w:pPr>
    </w:p>
    <w:p w:rsidR="00F92C04" w:rsidRPr="00675C5C" w:rsidRDefault="00F92C04" w:rsidP="00675C5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675C5C">
        <w:rPr>
          <w:rFonts w:ascii="Times New Roman" w:hAnsi="Times New Roman"/>
          <w:color w:val="000000"/>
          <w:sz w:val="24"/>
          <w:szCs w:val="24"/>
        </w:rPr>
        <w:t xml:space="preserve">        Объем бюджетных ассигнований на реализацию подпрограммы  за счет средств бюджета муниципального образования «Можгинский район составит </w:t>
      </w:r>
      <w:r w:rsidRPr="00675C5C">
        <w:rPr>
          <w:rFonts w:ascii="Times New Roman" w:hAnsi="Times New Roman"/>
          <w:sz w:val="24"/>
          <w:szCs w:val="24"/>
        </w:rPr>
        <w:t xml:space="preserve">3 369   </w:t>
      </w:r>
      <w:r w:rsidRPr="00675C5C">
        <w:rPr>
          <w:rFonts w:ascii="Times New Roman" w:hAnsi="Times New Roman"/>
          <w:color w:val="000000"/>
          <w:sz w:val="24"/>
          <w:szCs w:val="24"/>
        </w:rPr>
        <w:t xml:space="preserve">тыс. рублей, в том числе:                         </w:t>
      </w:r>
    </w:p>
    <w:p w:rsidR="00F92C04" w:rsidRPr="00675C5C" w:rsidRDefault="00F92C04" w:rsidP="00A3390C">
      <w:pPr>
        <w:tabs>
          <w:tab w:val="left" w:pos="720"/>
        </w:tabs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5C5C">
        <w:rPr>
          <w:rFonts w:ascii="Times New Roman" w:hAnsi="Times New Roman"/>
          <w:sz w:val="24"/>
          <w:szCs w:val="24"/>
        </w:rPr>
        <w:t>в 2015 году – 561,5тыс. руб</w:t>
      </w:r>
    </w:p>
    <w:p w:rsidR="00F92C04" w:rsidRPr="00AC41B3" w:rsidRDefault="00F92C04" w:rsidP="00A3390C">
      <w:pPr>
        <w:tabs>
          <w:tab w:val="left" w:pos="720"/>
        </w:tabs>
        <w:snapToGri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AC41B3">
        <w:rPr>
          <w:rFonts w:ascii="Times New Roman" w:hAnsi="Times New Roman"/>
          <w:sz w:val="24"/>
        </w:rPr>
        <w:t xml:space="preserve">в 2016 году – </w:t>
      </w:r>
      <w:r>
        <w:rPr>
          <w:rFonts w:ascii="Times New Roman" w:hAnsi="Times New Roman"/>
          <w:sz w:val="24"/>
        </w:rPr>
        <w:t>561</w:t>
      </w:r>
      <w:r w:rsidRPr="00AC41B3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>5</w:t>
      </w:r>
      <w:r w:rsidRPr="00AC41B3">
        <w:rPr>
          <w:rFonts w:ascii="Times New Roman" w:hAnsi="Times New Roman"/>
          <w:sz w:val="24"/>
        </w:rPr>
        <w:t>тыс .руб</w:t>
      </w:r>
    </w:p>
    <w:p w:rsidR="00F92C04" w:rsidRPr="00AC41B3" w:rsidRDefault="00F92C04" w:rsidP="00A3390C">
      <w:pPr>
        <w:tabs>
          <w:tab w:val="left" w:pos="720"/>
        </w:tabs>
        <w:snapToGri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AC41B3">
        <w:rPr>
          <w:rFonts w:ascii="Times New Roman" w:hAnsi="Times New Roman"/>
          <w:sz w:val="24"/>
        </w:rPr>
        <w:t xml:space="preserve">в 2017 году – </w:t>
      </w:r>
      <w:r>
        <w:rPr>
          <w:rFonts w:ascii="Times New Roman" w:hAnsi="Times New Roman"/>
          <w:sz w:val="24"/>
        </w:rPr>
        <w:t>561</w:t>
      </w:r>
      <w:r w:rsidRPr="00AC41B3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>5</w:t>
      </w:r>
      <w:r w:rsidRPr="00AC41B3">
        <w:rPr>
          <w:rFonts w:ascii="Times New Roman" w:hAnsi="Times New Roman"/>
          <w:sz w:val="24"/>
        </w:rPr>
        <w:t>тыс .руб</w:t>
      </w:r>
    </w:p>
    <w:p w:rsidR="00F92C04" w:rsidRPr="00AC41B3" w:rsidRDefault="00F92C04" w:rsidP="00A3390C">
      <w:pPr>
        <w:tabs>
          <w:tab w:val="left" w:pos="720"/>
        </w:tabs>
        <w:snapToGri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AC41B3">
        <w:rPr>
          <w:rFonts w:ascii="Times New Roman" w:hAnsi="Times New Roman"/>
          <w:sz w:val="24"/>
        </w:rPr>
        <w:t xml:space="preserve">в 2018 году – </w:t>
      </w:r>
      <w:r>
        <w:rPr>
          <w:rFonts w:ascii="Times New Roman" w:hAnsi="Times New Roman"/>
          <w:sz w:val="24"/>
        </w:rPr>
        <w:t>561</w:t>
      </w:r>
      <w:r w:rsidRPr="00AC41B3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>5</w:t>
      </w:r>
      <w:r w:rsidRPr="00AC41B3">
        <w:rPr>
          <w:rFonts w:ascii="Times New Roman" w:hAnsi="Times New Roman"/>
          <w:sz w:val="24"/>
        </w:rPr>
        <w:t>тыс .руб</w:t>
      </w:r>
    </w:p>
    <w:p w:rsidR="00F92C04" w:rsidRPr="00AC41B3" w:rsidRDefault="00F92C04" w:rsidP="00A3390C">
      <w:pPr>
        <w:tabs>
          <w:tab w:val="left" w:pos="720"/>
        </w:tabs>
        <w:snapToGri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AC41B3">
        <w:rPr>
          <w:rFonts w:ascii="Times New Roman" w:hAnsi="Times New Roman"/>
          <w:sz w:val="24"/>
        </w:rPr>
        <w:t xml:space="preserve">в 2019 году – </w:t>
      </w:r>
      <w:r>
        <w:rPr>
          <w:rFonts w:ascii="Times New Roman" w:hAnsi="Times New Roman"/>
          <w:sz w:val="24"/>
        </w:rPr>
        <w:t>561</w:t>
      </w:r>
      <w:r w:rsidRPr="00AC41B3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>5</w:t>
      </w:r>
      <w:r w:rsidRPr="00AC41B3">
        <w:rPr>
          <w:rFonts w:ascii="Times New Roman" w:hAnsi="Times New Roman"/>
          <w:sz w:val="24"/>
        </w:rPr>
        <w:t>тыс .руб</w:t>
      </w:r>
    </w:p>
    <w:p w:rsidR="00F92C04" w:rsidRPr="00AC41B3" w:rsidRDefault="00F92C04" w:rsidP="00A3390C">
      <w:pPr>
        <w:tabs>
          <w:tab w:val="left" w:pos="720"/>
        </w:tabs>
        <w:snapToGri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AC41B3">
        <w:rPr>
          <w:rFonts w:ascii="Times New Roman" w:hAnsi="Times New Roman"/>
          <w:sz w:val="24"/>
        </w:rPr>
        <w:t xml:space="preserve">в 2020 году – </w:t>
      </w:r>
      <w:r>
        <w:rPr>
          <w:rFonts w:ascii="Times New Roman" w:hAnsi="Times New Roman"/>
          <w:sz w:val="24"/>
        </w:rPr>
        <w:t>561</w:t>
      </w:r>
      <w:r w:rsidRPr="00AC41B3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>5</w:t>
      </w:r>
      <w:r w:rsidRPr="00AC41B3">
        <w:rPr>
          <w:rFonts w:ascii="Times New Roman" w:hAnsi="Times New Roman"/>
          <w:sz w:val="24"/>
        </w:rPr>
        <w:t>тыс .руб</w:t>
      </w:r>
    </w:p>
    <w:p w:rsidR="00F92C04" w:rsidRDefault="00F92C04" w:rsidP="00AC41B3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AC41B3">
        <w:rPr>
          <w:rFonts w:ascii="Times New Roman" w:hAnsi="Times New Roman"/>
          <w:sz w:val="24"/>
        </w:rPr>
        <w:t xml:space="preserve">Ресурсное  обеспечение  подпрограммы за счёт средств бюджета МО «Можгинский район» подлежит  уточнению в рамках бюджетного цикла. </w:t>
      </w:r>
    </w:p>
    <w:p w:rsidR="00F92C04" w:rsidRPr="00AC41B3" w:rsidRDefault="00F92C04" w:rsidP="00AC41B3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AC41B3">
        <w:rPr>
          <w:rFonts w:ascii="Times New Roman" w:hAnsi="Times New Roman"/>
          <w:sz w:val="24"/>
        </w:rPr>
        <w:t>Сведения о ресурсном обеспечении за счет средств бюджета МО «Можгинский район» приведены в приложении 5.</w:t>
      </w:r>
    </w:p>
    <w:p w:rsidR="00F92C04" w:rsidRPr="00AC41B3" w:rsidRDefault="00F92C04" w:rsidP="00675C5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</w:t>
      </w:r>
      <w:r w:rsidRPr="00AC41B3">
        <w:rPr>
          <w:rFonts w:ascii="Times New Roman" w:hAnsi="Times New Roman"/>
          <w:sz w:val="24"/>
        </w:rPr>
        <w:t>Сведения о ресурсном обеспечении подпрограммы за счет всех источников приведены в приложении 6.</w:t>
      </w:r>
    </w:p>
    <w:p w:rsidR="00F92C04" w:rsidRPr="00AC41B3" w:rsidRDefault="00F92C04" w:rsidP="00AC41B3">
      <w:pPr>
        <w:pStyle w:val="ListParagraph"/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AC41B3">
        <w:rPr>
          <w:rFonts w:ascii="Times New Roman" w:hAnsi="Times New Roman"/>
          <w:b/>
          <w:sz w:val="24"/>
        </w:rPr>
        <w:t>10.Риски и меры по управлению рисками</w:t>
      </w:r>
    </w:p>
    <w:p w:rsidR="00F92C04" w:rsidRPr="00AC41B3" w:rsidRDefault="00F92C04" w:rsidP="00AC41B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</w:rPr>
      </w:pPr>
    </w:p>
    <w:p w:rsidR="00F92C04" w:rsidRPr="00AC41B3" w:rsidRDefault="00F92C04" w:rsidP="00AC41B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</w:rPr>
      </w:pPr>
      <w:r w:rsidRPr="00AC41B3">
        <w:rPr>
          <w:rFonts w:ascii="Times New Roman" w:hAnsi="Times New Roman"/>
          <w:sz w:val="24"/>
        </w:rPr>
        <w:t>В ходе реализации подпрограммы возможны следующие основные риски, наличие которых может повлечь за собой невыполнение целей, задач, мероприятий  подпрограммы, не достижение целевых показателей: Финансовые риски.</w:t>
      </w:r>
    </w:p>
    <w:p w:rsidR="00F92C04" w:rsidRPr="00AC41B3" w:rsidRDefault="00F92C04" w:rsidP="00AC41B3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AC41B3">
        <w:rPr>
          <w:rFonts w:ascii="Times New Roman" w:hAnsi="Times New Roman"/>
          <w:sz w:val="24"/>
        </w:rPr>
        <w:t>Возможность недофинансирования или несвоевременного финансирования расходов на реализацию программных мероприятий; невыполнение в полном объеме исполнителями подпрограммы финансовых обязательств. Способом ограничения риска является своевременная корректировка параметров подпрограммы на основании результатов регулярного мониторинга подпрограммы.</w:t>
      </w:r>
    </w:p>
    <w:p w:rsidR="00F92C04" w:rsidRDefault="00F92C04" w:rsidP="00AC41B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F92C04" w:rsidRDefault="00F92C04" w:rsidP="00AC41B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F92C04" w:rsidRDefault="00F92C04" w:rsidP="00AC41B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F92C04" w:rsidRDefault="00F92C04" w:rsidP="00AC41B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F92C04" w:rsidRPr="00AC41B3" w:rsidRDefault="00F92C04" w:rsidP="00AC41B3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AC41B3">
        <w:rPr>
          <w:rFonts w:ascii="Times New Roman" w:hAnsi="Times New Roman"/>
          <w:b/>
          <w:sz w:val="24"/>
        </w:rPr>
        <w:t>11. Конечные результаты и оценка эффективности</w:t>
      </w:r>
    </w:p>
    <w:p w:rsidR="00F92C04" w:rsidRPr="00AC41B3" w:rsidRDefault="00F92C04" w:rsidP="00AC41B3">
      <w:pPr>
        <w:jc w:val="both"/>
        <w:rPr>
          <w:rFonts w:ascii="Times New Roman" w:hAnsi="Times New Roman"/>
          <w:sz w:val="24"/>
        </w:rPr>
      </w:pPr>
    </w:p>
    <w:p w:rsidR="00F92C04" w:rsidRDefault="00F92C04" w:rsidP="004612FF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AC41B3">
        <w:rPr>
          <w:rFonts w:ascii="Times New Roman" w:hAnsi="Times New Roman"/>
          <w:sz w:val="24"/>
        </w:rPr>
        <w:t>Для качественной оценки результатов реализации подпрограммы предусмотрена система целевых показателей и их значений по годам реализации подпрограммы.</w:t>
      </w:r>
      <w:r>
        <w:rPr>
          <w:rFonts w:ascii="Times New Roman" w:hAnsi="Times New Roman"/>
          <w:sz w:val="24"/>
        </w:rPr>
        <w:t xml:space="preserve"> </w:t>
      </w:r>
      <w:r w:rsidRPr="00AC41B3">
        <w:rPr>
          <w:rFonts w:ascii="Times New Roman" w:hAnsi="Times New Roman"/>
          <w:sz w:val="24"/>
        </w:rPr>
        <w:t>В результате реализации подпрограммы ожидается достижение следующих показателей (индикаторов)  к 2020 году:   создание 32 клуба по интересам для граждан пожилого возраста;   увеличение количества граждан старшего поколения, вовлеченн</w:t>
      </w:r>
      <w:r>
        <w:rPr>
          <w:rFonts w:ascii="Times New Roman" w:hAnsi="Times New Roman"/>
          <w:sz w:val="24"/>
        </w:rPr>
        <w:t xml:space="preserve">ых в  мероприятия  с 67% до 70%, а также: </w:t>
      </w:r>
    </w:p>
    <w:p w:rsidR="00F92C04" w:rsidRPr="00AC41B3" w:rsidRDefault="00F92C04" w:rsidP="004612FF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AC41B3">
        <w:rPr>
          <w:rFonts w:ascii="Times New Roman" w:hAnsi="Times New Roman"/>
          <w:sz w:val="24"/>
        </w:rPr>
        <w:t>1)Улучшение социального положения граждан старшего поколения и инвалидов;</w:t>
      </w:r>
    </w:p>
    <w:p w:rsidR="00F92C04" w:rsidRPr="00AC41B3" w:rsidRDefault="00F92C04" w:rsidP="004612FF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AC41B3">
        <w:rPr>
          <w:rFonts w:ascii="Times New Roman" w:hAnsi="Times New Roman"/>
          <w:sz w:val="24"/>
        </w:rPr>
        <w:t>2)Повышение социальной адаптации пожилых людей и инвалидов и упрочение социальных связей;</w:t>
      </w:r>
    </w:p>
    <w:p w:rsidR="00F92C04" w:rsidRPr="00AC41B3" w:rsidRDefault="00F92C04" w:rsidP="004612FF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AC41B3">
        <w:rPr>
          <w:rFonts w:ascii="Times New Roman" w:hAnsi="Times New Roman"/>
          <w:sz w:val="24"/>
        </w:rPr>
        <w:t>3)Рост интереса граждан старшего поколения и инвалидов к активным видам досуга как к источнику сохранения здоровья;</w:t>
      </w:r>
    </w:p>
    <w:p w:rsidR="00F92C04" w:rsidRDefault="00F92C04" w:rsidP="004612FF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AC41B3">
        <w:rPr>
          <w:rFonts w:ascii="Times New Roman" w:hAnsi="Times New Roman"/>
          <w:sz w:val="24"/>
        </w:rPr>
        <w:t>4)Усиление координации деятельности органов местного самоуправления, общественных организаций по социальной защите граждан пожилого возраста и инвалидов</w:t>
      </w:r>
      <w:r>
        <w:rPr>
          <w:rFonts w:ascii="Times New Roman" w:hAnsi="Times New Roman"/>
          <w:sz w:val="24"/>
        </w:rPr>
        <w:t>;</w:t>
      </w:r>
    </w:p>
    <w:p w:rsidR="00F92C04" w:rsidRPr="00AC41B3" w:rsidRDefault="00F92C04" w:rsidP="004612F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5)</w:t>
      </w:r>
      <w:r w:rsidRPr="00C14CC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Поощрение граждан внесших большой вклад в развитие Можгинского района.</w:t>
      </w:r>
    </w:p>
    <w:p w:rsidR="00F92C04" w:rsidRPr="00AC41B3" w:rsidRDefault="00F92C04" w:rsidP="00AC41B3">
      <w:pPr>
        <w:ind w:firstLine="426"/>
        <w:jc w:val="both"/>
        <w:rPr>
          <w:rFonts w:ascii="Times New Roman" w:hAnsi="Times New Roman"/>
          <w:sz w:val="24"/>
        </w:rPr>
      </w:pPr>
    </w:p>
    <w:p w:rsidR="00F92C04" w:rsidRPr="00C63F05" w:rsidRDefault="00F92C04" w:rsidP="00C63F05">
      <w:pPr>
        <w:jc w:val="both"/>
        <w:rPr>
          <w:rFonts w:ascii="Times New Roman" w:hAnsi="Times New Roman"/>
          <w:sz w:val="24"/>
        </w:rPr>
      </w:pPr>
    </w:p>
    <w:p w:rsidR="00F92C04" w:rsidRPr="00C63F05" w:rsidRDefault="00F92C04" w:rsidP="00C63F05">
      <w:pPr>
        <w:rPr>
          <w:rFonts w:ascii="Times New Roman" w:hAnsi="Times New Roman"/>
          <w:sz w:val="24"/>
        </w:rPr>
      </w:pPr>
    </w:p>
    <w:p w:rsidR="00F92C04" w:rsidRPr="00C63F05" w:rsidRDefault="00F92C04" w:rsidP="00C63F05">
      <w:pPr>
        <w:rPr>
          <w:rFonts w:ascii="Times New Roman" w:hAnsi="Times New Roman"/>
          <w:sz w:val="24"/>
        </w:rPr>
      </w:pPr>
    </w:p>
    <w:sectPr w:rsidR="00F92C04" w:rsidRPr="00C63F05" w:rsidSect="00C35066">
      <w:footerReference w:type="default" r:id="rId7"/>
      <w:pgSz w:w="11906" w:h="16838"/>
      <w:pgMar w:top="567" w:right="1021" w:bottom="567" w:left="119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2C04" w:rsidRDefault="00F92C04" w:rsidP="001C4177">
      <w:pPr>
        <w:spacing w:after="0" w:line="240" w:lineRule="auto"/>
      </w:pPr>
      <w:r>
        <w:separator/>
      </w:r>
    </w:p>
  </w:endnote>
  <w:endnote w:type="continuationSeparator" w:id="1">
    <w:p w:rsidR="00F92C04" w:rsidRDefault="00F92C04" w:rsidP="001C4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12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C04" w:rsidRDefault="00F92C04">
    <w:pPr>
      <w:pStyle w:val="Footer"/>
      <w:jc w:val="right"/>
    </w:pPr>
    <w:fldSimple w:instr="PAGE   \* MERGEFORMAT">
      <w:r>
        <w:rPr>
          <w:noProof/>
        </w:rPr>
        <w:t>25</w:t>
      </w:r>
    </w:fldSimple>
  </w:p>
  <w:p w:rsidR="00F92C04" w:rsidRDefault="00F92C0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2C04" w:rsidRDefault="00F92C04" w:rsidP="001C4177">
      <w:pPr>
        <w:spacing w:after="0" w:line="240" w:lineRule="auto"/>
      </w:pPr>
      <w:r>
        <w:separator/>
      </w:r>
    </w:p>
  </w:footnote>
  <w:footnote w:type="continuationSeparator" w:id="1">
    <w:p w:rsidR="00F92C04" w:rsidRDefault="00F92C04" w:rsidP="001C41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34"/>
        <w:szCs w:val="3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FD1F96"/>
    <w:multiLevelType w:val="hybridMultilevel"/>
    <w:tmpl w:val="568A587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5D4698"/>
    <w:multiLevelType w:val="multilevel"/>
    <w:tmpl w:val="574A44D0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abstractNum w:abstractNumId="3">
    <w:nsid w:val="05A117BB"/>
    <w:multiLevelType w:val="hybridMultilevel"/>
    <w:tmpl w:val="1BD29B48"/>
    <w:lvl w:ilvl="0" w:tplc="78861376">
      <w:start w:val="2"/>
      <w:numFmt w:val="decimal"/>
      <w:lvlText w:val="%1."/>
      <w:lvlJc w:val="left"/>
      <w:pPr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4">
    <w:nsid w:val="0C721BD8"/>
    <w:multiLevelType w:val="hybridMultilevel"/>
    <w:tmpl w:val="F2BA76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F155598"/>
    <w:multiLevelType w:val="hybridMultilevel"/>
    <w:tmpl w:val="C2527DE6"/>
    <w:lvl w:ilvl="0" w:tplc="04190011">
      <w:start w:val="1"/>
      <w:numFmt w:val="decimal"/>
      <w:lvlText w:val="%1)"/>
      <w:lvlJc w:val="left"/>
      <w:pPr>
        <w:ind w:left="107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5" w:hanging="180"/>
      </w:pPr>
      <w:rPr>
        <w:rFonts w:cs="Times New Roman"/>
      </w:rPr>
    </w:lvl>
  </w:abstractNum>
  <w:abstractNum w:abstractNumId="6">
    <w:nsid w:val="1B58363B"/>
    <w:multiLevelType w:val="hybridMultilevel"/>
    <w:tmpl w:val="9758886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D190E24"/>
    <w:multiLevelType w:val="multilevel"/>
    <w:tmpl w:val="229414E6"/>
    <w:lvl w:ilvl="0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8">
    <w:nsid w:val="21DB10B4"/>
    <w:multiLevelType w:val="multilevel"/>
    <w:tmpl w:val="C458F9AE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214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261B2208"/>
    <w:multiLevelType w:val="hybridMultilevel"/>
    <w:tmpl w:val="A040686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7C73FB3"/>
    <w:multiLevelType w:val="hybridMultilevel"/>
    <w:tmpl w:val="DB086F56"/>
    <w:lvl w:ilvl="0" w:tplc="580E846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293A5FAD"/>
    <w:multiLevelType w:val="hybridMultilevel"/>
    <w:tmpl w:val="3500C2CC"/>
    <w:lvl w:ilvl="0" w:tplc="71E606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3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9BC4FC5"/>
    <w:multiLevelType w:val="hybridMultilevel"/>
    <w:tmpl w:val="568A587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D497F92"/>
    <w:multiLevelType w:val="hybridMultilevel"/>
    <w:tmpl w:val="358CC08E"/>
    <w:lvl w:ilvl="0" w:tplc="F8543F78">
      <w:start w:val="1"/>
      <w:numFmt w:val="decimal"/>
      <w:lvlText w:val="%1)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38F1FF1"/>
    <w:multiLevelType w:val="hybridMultilevel"/>
    <w:tmpl w:val="574A44D0"/>
    <w:lvl w:ilvl="0" w:tplc="905EEF14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abstractNum w:abstractNumId="16">
    <w:nsid w:val="39204C93"/>
    <w:multiLevelType w:val="hybridMultilevel"/>
    <w:tmpl w:val="C458F9A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88CA465A">
      <w:start w:val="1"/>
      <w:numFmt w:val="decimal"/>
      <w:lvlText w:val="%2)"/>
      <w:lvlJc w:val="left"/>
      <w:pPr>
        <w:ind w:left="214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00E13D6"/>
    <w:multiLevelType w:val="hybridMultilevel"/>
    <w:tmpl w:val="C040F3D2"/>
    <w:lvl w:ilvl="0" w:tplc="88C44664">
      <w:start w:val="4"/>
      <w:numFmt w:val="decimal"/>
      <w:lvlText w:val="%1."/>
      <w:lvlJc w:val="left"/>
      <w:pPr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18">
    <w:nsid w:val="40246B44"/>
    <w:multiLevelType w:val="multilevel"/>
    <w:tmpl w:val="C458F9AE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214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40EC64BF"/>
    <w:multiLevelType w:val="hybridMultilevel"/>
    <w:tmpl w:val="565C953A"/>
    <w:lvl w:ilvl="0" w:tplc="606C9AF0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>
    <w:nsid w:val="41BC7EB9"/>
    <w:multiLevelType w:val="multilevel"/>
    <w:tmpl w:val="C458F9AE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214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49EE76BE"/>
    <w:multiLevelType w:val="multilevel"/>
    <w:tmpl w:val="5E647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D7A05F8"/>
    <w:multiLevelType w:val="hybridMultilevel"/>
    <w:tmpl w:val="A964CD1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25C5C3C"/>
    <w:multiLevelType w:val="hybridMultilevel"/>
    <w:tmpl w:val="5E647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748400F"/>
    <w:multiLevelType w:val="hybridMultilevel"/>
    <w:tmpl w:val="3FAC3C6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BD679B6"/>
    <w:multiLevelType w:val="multilevel"/>
    <w:tmpl w:val="C458F9AE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214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631B5450"/>
    <w:multiLevelType w:val="hybridMultilevel"/>
    <w:tmpl w:val="9758886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5AC4293"/>
    <w:multiLevelType w:val="hybridMultilevel"/>
    <w:tmpl w:val="2A72E66E"/>
    <w:lvl w:ilvl="0" w:tplc="61C0579A">
      <w:start w:val="1"/>
      <w:numFmt w:val="decimal"/>
      <w:lvlText w:val="%1)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28">
    <w:nsid w:val="6BB95E8E"/>
    <w:multiLevelType w:val="hybridMultilevel"/>
    <w:tmpl w:val="4E1C195A"/>
    <w:lvl w:ilvl="0" w:tplc="CCCAD568">
      <w:start w:val="1"/>
      <w:numFmt w:val="russianLower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9">
    <w:nsid w:val="755A4D09"/>
    <w:multiLevelType w:val="hybridMultilevel"/>
    <w:tmpl w:val="4A143896"/>
    <w:lvl w:ilvl="0" w:tplc="90465C5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71D5F0B"/>
    <w:multiLevelType w:val="hybridMultilevel"/>
    <w:tmpl w:val="919447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CC43ACD"/>
    <w:multiLevelType w:val="hybridMultilevel"/>
    <w:tmpl w:val="9874FFFA"/>
    <w:lvl w:ilvl="0" w:tplc="76AC22AC">
      <w:start w:val="1"/>
      <w:numFmt w:val="decimal"/>
      <w:lvlText w:val="%1)"/>
      <w:lvlJc w:val="left"/>
      <w:pPr>
        <w:tabs>
          <w:tab w:val="num" w:pos="1710"/>
        </w:tabs>
        <w:ind w:left="171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9"/>
  </w:num>
  <w:num w:numId="2">
    <w:abstractNumId w:val="26"/>
  </w:num>
  <w:num w:numId="3">
    <w:abstractNumId w:val="1"/>
  </w:num>
  <w:num w:numId="4">
    <w:abstractNumId w:val="7"/>
  </w:num>
  <w:num w:numId="5">
    <w:abstractNumId w:val="5"/>
  </w:num>
  <w:num w:numId="6">
    <w:abstractNumId w:val="6"/>
  </w:num>
  <w:num w:numId="7">
    <w:abstractNumId w:val="13"/>
  </w:num>
  <w:num w:numId="8">
    <w:abstractNumId w:val="22"/>
  </w:num>
  <w:num w:numId="9">
    <w:abstractNumId w:val="14"/>
  </w:num>
  <w:num w:numId="10">
    <w:abstractNumId w:val="19"/>
  </w:num>
  <w:num w:numId="11">
    <w:abstractNumId w:val="24"/>
  </w:num>
  <w:num w:numId="12">
    <w:abstractNumId w:val="29"/>
  </w:num>
  <w:num w:numId="13">
    <w:abstractNumId w:val="28"/>
  </w:num>
  <w:num w:numId="14">
    <w:abstractNumId w:val="27"/>
  </w:num>
  <w:num w:numId="15">
    <w:abstractNumId w:val="12"/>
  </w:num>
  <w:num w:numId="16">
    <w:abstractNumId w:val="0"/>
  </w:num>
  <w:num w:numId="17">
    <w:abstractNumId w:val="23"/>
  </w:num>
  <w:num w:numId="18">
    <w:abstractNumId w:val="4"/>
  </w:num>
  <w:num w:numId="19">
    <w:abstractNumId w:val="21"/>
  </w:num>
  <w:num w:numId="20">
    <w:abstractNumId w:val="31"/>
  </w:num>
  <w:num w:numId="21">
    <w:abstractNumId w:val="11"/>
  </w:num>
  <w:num w:numId="22">
    <w:abstractNumId w:val="15"/>
  </w:num>
  <w:num w:numId="23">
    <w:abstractNumId w:val="10"/>
  </w:num>
  <w:num w:numId="24">
    <w:abstractNumId w:val="16"/>
  </w:num>
  <w:num w:numId="25">
    <w:abstractNumId w:val="25"/>
  </w:num>
  <w:num w:numId="26">
    <w:abstractNumId w:val="20"/>
  </w:num>
  <w:num w:numId="27">
    <w:abstractNumId w:val="18"/>
  </w:num>
  <w:num w:numId="28">
    <w:abstractNumId w:val="8"/>
  </w:num>
  <w:num w:numId="29">
    <w:abstractNumId w:val="2"/>
  </w:num>
  <w:num w:numId="30">
    <w:abstractNumId w:val="30"/>
  </w:num>
  <w:num w:numId="31">
    <w:abstractNumId w:val="17"/>
  </w:num>
  <w:num w:numId="32">
    <w:abstractNumId w:val="3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2B7B"/>
    <w:rsid w:val="00001ED9"/>
    <w:rsid w:val="00002AAD"/>
    <w:rsid w:val="000042E2"/>
    <w:rsid w:val="00004428"/>
    <w:rsid w:val="00004834"/>
    <w:rsid w:val="00005C01"/>
    <w:rsid w:val="00006832"/>
    <w:rsid w:val="00007820"/>
    <w:rsid w:val="00010993"/>
    <w:rsid w:val="00010A9F"/>
    <w:rsid w:val="0001298D"/>
    <w:rsid w:val="00013BE3"/>
    <w:rsid w:val="00013DD9"/>
    <w:rsid w:val="00014CD2"/>
    <w:rsid w:val="00015BB0"/>
    <w:rsid w:val="00015BF3"/>
    <w:rsid w:val="00017DA7"/>
    <w:rsid w:val="000207D3"/>
    <w:rsid w:val="00020F68"/>
    <w:rsid w:val="0002412A"/>
    <w:rsid w:val="00024AAA"/>
    <w:rsid w:val="0002544C"/>
    <w:rsid w:val="00026F9F"/>
    <w:rsid w:val="00027E88"/>
    <w:rsid w:val="00031140"/>
    <w:rsid w:val="000317A9"/>
    <w:rsid w:val="000346E6"/>
    <w:rsid w:val="00034D13"/>
    <w:rsid w:val="000353D7"/>
    <w:rsid w:val="00036D99"/>
    <w:rsid w:val="0004068D"/>
    <w:rsid w:val="00040FFB"/>
    <w:rsid w:val="000416D4"/>
    <w:rsid w:val="00042B89"/>
    <w:rsid w:val="00044560"/>
    <w:rsid w:val="000454DE"/>
    <w:rsid w:val="00045ECB"/>
    <w:rsid w:val="0004637D"/>
    <w:rsid w:val="00046CCB"/>
    <w:rsid w:val="0004704E"/>
    <w:rsid w:val="00047784"/>
    <w:rsid w:val="000500CA"/>
    <w:rsid w:val="00051256"/>
    <w:rsid w:val="00051B5A"/>
    <w:rsid w:val="00052293"/>
    <w:rsid w:val="00052E40"/>
    <w:rsid w:val="0005311C"/>
    <w:rsid w:val="0005422F"/>
    <w:rsid w:val="000546FC"/>
    <w:rsid w:val="000561AE"/>
    <w:rsid w:val="00061D46"/>
    <w:rsid w:val="00062AB8"/>
    <w:rsid w:val="00063DFA"/>
    <w:rsid w:val="00063F69"/>
    <w:rsid w:val="000728BF"/>
    <w:rsid w:val="00072E50"/>
    <w:rsid w:val="00073440"/>
    <w:rsid w:val="00075D99"/>
    <w:rsid w:val="0007645F"/>
    <w:rsid w:val="0007784F"/>
    <w:rsid w:val="00077E60"/>
    <w:rsid w:val="0008004D"/>
    <w:rsid w:val="0008179C"/>
    <w:rsid w:val="00081E93"/>
    <w:rsid w:val="00082F46"/>
    <w:rsid w:val="00083137"/>
    <w:rsid w:val="0008389E"/>
    <w:rsid w:val="000847D8"/>
    <w:rsid w:val="00085BB3"/>
    <w:rsid w:val="000866DF"/>
    <w:rsid w:val="00087C87"/>
    <w:rsid w:val="0009076D"/>
    <w:rsid w:val="00090A3E"/>
    <w:rsid w:val="0009128D"/>
    <w:rsid w:val="00091820"/>
    <w:rsid w:val="0009436B"/>
    <w:rsid w:val="0009496B"/>
    <w:rsid w:val="00097766"/>
    <w:rsid w:val="000A0A46"/>
    <w:rsid w:val="000A16EC"/>
    <w:rsid w:val="000A26CD"/>
    <w:rsid w:val="000A27D2"/>
    <w:rsid w:val="000A4C3C"/>
    <w:rsid w:val="000A5010"/>
    <w:rsid w:val="000A52F0"/>
    <w:rsid w:val="000A7801"/>
    <w:rsid w:val="000B2D60"/>
    <w:rsid w:val="000B32F4"/>
    <w:rsid w:val="000B4173"/>
    <w:rsid w:val="000B4E6F"/>
    <w:rsid w:val="000B50FD"/>
    <w:rsid w:val="000B65AF"/>
    <w:rsid w:val="000C10A8"/>
    <w:rsid w:val="000C17CF"/>
    <w:rsid w:val="000C26D2"/>
    <w:rsid w:val="000C380F"/>
    <w:rsid w:val="000C4952"/>
    <w:rsid w:val="000C49BE"/>
    <w:rsid w:val="000C6C72"/>
    <w:rsid w:val="000C71D7"/>
    <w:rsid w:val="000C7B98"/>
    <w:rsid w:val="000C7F82"/>
    <w:rsid w:val="000D0C74"/>
    <w:rsid w:val="000D0FFC"/>
    <w:rsid w:val="000D3C3A"/>
    <w:rsid w:val="000D43E1"/>
    <w:rsid w:val="000D4961"/>
    <w:rsid w:val="000D49CF"/>
    <w:rsid w:val="000D5B38"/>
    <w:rsid w:val="000D5E56"/>
    <w:rsid w:val="000D615A"/>
    <w:rsid w:val="000D6A28"/>
    <w:rsid w:val="000E0080"/>
    <w:rsid w:val="000E05DE"/>
    <w:rsid w:val="000E06BC"/>
    <w:rsid w:val="000E0C41"/>
    <w:rsid w:val="000E2FAA"/>
    <w:rsid w:val="000E4542"/>
    <w:rsid w:val="000F1008"/>
    <w:rsid w:val="000F11E1"/>
    <w:rsid w:val="000F156B"/>
    <w:rsid w:val="000F54E6"/>
    <w:rsid w:val="000F7210"/>
    <w:rsid w:val="000F7959"/>
    <w:rsid w:val="00100D22"/>
    <w:rsid w:val="00100F0B"/>
    <w:rsid w:val="0010524B"/>
    <w:rsid w:val="00106018"/>
    <w:rsid w:val="00114324"/>
    <w:rsid w:val="00114D0F"/>
    <w:rsid w:val="00117AFA"/>
    <w:rsid w:val="00124708"/>
    <w:rsid w:val="001264AD"/>
    <w:rsid w:val="0012700C"/>
    <w:rsid w:val="001270D3"/>
    <w:rsid w:val="00130526"/>
    <w:rsid w:val="0013195E"/>
    <w:rsid w:val="0013476E"/>
    <w:rsid w:val="00134B3F"/>
    <w:rsid w:val="00134D57"/>
    <w:rsid w:val="00136211"/>
    <w:rsid w:val="00136778"/>
    <w:rsid w:val="00140ABB"/>
    <w:rsid w:val="00140B2A"/>
    <w:rsid w:val="00141075"/>
    <w:rsid w:val="001418EB"/>
    <w:rsid w:val="0014333E"/>
    <w:rsid w:val="001437FC"/>
    <w:rsid w:val="00143ECC"/>
    <w:rsid w:val="00144045"/>
    <w:rsid w:val="00146240"/>
    <w:rsid w:val="00150A01"/>
    <w:rsid w:val="00152C87"/>
    <w:rsid w:val="00153922"/>
    <w:rsid w:val="00154C06"/>
    <w:rsid w:val="0015749E"/>
    <w:rsid w:val="00160B9C"/>
    <w:rsid w:val="0016106C"/>
    <w:rsid w:val="00161A31"/>
    <w:rsid w:val="00161B41"/>
    <w:rsid w:val="001635B1"/>
    <w:rsid w:val="001660FE"/>
    <w:rsid w:val="001662DC"/>
    <w:rsid w:val="00166F65"/>
    <w:rsid w:val="0016764F"/>
    <w:rsid w:val="0016766D"/>
    <w:rsid w:val="00170545"/>
    <w:rsid w:val="00172816"/>
    <w:rsid w:val="001730EE"/>
    <w:rsid w:val="0017322D"/>
    <w:rsid w:val="001733A0"/>
    <w:rsid w:val="00173AAA"/>
    <w:rsid w:val="001752DC"/>
    <w:rsid w:val="00175D0E"/>
    <w:rsid w:val="00176304"/>
    <w:rsid w:val="001767CA"/>
    <w:rsid w:val="00180590"/>
    <w:rsid w:val="00183512"/>
    <w:rsid w:val="00183A34"/>
    <w:rsid w:val="00183ACE"/>
    <w:rsid w:val="00183CD0"/>
    <w:rsid w:val="00184772"/>
    <w:rsid w:val="001848B2"/>
    <w:rsid w:val="00186050"/>
    <w:rsid w:val="0018693D"/>
    <w:rsid w:val="00186B4F"/>
    <w:rsid w:val="00186C16"/>
    <w:rsid w:val="001870BA"/>
    <w:rsid w:val="0018761C"/>
    <w:rsid w:val="00190610"/>
    <w:rsid w:val="00190717"/>
    <w:rsid w:val="00192886"/>
    <w:rsid w:val="00192DFF"/>
    <w:rsid w:val="00193779"/>
    <w:rsid w:val="001940E0"/>
    <w:rsid w:val="0019554D"/>
    <w:rsid w:val="00195747"/>
    <w:rsid w:val="00196353"/>
    <w:rsid w:val="00196D52"/>
    <w:rsid w:val="001A0945"/>
    <w:rsid w:val="001A0F91"/>
    <w:rsid w:val="001A116E"/>
    <w:rsid w:val="001A1256"/>
    <w:rsid w:val="001A15D5"/>
    <w:rsid w:val="001A21B8"/>
    <w:rsid w:val="001A36D4"/>
    <w:rsid w:val="001A4C13"/>
    <w:rsid w:val="001A59A2"/>
    <w:rsid w:val="001A6026"/>
    <w:rsid w:val="001A6E50"/>
    <w:rsid w:val="001A7F4C"/>
    <w:rsid w:val="001B0716"/>
    <w:rsid w:val="001B0E2F"/>
    <w:rsid w:val="001B22FC"/>
    <w:rsid w:val="001B25E5"/>
    <w:rsid w:val="001B4F97"/>
    <w:rsid w:val="001B5513"/>
    <w:rsid w:val="001B61B5"/>
    <w:rsid w:val="001B6848"/>
    <w:rsid w:val="001B7950"/>
    <w:rsid w:val="001B7C30"/>
    <w:rsid w:val="001C142E"/>
    <w:rsid w:val="001C1C8F"/>
    <w:rsid w:val="001C249E"/>
    <w:rsid w:val="001C2B69"/>
    <w:rsid w:val="001C2C20"/>
    <w:rsid w:val="001C3A34"/>
    <w:rsid w:val="001C3DC9"/>
    <w:rsid w:val="001C4177"/>
    <w:rsid w:val="001C5AD4"/>
    <w:rsid w:val="001C649B"/>
    <w:rsid w:val="001C6C6A"/>
    <w:rsid w:val="001D0AC5"/>
    <w:rsid w:val="001D2514"/>
    <w:rsid w:val="001D4B24"/>
    <w:rsid w:val="001D6751"/>
    <w:rsid w:val="001D6883"/>
    <w:rsid w:val="001E1775"/>
    <w:rsid w:val="001E3135"/>
    <w:rsid w:val="001E3896"/>
    <w:rsid w:val="001E3E7E"/>
    <w:rsid w:val="001E5F79"/>
    <w:rsid w:val="001F0260"/>
    <w:rsid w:val="001F2494"/>
    <w:rsid w:val="001F5516"/>
    <w:rsid w:val="001F6995"/>
    <w:rsid w:val="002000B0"/>
    <w:rsid w:val="00200176"/>
    <w:rsid w:val="00201885"/>
    <w:rsid w:val="00202E03"/>
    <w:rsid w:val="00202FA0"/>
    <w:rsid w:val="00203ABE"/>
    <w:rsid w:val="00203B14"/>
    <w:rsid w:val="002043DC"/>
    <w:rsid w:val="0020596E"/>
    <w:rsid w:val="002069FC"/>
    <w:rsid w:val="00207645"/>
    <w:rsid w:val="00210B3C"/>
    <w:rsid w:val="002110E2"/>
    <w:rsid w:val="00211A15"/>
    <w:rsid w:val="00212291"/>
    <w:rsid w:val="002125A8"/>
    <w:rsid w:val="00216E33"/>
    <w:rsid w:val="002179EF"/>
    <w:rsid w:val="00220088"/>
    <w:rsid w:val="00220142"/>
    <w:rsid w:val="002211C9"/>
    <w:rsid w:val="00221F1A"/>
    <w:rsid w:val="0022325E"/>
    <w:rsid w:val="002234B9"/>
    <w:rsid w:val="00224A84"/>
    <w:rsid w:val="00225545"/>
    <w:rsid w:val="00226245"/>
    <w:rsid w:val="00226C00"/>
    <w:rsid w:val="00227B03"/>
    <w:rsid w:val="00227C7C"/>
    <w:rsid w:val="00230D67"/>
    <w:rsid w:val="00232B2C"/>
    <w:rsid w:val="00232BEA"/>
    <w:rsid w:val="00232FD9"/>
    <w:rsid w:val="0023340E"/>
    <w:rsid w:val="0023391A"/>
    <w:rsid w:val="00233E3D"/>
    <w:rsid w:val="00234305"/>
    <w:rsid w:val="00235832"/>
    <w:rsid w:val="0023590A"/>
    <w:rsid w:val="00236E3C"/>
    <w:rsid w:val="00236EB6"/>
    <w:rsid w:val="0023733B"/>
    <w:rsid w:val="002378B0"/>
    <w:rsid w:val="00237BF7"/>
    <w:rsid w:val="002400A3"/>
    <w:rsid w:val="00241441"/>
    <w:rsid w:val="0024163F"/>
    <w:rsid w:val="00242888"/>
    <w:rsid w:val="00243BD1"/>
    <w:rsid w:val="00244765"/>
    <w:rsid w:val="00245FB5"/>
    <w:rsid w:val="0024775C"/>
    <w:rsid w:val="0025091F"/>
    <w:rsid w:val="00250F31"/>
    <w:rsid w:val="0025144B"/>
    <w:rsid w:val="002534EA"/>
    <w:rsid w:val="00254F66"/>
    <w:rsid w:val="00255195"/>
    <w:rsid w:val="00255227"/>
    <w:rsid w:val="00256DAB"/>
    <w:rsid w:val="00256DD8"/>
    <w:rsid w:val="00257EEC"/>
    <w:rsid w:val="00257FB4"/>
    <w:rsid w:val="0026095F"/>
    <w:rsid w:val="00263402"/>
    <w:rsid w:val="0026368A"/>
    <w:rsid w:val="00264027"/>
    <w:rsid w:val="00264485"/>
    <w:rsid w:val="00265872"/>
    <w:rsid w:val="00265C68"/>
    <w:rsid w:val="00270D8B"/>
    <w:rsid w:val="00271666"/>
    <w:rsid w:val="00271E50"/>
    <w:rsid w:val="00274E13"/>
    <w:rsid w:val="002774A5"/>
    <w:rsid w:val="002811F2"/>
    <w:rsid w:val="00281F0F"/>
    <w:rsid w:val="002825F7"/>
    <w:rsid w:val="00283062"/>
    <w:rsid w:val="00283780"/>
    <w:rsid w:val="002840E7"/>
    <w:rsid w:val="00286F56"/>
    <w:rsid w:val="0028727F"/>
    <w:rsid w:val="00287C36"/>
    <w:rsid w:val="0029046B"/>
    <w:rsid w:val="00293514"/>
    <w:rsid w:val="00294687"/>
    <w:rsid w:val="00297343"/>
    <w:rsid w:val="002A179B"/>
    <w:rsid w:val="002A21E7"/>
    <w:rsid w:val="002A23EB"/>
    <w:rsid w:val="002A40C8"/>
    <w:rsid w:val="002A5B2A"/>
    <w:rsid w:val="002A79B4"/>
    <w:rsid w:val="002A7E54"/>
    <w:rsid w:val="002A7E90"/>
    <w:rsid w:val="002B0898"/>
    <w:rsid w:val="002B14A3"/>
    <w:rsid w:val="002B17A8"/>
    <w:rsid w:val="002B3A57"/>
    <w:rsid w:val="002B3BDB"/>
    <w:rsid w:val="002B448C"/>
    <w:rsid w:val="002B4B3C"/>
    <w:rsid w:val="002B4E3D"/>
    <w:rsid w:val="002B5242"/>
    <w:rsid w:val="002B62B1"/>
    <w:rsid w:val="002B7397"/>
    <w:rsid w:val="002B7440"/>
    <w:rsid w:val="002C13D5"/>
    <w:rsid w:val="002C1BF2"/>
    <w:rsid w:val="002C20CC"/>
    <w:rsid w:val="002C22DB"/>
    <w:rsid w:val="002C441F"/>
    <w:rsid w:val="002C7067"/>
    <w:rsid w:val="002C7A27"/>
    <w:rsid w:val="002D0BA1"/>
    <w:rsid w:val="002D47EF"/>
    <w:rsid w:val="002D6972"/>
    <w:rsid w:val="002D6B69"/>
    <w:rsid w:val="002D6FED"/>
    <w:rsid w:val="002E4BBD"/>
    <w:rsid w:val="002E4DD2"/>
    <w:rsid w:val="002E509C"/>
    <w:rsid w:val="002E73FC"/>
    <w:rsid w:val="002F0CF2"/>
    <w:rsid w:val="002F1024"/>
    <w:rsid w:val="002F17FF"/>
    <w:rsid w:val="002F2C6F"/>
    <w:rsid w:val="002F5F19"/>
    <w:rsid w:val="002F7DAE"/>
    <w:rsid w:val="003011FA"/>
    <w:rsid w:val="0030259F"/>
    <w:rsid w:val="003046B6"/>
    <w:rsid w:val="003059E2"/>
    <w:rsid w:val="00305E37"/>
    <w:rsid w:val="00312409"/>
    <w:rsid w:val="0031344A"/>
    <w:rsid w:val="00313F34"/>
    <w:rsid w:val="0031582C"/>
    <w:rsid w:val="003164AB"/>
    <w:rsid w:val="00316EA7"/>
    <w:rsid w:val="0032024B"/>
    <w:rsid w:val="00320545"/>
    <w:rsid w:val="0032062D"/>
    <w:rsid w:val="00324309"/>
    <w:rsid w:val="00324A04"/>
    <w:rsid w:val="003263A5"/>
    <w:rsid w:val="00326566"/>
    <w:rsid w:val="003269C6"/>
    <w:rsid w:val="00330759"/>
    <w:rsid w:val="00330D56"/>
    <w:rsid w:val="00330FAD"/>
    <w:rsid w:val="00331593"/>
    <w:rsid w:val="00332A65"/>
    <w:rsid w:val="0033361B"/>
    <w:rsid w:val="00333668"/>
    <w:rsid w:val="00333E98"/>
    <w:rsid w:val="00334008"/>
    <w:rsid w:val="00336763"/>
    <w:rsid w:val="00336BD4"/>
    <w:rsid w:val="00336FC6"/>
    <w:rsid w:val="00337825"/>
    <w:rsid w:val="00337A18"/>
    <w:rsid w:val="00340507"/>
    <w:rsid w:val="00340E83"/>
    <w:rsid w:val="00341438"/>
    <w:rsid w:val="003432B6"/>
    <w:rsid w:val="003457AB"/>
    <w:rsid w:val="00346DB9"/>
    <w:rsid w:val="00350536"/>
    <w:rsid w:val="00350AC7"/>
    <w:rsid w:val="0035143A"/>
    <w:rsid w:val="00351F1D"/>
    <w:rsid w:val="0035315E"/>
    <w:rsid w:val="003553BB"/>
    <w:rsid w:val="003574C9"/>
    <w:rsid w:val="00360B3D"/>
    <w:rsid w:val="003611B2"/>
    <w:rsid w:val="0036171D"/>
    <w:rsid w:val="003617A7"/>
    <w:rsid w:val="00362C45"/>
    <w:rsid w:val="00363AB7"/>
    <w:rsid w:val="003643BB"/>
    <w:rsid w:val="003644CD"/>
    <w:rsid w:val="00364604"/>
    <w:rsid w:val="003651A1"/>
    <w:rsid w:val="00365C8A"/>
    <w:rsid w:val="00366293"/>
    <w:rsid w:val="003666F5"/>
    <w:rsid w:val="00367725"/>
    <w:rsid w:val="00372703"/>
    <w:rsid w:val="00374059"/>
    <w:rsid w:val="00375A03"/>
    <w:rsid w:val="00375AE4"/>
    <w:rsid w:val="00376C1B"/>
    <w:rsid w:val="0037713B"/>
    <w:rsid w:val="00377583"/>
    <w:rsid w:val="003778EC"/>
    <w:rsid w:val="00377B5B"/>
    <w:rsid w:val="003807E3"/>
    <w:rsid w:val="003844AC"/>
    <w:rsid w:val="00384775"/>
    <w:rsid w:val="0039033B"/>
    <w:rsid w:val="00390B01"/>
    <w:rsid w:val="003910AC"/>
    <w:rsid w:val="003913AA"/>
    <w:rsid w:val="0039189E"/>
    <w:rsid w:val="00391B00"/>
    <w:rsid w:val="003925F9"/>
    <w:rsid w:val="003948C2"/>
    <w:rsid w:val="0039501F"/>
    <w:rsid w:val="00395883"/>
    <w:rsid w:val="00395BD4"/>
    <w:rsid w:val="00397471"/>
    <w:rsid w:val="00397D51"/>
    <w:rsid w:val="003A0755"/>
    <w:rsid w:val="003A1459"/>
    <w:rsid w:val="003A2137"/>
    <w:rsid w:val="003A2C03"/>
    <w:rsid w:val="003A5738"/>
    <w:rsid w:val="003A5E7B"/>
    <w:rsid w:val="003A60B4"/>
    <w:rsid w:val="003A6A74"/>
    <w:rsid w:val="003A720D"/>
    <w:rsid w:val="003A7708"/>
    <w:rsid w:val="003B012E"/>
    <w:rsid w:val="003B0715"/>
    <w:rsid w:val="003B3B7D"/>
    <w:rsid w:val="003B3F59"/>
    <w:rsid w:val="003B5F4C"/>
    <w:rsid w:val="003B655B"/>
    <w:rsid w:val="003B7405"/>
    <w:rsid w:val="003B7924"/>
    <w:rsid w:val="003C0FE7"/>
    <w:rsid w:val="003C1049"/>
    <w:rsid w:val="003C10F8"/>
    <w:rsid w:val="003C1180"/>
    <w:rsid w:val="003C3449"/>
    <w:rsid w:val="003C6E88"/>
    <w:rsid w:val="003D0065"/>
    <w:rsid w:val="003D2924"/>
    <w:rsid w:val="003D3D3D"/>
    <w:rsid w:val="003D5082"/>
    <w:rsid w:val="003D514A"/>
    <w:rsid w:val="003D724B"/>
    <w:rsid w:val="003D7C76"/>
    <w:rsid w:val="003E00C9"/>
    <w:rsid w:val="003E0BFF"/>
    <w:rsid w:val="003E2836"/>
    <w:rsid w:val="003E36EC"/>
    <w:rsid w:val="003E470A"/>
    <w:rsid w:val="003E54D2"/>
    <w:rsid w:val="003F0010"/>
    <w:rsid w:val="003F0A60"/>
    <w:rsid w:val="003F2717"/>
    <w:rsid w:val="003F31A4"/>
    <w:rsid w:val="003F31D6"/>
    <w:rsid w:val="003F3F2B"/>
    <w:rsid w:val="003F5FB7"/>
    <w:rsid w:val="003F644B"/>
    <w:rsid w:val="003F7A7E"/>
    <w:rsid w:val="00401032"/>
    <w:rsid w:val="00402966"/>
    <w:rsid w:val="00403A0F"/>
    <w:rsid w:val="00403B04"/>
    <w:rsid w:val="00404026"/>
    <w:rsid w:val="0040474E"/>
    <w:rsid w:val="00406445"/>
    <w:rsid w:val="00407240"/>
    <w:rsid w:val="004100F0"/>
    <w:rsid w:val="00410F3D"/>
    <w:rsid w:val="00411742"/>
    <w:rsid w:val="00413043"/>
    <w:rsid w:val="0041352A"/>
    <w:rsid w:val="00413EC1"/>
    <w:rsid w:val="00415211"/>
    <w:rsid w:val="00417399"/>
    <w:rsid w:val="004213B2"/>
    <w:rsid w:val="0042180D"/>
    <w:rsid w:val="00421CC6"/>
    <w:rsid w:val="004226C9"/>
    <w:rsid w:val="00423598"/>
    <w:rsid w:val="00423E71"/>
    <w:rsid w:val="00423F2C"/>
    <w:rsid w:val="00424D0D"/>
    <w:rsid w:val="00425F91"/>
    <w:rsid w:val="00426A97"/>
    <w:rsid w:val="00427B35"/>
    <w:rsid w:val="004304DE"/>
    <w:rsid w:val="00432A31"/>
    <w:rsid w:val="00436C23"/>
    <w:rsid w:val="00441B36"/>
    <w:rsid w:val="0044200C"/>
    <w:rsid w:val="00442271"/>
    <w:rsid w:val="00447316"/>
    <w:rsid w:val="00447443"/>
    <w:rsid w:val="00451A07"/>
    <w:rsid w:val="00451CDF"/>
    <w:rsid w:val="004524AF"/>
    <w:rsid w:val="00454526"/>
    <w:rsid w:val="004552BB"/>
    <w:rsid w:val="004566F7"/>
    <w:rsid w:val="00460D2D"/>
    <w:rsid w:val="00460F04"/>
    <w:rsid w:val="004612FF"/>
    <w:rsid w:val="00462F78"/>
    <w:rsid w:val="00463410"/>
    <w:rsid w:val="00463991"/>
    <w:rsid w:val="004658F7"/>
    <w:rsid w:val="0046592D"/>
    <w:rsid w:val="00465D83"/>
    <w:rsid w:val="00466879"/>
    <w:rsid w:val="00467076"/>
    <w:rsid w:val="004679D0"/>
    <w:rsid w:val="0047130C"/>
    <w:rsid w:val="00471B9F"/>
    <w:rsid w:val="00472EBB"/>
    <w:rsid w:val="0047301D"/>
    <w:rsid w:val="0047303F"/>
    <w:rsid w:val="00477557"/>
    <w:rsid w:val="00477641"/>
    <w:rsid w:val="004801BD"/>
    <w:rsid w:val="004807DD"/>
    <w:rsid w:val="0048128D"/>
    <w:rsid w:val="00482231"/>
    <w:rsid w:val="0048379B"/>
    <w:rsid w:val="00483D0B"/>
    <w:rsid w:val="00484C12"/>
    <w:rsid w:val="00486D54"/>
    <w:rsid w:val="00490D5A"/>
    <w:rsid w:val="00495FB9"/>
    <w:rsid w:val="004A00CB"/>
    <w:rsid w:val="004A2FD1"/>
    <w:rsid w:val="004A4AE9"/>
    <w:rsid w:val="004A6934"/>
    <w:rsid w:val="004B1840"/>
    <w:rsid w:val="004B2A49"/>
    <w:rsid w:val="004B31CE"/>
    <w:rsid w:val="004B3A50"/>
    <w:rsid w:val="004B3C3E"/>
    <w:rsid w:val="004B441D"/>
    <w:rsid w:val="004B459A"/>
    <w:rsid w:val="004C054D"/>
    <w:rsid w:val="004C13DF"/>
    <w:rsid w:val="004C198B"/>
    <w:rsid w:val="004C37E1"/>
    <w:rsid w:val="004C3E8E"/>
    <w:rsid w:val="004C4A85"/>
    <w:rsid w:val="004C58C2"/>
    <w:rsid w:val="004C6518"/>
    <w:rsid w:val="004D0710"/>
    <w:rsid w:val="004D145E"/>
    <w:rsid w:val="004D1D4F"/>
    <w:rsid w:val="004D2118"/>
    <w:rsid w:val="004D3D57"/>
    <w:rsid w:val="004D4699"/>
    <w:rsid w:val="004D4E80"/>
    <w:rsid w:val="004D58FA"/>
    <w:rsid w:val="004E0395"/>
    <w:rsid w:val="004E0EC1"/>
    <w:rsid w:val="004E2FAD"/>
    <w:rsid w:val="004E393E"/>
    <w:rsid w:val="004E5129"/>
    <w:rsid w:val="004E5A26"/>
    <w:rsid w:val="004E75A1"/>
    <w:rsid w:val="004E7B01"/>
    <w:rsid w:val="004F0FB6"/>
    <w:rsid w:val="004F15F6"/>
    <w:rsid w:val="004F24B3"/>
    <w:rsid w:val="004F36BA"/>
    <w:rsid w:val="004F40BB"/>
    <w:rsid w:val="004F4864"/>
    <w:rsid w:val="004F48DB"/>
    <w:rsid w:val="004F52C2"/>
    <w:rsid w:val="004F52EA"/>
    <w:rsid w:val="004F553E"/>
    <w:rsid w:val="004F5692"/>
    <w:rsid w:val="004F6475"/>
    <w:rsid w:val="004F749E"/>
    <w:rsid w:val="005016A9"/>
    <w:rsid w:val="00502105"/>
    <w:rsid w:val="0050290D"/>
    <w:rsid w:val="00503239"/>
    <w:rsid w:val="0050341E"/>
    <w:rsid w:val="0050629B"/>
    <w:rsid w:val="0051078F"/>
    <w:rsid w:val="00511969"/>
    <w:rsid w:val="00511BF0"/>
    <w:rsid w:val="00513E78"/>
    <w:rsid w:val="00514EF5"/>
    <w:rsid w:val="00515D30"/>
    <w:rsid w:val="0051777E"/>
    <w:rsid w:val="005204FD"/>
    <w:rsid w:val="00522CD0"/>
    <w:rsid w:val="0052307A"/>
    <w:rsid w:val="0052436D"/>
    <w:rsid w:val="00524596"/>
    <w:rsid w:val="0052501D"/>
    <w:rsid w:val="00525D92"/>
    <w:rsid w:val="00527799"/>
    <w:rsid w:val="00527F39"/>
    <w:rsid w:val="00531B27"/>
    <w:rsid w:val="00533644"/>
    <w:rsid w:val="005337FA"/>
    <w:rsid w:val="0053430C"/>
    <w:rsid w:val="005356D0"/>
    <w:rsid w:val="00535C34"/>
    <w:rsid w:val="0053609F"/>
    <w:rsid w:val="00537C27"/>
    <w:rsid w:val="005405A4"/>
    <w:rsid w:val="00541C60"/>
    <w:rsid w:val="00543C9A"/>
    <w:rsid w:val="005441E8"/>
    <w:rsid w:val="00545D5A"/>
    <w:rsid w:val="0054603D"/>
    <w:rsid w:val="00546275"/>
    <w:rsid w:val="005465F1"/>
    <w:rsid w:val="0054669E"/>
    <w:rsid w:val="00547134"/>
    <w:rsid w:val="00551A67"/>
    <w:rsid w:val="00552C05"/>
    <w:rsid w:val="00552E12"/>
    <w:rsid w:val="005541B5"/>
    <w:rsid w:val="00555B6D"/>
    <w:rsid w:val="005572B6"/>
    <w:rsid w:val="0056108F"/>
    <w:rsid w:val="0056302C"/>
    <w:rsid w:val="00564423"/>
    <w:rsid w:val="00564782"/>
    <w:rsid w:val="00566335"/>
    <w:rsid w:val="00566967"/>
    <w:rsid w:val="005709BD"/>
    <w:rsid w:val="00570FF9"/>
    <w:rsid w:val="005748E4"/>
    <w:rsid w:val="00574EC5"/>
    <w:rsid w:val="0057674E"/>
    <w:rsid w:val="00576965"/>
    <w:rsid w:val="00581961"/>
    <w:rsid w:val="00581B88"/>
    <w:rsid w:val="0058338B"/>
    <w:rsid w:val="005834CA"/>
    <w:rsid w:val="00586F64"/>
    <w:rsid w:val="00587660"/>
    <w:rsid w:val="00591F5C"/>
    <w:rsid w:val="005920E7"/>
    <w:rsid w:val="005930F9"/>
    <w:rsid w:val="00593E69"/>
    <w:rsid w:val="0059411A"/>
    <w:rsid w:val="005942FE"/>
    <w:rsid w:val="0059530A"/>
    <w:rsid w:val="005954C0"/>
    <w:rsid w:val="00596710"/>
    <w:rsid w:val="00596E77"/>
    <w:rsid w:val="005A126E"/>
    <w:rsid w:val="005A152B"/>
    <w:rsid w:val="005A322C"/>
    <w:rsid w:val="005A581D"/>
    <w:rsid w:val="005A5DBB"/>
    <w:rsid w:val="005A6BAA"/>
    <w:rsid w:val="005B04E9"/>
    <w:rsid w:val="005B077B"/>
    <w:rsid w:val="005B19E9"/>
    <w:rsid w:val="005B1D31"/>
    <w:rsid w:val="005B3D22"/>
    <w:rsid w:val="005B4159"/>
    <w:rsid w:val="005B4AF9"/>
    <w:rsid w:val="005B5E56"/>
    <w:rsid w:val="005B6C3F"/>
    <w:rsid w:val="005C2313"/>
    <w:rsid w:val="005C38E2"/>
    <w:rsid w:val="005C530F"/>
    <w:rsid w:val="005C59EE"/>
    <w:rsid w:val="005C77A2"/>
    <w:rsid w:val="005C7E25"/>
    <w:rsid w:val="005D056D"/>
    <w:rsid w:val="005D0820"/>
    <w:rsid w:val="005D0E23"/>
    <w:rsid w:val="005D1885"/>
    <w:rsid w:val="005D28D6"/>
    <w:rsid w:val="005D373F"/>
    <w:rsid w:val="005D4745"/>
    <w:rsid w:val="005D4981"/>
    <w:rsid w:val="005D4C95"/>
    <w:rsid w:val="005D4E08"/>
    <w:rsid w:val="005D51FE"/>
    <w:rsid w:val="005D5778"/>
    <w:rsid w:val="005D5AF2"/>
    <w:rsid w:val="005D64CF"/>
    <w:rsid w:val="005E0F0E"/>
    <w:rsid w:val="005E2865"/>
    <w:rsid w:val="005E3076"/>
    <w:rsid w:val="005E3E6E"/>
    <w:rsid w:val="005E4429"/>
    <w:rsid w:val="005E4A4A"/>
    <w:rsid w:val="005E4B73"/>
    <w:rsid w:val="005E7843"/>
    <w:rsid w:val="005F0699"/>
    <w:rsid w:val="005F0D0A"/>
    <w:rsid w:val="005F14DD"/>
    <w:rsid w:val="005F17B2"/>
    <w:rsid w:val="005F2374"/>
    <w:rsid w:val="005F2F01"/>
    <w:rsid w:val="005F477D"/>
    <w:rsid w:val="005F5762"/>
    <w:rsid w:val="005F57D3"/>
    <w:rsid w:val="005F5840"/>
    <w:rsid w:val="005F6999"/>
    <w:rsid w:val="005F7CBB"/>
    <w:rsid w:val="005F7E40"/>
    <w:rsid w:val="00602C1F"/>
    <w:rsid w:val="00602EAE"/>
    <w:rsid w:val="0060378C"/>
    <w:rsid w:val="0060458A"/>
    <w:rsid w:val="0060763C"/>
    <w:rsid w:val="00607F5C"/>
    <w:rsid w:val="00610A26"/>
    <w:rsid w:val="00611728"/>
    <w:rsid w:val="006149AA"/>
    <w:rsid w:val="00614E90"/>
    <w:rsid w:val="0061685B"/>
    <w:rsid w:val="00616F34"/>
    <w:rsid w:val="006215E9"/>
    <w:rsid w:val="00621B37"/>
    <w:rsid w:val="006226BB"/>
    <w:rsid w:val="00622873"/>
    <w:rsid w:val="00622B68"/>
    <w:rsid w:val="00623C1F"/>
    <w:rsid w:val="00624144"/>
    <w:rsid w:val="00624D7E"/>
    <w:rsid w:val="00625192"/>
    <w:rsid w:val="00625233"/>
    <w:rsid w:val="00630C00"/>
    <w:rsid w:val="00631734"/>
    <w:rsid w:val="00632C87"/>
    <w:rsid w:val="00633C2E"/>
    <w:rsid w:val="00635439"/>
    <w:rsid w:val="006356CF"/>
    <w:rsid w:val="00635C07"/>
    <w:rsid w:val="00636B76"/>
    <w:rsid w:val="006403BB"/>
    <w:rsid w:val="006414AD"/>
    <w:rsid w:val="00641FFC"/>
    <w:rsid w:val="006428CC"/>
    <w:rsid w:val="00643B85"/>
    <w:rsid w:val="00645216"/>
    <w:rsid w:val="00645393"/>
    <w:rsid w:val="0065034D"/>
    <w:rsid w:val="00650914"/>
    <w:rsid w:val="00652943"/>
    <w:rsid w:val="00652D18"/>
    <w:rsid w:val="0065313B"/>
    <w:rsid w:val="006549AA"/>
    <w:rsid w:val="00654B6C"/>
    <w:rsid w:val="00654E35"/>
    <w:rsid w:val="006553CF"/>
    <w:rsid w:val="006555D0"/>
    <w:rsid w:val="00657502"/>
    <w:rsid w:val="0066086C"/>
    <w:rsid w:val="00662A8E"/>
    <w:rsid w:val="00662A91"/>
    <w:rsid w:val="006633C9"/>
    <w:rsid w:val="00663C9F"/>
    <w:rsid w:val="006640B1"/>
    <w:rsid w:val="00664915"/>
    <w:rsid w:val="00666DDE"/>
    <w:rsid w:val="00666E14"/>
    <w:rsid w:val="00667787"/>
    <w:rsid w:val="00670BB1"/>
    <w:rsid w:val="00670CFE"/>
    <w:rsid w:val="00671998"/>
    <w:rsid w:val="00672001"/>
    <w:rsid w:val="006726DB"/>
    <w:rsid w:val="00672FBB"/>
    <w:rsid w:val="00673E45"/>
    <w:rsid w:val="00674E05"/>
    <w:rsid w:val="00675450"/>
    <w:rsid w:val="00675C5C"/>
    <w:rsid w:val="0067728E"/>
    <w:rsid w:val="00677B03"/>
    <w:rsid w:val="006804BB"/>
    <w:rsid w:val="006827EF"/>
    <w:rsid w:val="006909E2"/>
    <w:rsid w:val="00690D73"/>
    <w:rsid w:val="00692F1F"/>
    <w:rsid w:val="00694037"/>
    <w:rsid w:val="006947C5"/>
    <w:rsid w:val="00694FB4"/>
    <w:rsid w:val="00695A98"/>
    <w:rsid w:val="006976D8"/>
    <w:rsid w:val="006A071C"/>
    <w:rsid w:val="006A16E8"/>
    <w:rsid w:val="006A1A48"/>
    <w:rsid w:val="006A1C11"/>
    <w:rsid w:val="006A1EAF"/>
    <w:rsid w:val="006A2FAA"/>
    <w:rsid w:val="006A30E8"/>
    <w:rsid w:val="006A3956"/>
    <w:rsid w:val="006A4530"/>
    <w:rsid w:val="006A68BA"/>
    <w:rsid w:val="006A704D"/>
    <w:rsid w:val="006A7E54"/>
    <w:rsid w:val="006B1483"/>
    <w:rsid w:val="006B2D88"/>
    <w:rsid w:val="006B3085"/>
    <w:rsid w:val="006B3161"/>
    <w:rsid w:val="006B3284"/>
    <w:rsid w:val="006B43C0"/>
    <w:rsid w:val="006C0BE5"/>
    <w:rsid w:val="006C111E"/>
    <w:rsid w:val="006C128A"/>
    <w:rsid w:val="006C1565"/>
    <w:rsid w:val="006C20EA"/>
    <w:rsid w:val="006C3803"/>
    <w:rsid w:val="006C3F0A"/>
    <w:rsid w:val="006C4004"/>
    <w:rsid w:val="006C5358"/>
    <w:rsid w:val="006C6D9A"/>
    <w:rsid w:val="006C7DA7"/>
    <w:rsid w:val="006C7E22"/>
    <w:rsid w:val="006D0F40"/>
    <w:rsid w:val="006D1F8C"/>
    <w:rsid w:val="006D3CD7"/>
    <w:rsid w:val="006D4A6B"/>
    <w:rsid w:val="006D6F79"/>
    <w:rsid w:val="006D7927"/>
    <w:rsid w:val="006E1952"/>
    <w:rsid w:val="006E6E9C"/>
    <w:rsid w:val="006E7CD6"/>
    <w:rsid w:val="006F0721"/>
    <w:rsid w:val="006F1129"/>
    <w:rsid w:val="006F113C"/>
    <w:rsid w:val="006F2A6B"/>
    <w:rsid w:val="006F4066"/>
    <w:rsid w:val="006F6D54"/>
    <w:rsid w:val="006F7DC9"/>
    <w:rsid w:val="00700EB5"/>
    <w:rsid w:val="007021A7"/>
    <w:rsid w:val="0070341E"/>
    <w:rsid w:val="00703B26"/>
    <w:rsid w:val="00703B82"/>
    <w:rsid w:val="00704CF2"/>
    <w:rsid w:val="0070659B"/>
    <w:rsid w:val="00710DA4"/>
    <w:rsid w:val="007116DF"/>
    <w:rsid w:val="0071212D"/>
    <w:rsid w:val="00712BE6"/>
    <w:rsid w:val="007130A8"/>
    <w:rsid w:val="007131BC"/>
    <w:rsid w:val="007134F5"/>
    <w:rsid w:val="00713E6D"/>
    <w:rsid w:val="00714704"/>
    <w:rsid w:val="00720077"/>
    <w:rsid w:val="00722DC4"/>
    <w:rsid w:val="00725BDE"/>
    <w:rsid w:val="007273BB"/>
    <w:rsid w:val="00727A22"/>
    <w:rsid w:val="00734133"/>
    <w:rsid w:val="007354BE"/>
    <w:rsid w:val="007359FF"/>
    <w:rsid w:val="00735B47"/>
    <w:rsid w:val="0074040C"/>
    <w:rsid w:val="00741271"/>
    <w:rsid w:val="007430F1"/>
    <w:rsid w:val="00743F68"/>
    <w:rsid w:val="00744263"/>
    <w:rsid w:val="0074484A"/>
    <w:rsid w:val="00753710"/>
    <w:rsid w:val="00753E27"/>
    <w:rsid w:val="00756910"/>
    <w:rsid w:val="00757694"/>
    <w:rsid w:val="00757898"/>
    <w:rsid w:val="00761637"/>
    <w:rsid w:val="00761ADA"/>
    <w:rsid w:val="00761ED0"/>
    <w:rsid w:val="00763950"/>
    <w:rsid w:val="0076438E"/>
    <w:rsid w:val="00764B95"/>
    <w:rsid w:val="007665ED"/>
    <w:rsid w:val="00766702"/>
    <w:rsid w:val="007669A9"/>
    <w:rsid w:val="00766C6C"/>
    <w:rsid w:val="0077417E"/>
    <w:rsid w:val="0077499D"/>
    <w:rsid w:val="00774D1C"/>
    <w:rsid w:val="00777B3A"/>
    <w:rsid w:val="00777B9C"/>
    <w:rsid w:val="00781C49"/>
    <w:rsid w:val="00782544"/>
    <w:rsid w:val="0078297B"/>
    <w:rsid w:val="00783AF2"/>
    <w:rsid w:val="007867C2"/>
    <w:rsid w:val="00786C7A"/>
    <w:rsid w:val="00790101"/>
    <w:rsid w:val="0079230E"/>
    <w:rsid w:val="007925F9"/>
    <w:rsid w:val="007973DF"/>
    <w:rsid w:val="00797BDB"/>
    <w:rsid w:val="00797DC0"/>
    <w:rsid w:val="007A0441"/>
    <w:rsid w:val="007A07D8"/>
    <w:rsid w:val="007A120E"/>
    <w:rsid w:val="007A1988"/>
    <w:rsid w:val="007A3C5B"/>
    <w:rsid w:val="007A5683"/>
    <w:rsid w:val="007A6846"/>
    <w:rsid w:val="007A720E"/>
    <w:rsid w:val="007A78F5"/>
    <w:rsid w:val="007A7EFE"/>
    <w:rsid w:val="007B0B81"/>
    <w:rsid w:val="007B1719"/>
    <w:rsid w:val="007B3CDB"/>
    <w:rsid w:val="007B5958"/>
    <w:rsid w:val="007C19CD"/>
    <w:rsid w:val="007C2E91"/>
    <w:rsid w:val="007C301E"/>
    <w:rsid w:val="007C6144"/>
    <w:rsid w:val="007C6948"/>
    <w:rsid w:val="007D09A1"/>
    <w:rsid w:val="007D0FA2"/>
    <w:rsid w:val="007D1EFB"/>
    <w:rsid w:val="007D5C29"/>
    <w:rsid w:val="007D65FC"/>
    <w:rsid w:val="007D6CDC"/>
    <w:rsid w:val="007E176E"/>
    <w:rsid w:val="007E207B"/>
    <w:rsid w:val="007E2543"/>
    <w:rsid w:val="007E29DA"/>
    <w:rsid w:val="007E4630"/>
    <w:rsid w:val="007E6490"/>
    <w:rsid w:val="007E78A6"/>
    <w:rsid w:val="007F05DA"/>
    <w:rsid w:val="007F12F6"/>
    <w:rsid w:val="007F1FE2"/>
    <w:rsid w:val="007F434F"/>
    <w:rsid w:val="007F43CC"/>
    <w:rsid w:val="007F4A16"/>
    <w:rsid w:val="007F4AAF"/>
    <w:rsid w:val="007F5B87"/>
    <w:rsid w:val="007F6AD0"/>
    <w:rsid w:val="007F6EB5"/>
    <w:rsid w:val="007F7222"/>
    <w:rsid w:val="0080355E"/>
    <w:rsid w:val="00804052"/>
    <w:rsid w:val="008065A9"/>
    <w:rsid w:val="00806E05"/>
    <w:rsid w:val="00810BBD"/>
    <w:rsid w:val="00813E70"/>
    <w:rsid w:val="00815617"/>
    <w:rsid w:val="00815FE6"/>
    <w:rsid w:val="00821BF3"/>
    <w:rsid w:val="008233EC"/>
    <w:rsid w:val="008244AD"/>
    <w:rsid w:val="00824B82"/>
    <w:rsid w:val="00826213"/>
    <w:rsid w:val="00826601"/>
    <w:rsid w:val="00826AD3"/>
    <w:rsid w:val="008279AE"/>
    <w:rsid w:val="00827D39"/>
    <w:rsid w:val="00830F1F"/>
    <w:rsid w:val="0083197B"/>
    <w:rsid w:val="0083293C"/>
    <w:rsid w:val="008347B4"/>
    <w:rsid w:val="00837123"/>
    <w:rsid w:val="00841BA5"/>
    <w:rsid w:val="008426E8"/>
    <w:rsid w:val="008439A2"/>
    <w:rsid w:val="00843C41"/>
    <w:rsid w:val="0084448A"/>
    <w:rsid w:val="00844675"/>
    <w:rsid w:val="00847DB3"/>
    <w:rsid w:val="008502F8"/>
    <w:rsid w:val="00851375"/>
    <w:rsid w:val="00852A91"/>
    <w:rsid w:val="00853104"/>
    <w:rsid w:val="0085335D"/>
    <w:rsid w:val="00856131"/>
    <w:rsid w:val="00856CD7"/>
    <w:rsid w:val="008602FB"/>
    <w:rsid w:val="00861BC1"/>
    <w:rsid w:val="00862064"/>
    <w:rsid w:val="008620FB"/>
    <w:rsid w:val="008640C6"/>
    <w:rsid w:val="00864BB1"/>
    <w:rsid w:val="008652AA"/>
    <w:rsid w:val="00866853"/>
    <w:rsid w:val="00871259"/>
    <w:rsid w:val="008723D6"/>
    <w:rsid w:val="0087469A"/>
    <w:rsid w:val="0087538D"/>
    <w:rsid w:val="008777E7"/>
    <w:rsid w:val="008809A9"/>
    <w:rsid w:val="0088174A"/>
    <w:rsid w:val="00884B7B"/>
    <w:rsid w:val="008863BF"/>
    <w:rsid w:val="00886CAE"/>
    <w:rsid w:val="00886FCF"/>
    <w:rsid w:val="00890025"/>
    <w:rsid w:val="008920F5"/>
    <w:rsid w:val="008932E7"/>
    <w:rsid w:val="008935A7"/>
    <w:rsid w:val="00897DE8"/>
    <w:rsid w:val="008A1070"/>
    <w:rsid w:val="008A1CAC"/>
    <w:rsid w:val="008A2AE4"/>
    <w:rsid w:val="008A2D1A"/>
    <w:rsid w:val="008B132E"/>
    <w:rsid w:val="008B2228"/>
    <w:rsid w:val="008B25DB"/>
    <w:rsid w:val="008B2AAA"/>
    <w:rsid w:val="008B3393"/>
    <w:rsid w:val="008B3CEC"/>
    <w:rsid w:val="008B40AD"/>
    <w:rsid w:val="008B7492"/>
    <w:rsid w:val="008B764A"/>
    <w:rsid w:val="008C00FD"/>
    <w:rsid w:val="008C0A64"/>
    <w:rsid w:val="008C112D"/>
    <w:rsid w:val="008C4F06"/>
    <w:rsid w:val="008C588E"/>
    <w:rsid w:val="008D07BA"/>
    <w:rsid w:val="008D146A"/>
    <w:rsid w:val="008D150A"/>
    <w:rsid w:val="008D194B"/>
    <w:rsid w:val="008D2BF8"/>
    <w:rsid w:val="008D3FFF"/>
    <w:rsid w:val="008D5ADF"/>
    <w:rsid w:val="008D712E"/>
    <w:rsid w:val="008D76DA"/>
    <w:rsid w:val="008E18A7"/>
    <w:rsid w:val="008E2B65"/>
    <w:rsid w:val="008E3C5A"/>
    <w:rsid w:val="008E4C85"/>
    <w:rsid w:val="008E4CAA"/>
    <w:rsid w:val="008E54BE"/>
    <w:rsid w:val="008E6593"/>
    <w:rsid w:val="008E6CD5"/>
    <w:rsid w:val="008F2CF7"/>
    <w:rsid w:val="008F3090"/>
    <w:rsid w:val="008F3F9D"/>
    <w:rsid w:val="008F506E"/>
    <w:rsid w:val="008F5BCE"/>
    <w:rsid w:val="008F5EB0"/>
    <w:rsid w:val="008F6E83"/>
    <w:rsid w:val="008F75F4"/>
    <w:rsid w:val="00900DEB"/>
    <w:rsid w:val="00901D5B"/>
    <w:rsid w:val="0090276E"/>
    <w:rsid w:val="00902A59"/>
    <w:rsid w:val="00902D80"/>
    <w:rsid w:val="00904175"/>
    <w:rsid w:val="00905203"/>
    <w:rsid w:val="00906266"/>
    <w:rsid w:val="00907257"/>
    <w:rsid w:val="0091027E"/>
    <w:rsid w:val="00911C27"/>
    <w:rsid w:val="00915582"/>
    <w:rsid w:val="00915D49"/>
    <w:rsid w:val="00915F08"/>
    <w:rsid w:val="00917E3C"/>
    <w:rsid w:val="00917FE9"/>
    <w:rsid w:val="0092306E"/>
    <w:rsid w:val="00923AC4"/>
    <w:rsid w:val="00923F7D"/>
    <w:rsid w:val="009240AD"/>
    <w:rsid w:val="009253C9"/>
    <w:rsid w:val="0092558B"/>
    <w:rsid w:val="009256D9"/>
    <w:rsid w:val="00926D85"/>
    <w:rsid w:val="00931C54"/>
    <w:rsid w:val="00931F26"/>
    <w:rsid w:val="00932A57"/>
    <w:rsid w:val="00932BF3"/>
    <w:rsid w:val="00934F0E"/>
    <w:rsid w:val="00935706"/>
    <w:rsid w:val="009362CE"/>
    <w:rsid w:val="0093684A"/>
    <w:rsid w:val="00936897"/>
    <w:rsid w:val="00936E61"/>
    <w:rsid w:val="009406B9"/>
    <w:rsid w:val="00942B7B"/>
    <w:rsid w:val="0094344A"/>
    <w:rsid w:val="00944468"/>
    <w:rsid w:val="00944520"/>
    <w:rsid w:val="0094494E"/>
    <w:rsid w:val="009464A0"/>
    <w:rsid w:val="00950691"/>
    <w:rsid w:val="00951F15"/>
    <w:rsid w:val="009538B6"/>
    <w:rsid w:val="00953BA5"/>
    <w:rsid w:val="00953C35"/>
    <w:rsid w:val="00955681"/>
    <w:rsid w:val="0095580F"/>
    <w:rsid w:val="00957693"/>
    <w:rsid w:val="009607C6"/>
    <w:rsid w:val="00961D80"/>
    <w:rsid w:val="00964DA9"/>
    <w:rsid w:val="00965861"/>
    <w:rsid w:val="00965CB9"/>
    <w:rsid w:val="00965F4F"/>
    <w:rsid w:val="009711CD"/>
    <w:rsid w:val="00972E0F"/>
    <w:rsid w:val="00973C01"/>
    <w:rsid w:val="00974ACB"/>
    <w:rsid w:val="0097533F"/>
    <w:rsid w:val="00975DC6"/>
    <w:rsid w:val="009767C9"/>
    <w:rsid w:val="00976A2F"/>
    <w:rsid w:val="00976B45"/>
    <w:rsid w:val="00976CAA"/>
    <w:rsid w:val="009776EC"/>
    <w:rsid w:val="00980A18"/>
    <w:rsid w:val="0098182A"/>
    <w:rsid w:val="00981E40"/>
    <w:rsid w:val="00981E74"/>
    <w:rsid w:val="009821F0"/>
    <w:rsid w:val="00983FCB"/>
    <w:rsid w:val="00986555"/>
    <w:rsid w:val="00990E47"/>
    <w:rsid w:val="009943D8"/>
    <w:rsid w:val="00995EE5"/>
    <w:rsid w:val="00997CD2"/>
    <w:rsid w:val="009A43FF"/>
    <w:rsid w:val="009A4653"/>
    <w:rsid w:val="009A4B91"/>
    <w:rsid w:val="009A6677"/>
    <w:rsid w:val="009B04BF"/>
    <w:rsid w:val="009B101C"/>
    <w:rsid w:val="009B1344"/>
    <w:rsid w:val="009B3C45"/>
    <w:rsid w:val="009B3E75"/>
    <w:rsid w:val="009B4652"/>
    <w:rsid w:val="009B6111"/>
    <w:rsid w:val="009B6861"/>
    <w:rsid w:val="009B6A71"/>
    <w:rsid w:val="009C05A4"/>
    <w:rsid w:val="009C1D12"/>
    <w:rsid w:val="009C23D7"/>
    <w:rsid w:val="009C3589"/>
    <w:rsid w:val="009C5B6E"/>
    <w:rsid w:val="009C6517"/>
    <w:rsid w:val="009C6910"/>
    <w:rsid w:val="009C6C9B"/>
    <w:rsid w:val="009C72EA"/>
    <w:rsid w:val="009C7E09"/>
    <w:rsid w:val="009D042E"/>
    <w:rsid w:val="009D0A65"/>
    <w:rsid w:val="009D2303"/>
    <w:rsid w:val="009D3666"/>
    <w:rsid w:val="009D5B36"/>
    <w:rsid w:val="009D5B87"/>
    <w:rsid w:val="009D64DC"/>
    <w:rsid w:val="009E019C"/>
    <w:rsid w:val="009E06CF"/>
    <w:rsid w:val="009E1088"/>
    <w:rsid w:val="009E4C77"/>
    <w:rsid w:val="009E52B4"/>
    <w:rsid w:val="009E5582"/>
    <w:rsid w:val="009E5E89"/>
    <w:rsid w:val="009E6061"/>
    <w:rsid w:val="009E617C"/>
    <w:rsid w:val="009E70AF"/>
    <w:rsid w:val="009F11E6"/>
    <w:rsid w:val="009F329A"/>
    <w:rsid w:val="009F3351"/>
    <w:rsid w:val="009F4208"/>
    <w:rsid w:val="009F623F"/>
    <w:rsid w:val="009F6C2A"/>
    <w:rsid w:val="00A0379E"/>
    <w:rsid w:val="00A041C6"/>
    <w:rsid w:val="00A04939"/>
    <w:rsid w:val="00A058C9"/>
    <w:rsid w:val="00A06AC7"/>
    <w:rsid w:val="00A0721A"/>
    <w:rsid w:val="00A1006B"/>
    <w:rsid w:val="00A1097A"/>
    <w:rsid w:val="00A11CDE"/>
    <w:rsid w:val="00A126EA"/>
    <w:rsid w:val="00A15ABB"/>
    <w:rsid w:val="00A169E0"/>
    <w:rsid w:val="00A169EC"/>
    <w:rsid w:val="00A172A1"/>
    <w:rsid w:val="00A203A0"/>
    <w:rsid w:val="00A22653"/>
    <w:rsid w:val="00A23754"/>
    <w:rsid w:val="00A23EAF"/>
    <w:rsid w:val="00A24571"/>
    <w:rsid w:val="00A2464F"/>
    <w:rsid w:val="00A24A0F"/>
    <w:rsid w:val="00A304C9"/>
    <w:rsid w:val="00A32273"/>
    <w:rsid w:val="00A32C4F"/>
    <w:rsid w:val="00A330AE"/>
    <w:rsid w:val="00A33400"/>
    <w:rsid w:val="00A3390C"/>
    <w:rsid w:val="00A33DC5"/>
    <w:rsid w:val="00A3470F"/>
    <w:rsid w:val="00A37834"/>
    <w:rsid w:val="00A40BA5"/>
    <w:rsid w:val="00A41D82"/>
    <w:rsid w:val="00A42411"/>
    <w:rsid w:val="00A42D09"/>
    <w:rsid w:val="00A43B4F"/>
    <w:rsid w:val="00A45C6A"/>
    <w:rsid w:val="00A50A62"/>
    <w:rsid w:val="00A51094"/>
    <w:rsid w:val="00A512A2"/>
    <w:rsid w:val="00A52088"/>
    <w:rsid w:val="00A53C2D"/>
    <w:rsid w:val="00A544FC"/>
    <w:rsid w:val="00A61BD1"/>
    <w:rsid w:val="00A62DC0"/>
    <w:rsid w:val="00A66725"/>
    <w:rsid w:val="00A66EFD"/>
    <w:rsid w:val="00A67131"/>
    <w:rsid w:val="00A673F4"/>
    <w:rsid w:val="00A7043B"/>
    <w:rsid w:val="00A72314"/>
    <w:rsid w:val="00A72B47"/>
    <w:rsid w:val="00A7778C"/>
    <w:rsid w:val="00A7795F"/>
    <w:rsid w:val="00A77A3D"/>
    <w:rsid w:val="00A80721"/>
    <w:rsid w:val="00A80910"/>
    <w:rsid w:val="00A80FCD"/>
    <w:rsid w:val="00A81447"/>
    <w:rsid w:val="00A82F7E"/>
    <w:rsid w:val="00A831B2"/>
    <w:rsid w:val="00A834B7"/>
    <w:rsid w:val="00A835F2"/>
    <w:rsid w:val="00A83C12"/>
    <w:rsid w:val="00A84B5D"/>
    <w:rsid w:val="00A84F25"/>
    <w:rsid w:val="00A85591"/>
    <w:rsid w:val="00A85B45"/>
    <w:rsid w:val="00A86D79"/>
    <w:rsid w:val="00A90E79"/>
    <w:rsid w:val="00A92A75"/>
    <w:rsid w:val="00A92F05"/>
    <w:rsid w:val="00A961DE"/>
    <w:rsid w:val="00AA0B2B"/>
    <w:rsid w:val="00AA0E1A"/>
    <w:rsid w:val="00AA13B5"/>
    <w:rsid w:val="00AA5A27"/>
    <w:rsid w:val="00AB0097"/>
    <w:rsid w:val="00AB0448"/>
    <w:rsid w:val="00AB18D2"/>
    <w:rsid w:val="00AB1EB5"/>
    <w:rsid w:val="00AB3127"/>
    <w:rsid w:val="00AB69EC"/>
    <w:rsid w:val="00AC0C6C"/>
    <w:rsid w:val="00AC218E"/>
    <w:rsid w:val="00AC41B3"/>
    <w:rsid w:val="00AC4790"/>
    <w:rsid w:val="00AC6167"/>
    <w:rsid w:val="00AD0BA4"/>
    <w:rsid w:val="00AD16B0"/>
    <w:rsid w:val="00AD19DD"/>
    <w:rsid w:val="00AD42DF"/>
    <w:rsid w:val="00AD4BF3"/>
    <w:rsid w:val="00AD5973"/>
    <w:rsid w:val="00AD74F7"/>
    <w:rsid w:val="00AE0C6C"/>
    <w:rsid w:val="00AE14A6"/>
    <w:rsid w:val="00AE16E7"/>
    <w:rsid w:val="00AE331B"/>
    <w:rsid w:val="00AE48BF"/>
    <w:rsid w:val="00AE4E5B"/>
    <w:rsid w:val="00AE55C4"/>
    <w:rsid w:val="00AE65C3"/>
    <w:rsid w:val="00AE6610"/>
    <w:rsid w:val="00AF04B9"/>
    <w:rsid w:val="00AF1E55"/>
    <w:rsid w:val="00AF25F0"/>
    <w:rsid w:val="00AF42F1"/>
    <w:rsid w:val="00AF4C96"/>
    <w:rsid w:val="00AF5E95"/>
    <w:rsid w:val="00AF6587"/>
    <w:rsid w:val="00AF6750"/>
    <w:rsid w:val="00B0027C"/>
    <w:rsid w:val="00B00AFA"/>
    <w:rsid w:val="00B0278B"/>
    <w:rsid w:val="00B04700"/>
    <w:rsid w:val="00B064E1"/>
    <w:rsid w:val="00B0664A"/>
    <w:rsid w:val="00B11A5D"/>
    <w:rsid w:val="00B12A1C"/>
    <w:rsid w:val="00B13684"/>
    <w:rsid w:val="00B15208"/>
    <w:rsid w:val="00B16269"/>
    <w:rsid w:val="00B16BF9"/>
    <w:rsid w:val="00B16CF6"/>
    <w:rsid w:val="00B17C92"/>
    <w:rsid w:val="00B17FEC"/>
    <w:rsid w:val="00B21610"/>
    <w:rsid w:val="00B24F29"/>
    <w:rsid w:val="00B25420"/>
    <w:rsid w:val="00B30593"/>
    <w:rsid w:val="00B32813"/>
    <w:rsid w:val="00B32F69"/>
    <w:rsid w:val="00B338A8"/>
    <w:rsid w:val="00B33D11"/>
    <w:rsid w:val="00B33EE4"/>
    <w:rsid w:val="00B365B9"/>
    <w:rsid w:val="00B4250F"/>
    <w:rsid w:val="00B43FFF"/>
    <w:rsid w:val="00B4407C"/>
    <w:rsid w:val="00B44C81"/>
    <w:rsid w:val="00B45A0C"/>
    <w:rsid w:val="00B460AE"/>
    <w:rsid w:val="00B4652B"/>
    <w:rsid w:val="00B46E15"/>
    <w:rsid w:val="00B46F43"/>
    <w:rsid w:val="00B4727E"/>
    <w:rsid w:val="00B47E48"/>
    <w:rsid w:val="00B53BED"/>
    <w:rsid w:val="00B54AB0"/>
    <w:rsid w:val="00B55495"/>
    <w:rsid w:val="00B564E5"/>
    <w:rsid w:val="00B56709"/>
    <w:rsid w:val="00B57222"/>
    <w:rsid w:val="00B57756"/>
    <w:rsid w:val="00B57F22"/>
    <w:rsid w:val="00B61287"/>
    <w:rsid w:val="00B62208"/>
    <w:rsid w:val="00B62675"/>
    <w:rsid w:val="00B659FC"/>
    <w:rsid w:val="00B66FDF"/>
    <w:rsid w:val="00B706DD"/>
    <w:rsid w:val="00B73C85"/>
    <w:rsid w:val="00B74620"/>
    <w:rsid w:val="00B74A0D"/>
    <w:rsid w:val="00B74CC8"/>
    <w:rsid w:val="00B75498"/>
    <w:rsid w:val="00B75AE2"/>
    <w:rsid w:val="00B76677"/>
    <w:rsid w:val="00B76BFB"/>
    <w:rsid w:val="00B77805"/>
    <w:rsid w:val="00B77ED3"/>
    <w:rsid w:val="00B80F93"/>
    <w:rsid w:val="00B8157B"/>
    <w:rsid w:val="00B837DC"/>
    <w:rsid w:val="00B840DE"/>
    <w:rsid w:val="00B85168"/>
    <w:rsid w:val="00B865CC"/>
    <w:rsid w:val="00B8778F"/>
    <w:rsid w:val="00B87940"/>
    <w:rsid w:val="00B904BD"/>
    <w:rsid w:val="00B93562"/>
    <w:rsid w:val="00B936C6"/>
    <w:rsid w:val="00B955DD"/>
    <w:rsid w:val="00B9561C"/>
    <w:rsid w:val="00B9749D"/>
    <w:rsid w:val="00BA01F1"/>
    <w:rsid w:val="00BA1994"/>
    <w:rsid w:val="00BA1E88"/>
    <w:rsid w:val="00BA343C"/>
    <w:rsid w:val="00BA45E3"/>
    <w:rsid w:val="00BA555B"/>
    <w:rsid w:val="00BA592B"/>
    <w:rsid w:val="00BA6D18"/>
    <w:rsid w:val="00BA7A94"/>
    <w:rsid w:val="00BB18DC"/>
    <w:rsid w:val="00BB373D"/>
    <w:rsid w:val="00BB382E"/>
    <w:rsid w:val="00BB749F"/>
    <w:rsid w:val="00BB7E6E"/>
    <w:rsid w:val="00BC070B"/>
    <w:rsid w:val="00BC2ABC"/>
    <w:rsid w:val="00BC37E9"/>
    <w:rsid w:val="00BC3FDA"/>
    <w:rsid w:val="00BC42C9"/>
    <w:rsid w:val="00BC5DBD"/>
    <w:rsid w:val="00BC6802"/>
    <w:rsid w:val="00BC7D42"/>
    <w:rsid w:val="00BD0D40"/>
    <w:rsid w:val="00BD21DC"/>
    <w:rsid w:val="00BD458C"/>
    <w:rsid w:val="00BD556A"/>
    <w:rsid w:val="00BD5D11"/>
    <w:rsid w:val="00BD66A4"/>
    <w:rsid w:val="00BD746C"/>
    <w:rsid w:val="00BE0452"/>
    <w:rsid w:val="00BE057B"/>
    <w:rsid w:val="00BE0D15"/>
    <w:rsid w:val="00BE22DE"/>
    <w:rsid w:val="00BE231D"/>
    <w:rsid w:val="00BE5E84"/>
    <w:rsid w:val="00BE6740"/>
    <w:rsid w:val="00BF034F"/>
    <w:rsid w:val="00BF03D6"/>
    <w:rsid w:val="00BF133D"/>
    <w:rsid w:val="00BF1A1B"/>
    <w:rsid w:val="00BF22F1"/>
    <w:rsid w:val="00BF29CF"/>
    <w:rsid w:val="00BF3459"/>
    <w:rsid w:val="00BF5C68"/>
    <w:rsid w:val="00BF5EF4"/>
    <w:rsid w:val="00BF6C99"/>
    <w:rsid w:val="00BF7C29"/>
    <w:rsid w:val="00C009D8"/>
    <w:rsid w:val="00C00FCE"/>
    <w:rsid w:val="00C02863"/>
    <w:rsid w:val="00C02C14"/>
    <w:rsid w:val="00C031CC"/>
    <w:rsid w:val="00C036A3"/>
    <w:rsid w:val="00C03B38"/>
    <w:rsid w:val="00C05EAB"/>
    <w:rsid w:val="00C06640"/>
    <w:rsid w:val="00C10D63"/>
    <w:rsid w:val="00C1478D"/>
    <w:rsid w:val="00C14CC0"/>
    <w:rsid w:val="00C159D4"/>
    <w:rsid w:val="00C15D7A"/>
    <w:rsid w:val="00C1733F"/>
    <w:rsid w:val="00C17605"/>
    <w:rsid w:val="00C203B3"/>
    <w:rsid w:val="00C20BE5"/>
    <w:rsid w:val="00C21AA9"/>
    <w:rsid w:val="00C22F56"/>
    <w:rsid w:val="00C24A96"/>
    <w:rsid w:val="00C24B6A"/>
    <w:rsid w:val="00C25069"/>
    <w:rsid w:val="00C26163"/>
    <w:rsid w:val="00C27575"/>
    <w:rsid w:val="00C30158"/>
    <w:rsid w:val="00C30194"/>
    <w:rsid w:val="00C30ED7"/>
    <w:rsid w:val="00C323B8"/>
    <w:rsid w:val="00C32BCE"/>
    <w:rsid w:val="00C33563"/>
    <w:rsid w:val="00C34CAE"/>
    <w:rsid w:val="00C35066"/>
    <w:rsid w:val="00C350A7"/>
    <w:rsid w:val="00C3637D"/>
    <w:rsid w:val="00C37469"/>
    <w:rsid w:val="00C4081C"/>
    <w:rsid w:val="00C41E6A"/>
    <w:rsid w:val="00C43E89"/>
    <w:rsid w:val="00C44347"/>
    <w:rsid w:val="00C4532C"/>
    <w:rsid w:val="00C458E6"/>
    <w:rsid w:val="00C46770"/>
    <w:rsid w:val="00C51700"/>
    <w:rsid w:val="00C5239D"/>
    <w:rsid w:val="00C52511"/>
    <w:rsid w:val="00C54104"/>
    <w:rsid w:val="00C560DD"/>
    <w:rsid w:val="00C602A0"/>
    <w:rsid w:val="00C60384"/>
    <w:rsid w:val="00C60D49"/>
    <w:rsid w:val="00C61632"/>
    <w:rsid w:val="00C63F05"/>
    <w:rsid w:val="00C64016"/>
    <w:rsid w:val="00C64599"/>
    <w:rsid w:val="00C6495B"/>
    <w:rsid w:val="00C65495"/>
    <w:rsid w:val="00C670D9"/>
    <w:rsid w:val="00C67555"/>
    <w:rsid w:val="00C7025D"/>
    <w:rsid w:val="00C713A8"/>
    <w:rsid w:val="00C72AA2"/>
    <w:rsid w:val="00C72EF1"/>
    <w:rsid w:val="00C7367B"/>
    <w:rsid w:val="00C75699"/>
    <w:rsid w:val="00C7610C"/>
    <w:rsid w:val="00C7709C"/>
    <w:rsid w:val="00C80AC8"/>
    <w:rsid w:val="00C812ED"/>
    <w:rsid w:val="00C83A5C"/>
    <w:rsid w:val="00C84FA6"/>
    <w:rsid w:val="00C86439"/>
    <w:rsid w:val="00C87083"/>
    <w:rsid w:val="00C873B2"/>
    <w:rsid w:val="00C91861"/>
    <w:rsid w:val="00C92870"/>
    <w:rsid w:val="00C9438E"/>
    <w:rsid w:val="00C954FF"/>
    <w:rsid w:val="00C96EE1"/>
    <w:rsid w:val="00CA0474"/>
    <w:rsid w:val="00CA0A87"/>
    <w:rsid w:val="00CA1BA2"/>
    <w:rsid w:val="00CA2AFB"/>
    <w:rsid w:val="00CA5912"/>
    <w:rsid w:val="00CA5A1D"/>
    <w:rsid w:val="00CA66FD"/>
    <w:rsid w:val="00CB059F"/>
    <w:rsid w:val="00CB16DD"/>
    <w:rsid w:val="00CB1B72"/>
    <w:rsid w:val="00CB3D83"/>
    <w:rsid w:val="00CB47BB"/>
    <w:rsid w:val="00CB4D9B"/>
    <w:rsid w:val="00CB529A"/>
    <w:rsid w:val="00CB5A7C"/>
    <w:rsid w:val="00CB5A9B"/>
    <w:rsid w:val="00CB607A"/>
    <w:rsid w:val="00CB6E4B"/>
    <w:rsid w:val="00CB74DF"/>
    <w:rsid w:val="00CC0958"/>
    <w:rsid w:val="00CC0BFB"/>
    <w:rsid w:val="00CC32DE"/>
    <w:rsid w:val="00CC4573"/>
    <w:rsid w:val="00CC4BED"/>
    <w:rsid w:val="00CC57F7"/>
    <w:rsid w:val="00CC5C7B"/>
    <w:rsid w:val="00CD00D3"/>
    <w:rsid w:val="00CD07FC"/>
    <w:rsid w:val="00CD2570"/>
    <w:rsid w:val="00CD387C"/>
    <w:rsid w:val="00CD4529"/>
    <w:rsid w:val="00CD4EBC"/>
    <w:rsid w:val="00CD55DF"/>
    <w:rsid w:val="00CD5DB9"/>
    <w:rsid w:val="00CD634D"/>
    <w:rsid w:val="00CD6482"/>
    <w:rsid w:val="00CD6D44"/>
    <w:rsid w:val="00CE180C"/>
    <w:rsid w:val="00CE2359"/>
    <w:rsid w:val="00CE58AD"/>
    <w:rsid w:val="00CE7DBD"/>
    <w:rsid w:val="00CF1E39"/>
    <w:rsid w:val="00CF20B0"/>
    <w:rsid w:val="00CF361B"/>
    <w:rsid w:val="00CF3B8B"/>
    <w:rsid w:val="00CF3EE8"/>
    <w:rsid w:val="00CF457B"/>
    <w:rsid w:val="00CF50E1"/>
    <w:rsid w:val="00CF59F8"/>
    <w:rsid w:val="00CF7B25"/>
    <w:rsid w:val="00CF7DB5"/>
    <w:rsid w:val="00D003C6"/>
    <w:rsid w:val="00D00538"/>
    <w:rsid w:val="00D022B7"/>
    <w:rsid w:val="00D02729"/>
    <w:rsid w:val="00D02FCA"/>
    <w:rsid w:val="00D03153"/>
    <w:rsid w:val="00D032ED"/>
    <w:rsid w:val="00D03726"/>
    <w:rsid w:val="00D04204"/>
    <w:rsid w:val="00D04C30"/>
    <w:rsid w:val="00D052BF"/>
    <w:rsid w:val="00D064F6"/>
    <w:rsid w:val="00D06B70"/>
    <w:rsid w:val="00D11301"/>
    <w:rsid w:val="00D11D48"/>
    <w:rsid w:val="00D13734"/>
    <w:rsid w:val="00D13746"/>
    <w:rsid w:val="00D140F3"/>
    <w:rsid w:val="00D15B5E"/>
    <w:rsid w:val="00D179B6"/>
    <w:rsid w:val="00D20169"/>
    <w:rsid w:val="00D20F83"/>
    <w:rsid w:val="00D2213E"/>
    <w:rsid w:val="00D22622"/>
    <w:rsid w:val="00D23C4A"/>
    <w:rsid w:val="00D261FD"/>
    <w:rsid w:val="00D266FF"/>
    <w:rsid w:val="00D26D34"/>
    <w:rsid w:val="00D2710B"/>
    <w:rsid w:val="00D313A2"/>
    <w:rsid w:val="00D31594"/>
    <w:rsid w:val="00D317CE"/>
    <w:rsid w:val="00D34FA2"/>
    <w:rsid w:val="00D35DCA"/>
    <w:rsid w:val="00D36B12"/>
    <w:rsid w:val="00D37398"/>
    <w:rsid w:val="00D40642"/>
    <w:rsid w:val="00D441BB"/>
    <w:rsid w:val="00D443BA"/>
    <w:rsid w:val="00D461F8"/>
    <w:rsid w:val="00D46F41"/>
    <w:rsid w:val="00D5030D"/>
    <w:rsid w:val="00D51749"/>
    <w:rsid w:val="00D53AB8"/>
    <w:rsid w:val="00D54979"/>
    <w:rsid w:val="00D54FC1"/>
    <w:rsid w:val="00D60725"/>
    <w:rsid w:val="00D609EE"/>
    <w:rsid w:val="00D62331"/>
    <w:rsid w:val="00D63539"/>
    <w:rsid w:val="00D637D3"/>
    <w:rsid w:val="00D64C7E"/>
    <w:rsid w:val="00D65A36"/>
    <w:rsid w:val="00D65E4B"/>
    <w:rsid w:val="00D66BB7"/>
    <w:rsid w:val="00D6761F"/>
    <w:rsid w:val="00D707C9"/>
    <w:rsid w:val="00D71235"/>
    <w:rsid w:val="00D71396"/>
    <w:rsid w:val="00D71774"/>
    <w:rsid w:val="00D71A3F"/>
    <w:rsid w:val="00D73B2B"/>
    <w:rsid w:val="00D73CAF"/>
    <w:rsid w:val="00D75BEB"/>
    <w:rsid w:val="00D75C11"/>
    <w:rsid w:val="00D76CBA"/>
    <w:rsid w:val="00D77A99"/>
    <w:rsid w:val="00D80C3B"/>
    <w:rsid w:val="00D814B3"/>
    <w:rsid w:val="00D81BAC"/>
    <w:rsid w:val="00D81E85"/>
    <w:rsid w:val="00D82A1B"/>
    <w:rsid w:val="00D83CC0"/>
    <w:rsid w:val="00D841C2"/>
    <w:rsid w:val="00D84A59"/>
    <w:rsid w:val="00D85C6A"/>
    <w:rsid w:val="00D86680"/>
    <w:rsid w:val="00D905AC"/>
    <w:rsid w:val="00D90D04"/>
    <w:rsid w:val="00D94C5E"/>
    <w:rsid w:val="00D96868"/>
    <w:rsid w:val="00DA3103"/>
    <w:rsid w:val="00DA39AF"/>
    <w:rsid w:val="00DA453A"/>
    <w:rsid w:val="00DA5651"/>
    <w:rsid w:val="00DA5E98"/>
    <w:rsid w:val="00DB1CA8"/>
    <w:rsid w:val="00DB298B"/>
    <w:rsid w:val="00DB31C8"/>
    <w:rsid w:val="00DB4B9A"/>
    <w:rsid w:val="00DB4FC4"/>
    <w:rsid w:val="00DB50C9"/>
    <w:rsid w:val="00DB62C8"/>
    <w:rsid w:val="00DB7043"/>
    <w:rsid w:val="00DC0A88"/>
    <w:rsid w:val="00DC34EE"/>
    <w:rsid w:val="00DC3DD4"/>
    <w:rsid w:val="00DC4C7E"/>
    <w:rsid w:val="00DC673D"/>
    <w:rsid w:val="00DC69A3"/>
    <w:rsid w:val="00DD16ED"/>
    <w:rsid w:val="00DD3EA8"/>
    <w:rsid w:val="00DD43FC"/>
    <w:rsid w:val="00DD5968"/>
    <w:rsid w:val="00DD7C26"/>
    <w:rsid w:val="00DE00F4"/>
    <w:rsid w:val="00DE0629"/>
    <w:rsid w:val="00DE2D7D"/>
    <w:rsid w:val="00DE52FD"/>
    <w:rsid w:val="00DE5F63"/>
    <w:rsid w:val="00DE7CF9"/>
    <w:rsid w:val="00DF0F03"/>
    <w:rsid w:val="00DF16D6"/>
    <w:rsid w:val="00DF353B"/>
    <w:rsid w:val="00DF36E2"/>
    <w:rsid w:val="00DF37B5"/>
    <w:rsid w:val="00DF37BA"/>
    <w:rsid w:val="00DF3C34"/>
    <w:rsid w:val="00DF50BF"/>
    <w:rsid w:val="00DF534F"/>
    <w:rsid w:val="00DF6CAD"/>
    <w:rsid w:val="00DF6D6F"/>
    <w:rsid w:val="00DF7B0E"/>
    <w:rsid w:val="00E030DE"/>
    <w:rsid w:val="00E0358D"/>
    <w:rsid w:val="00E04B07"/>
    <w:rsid w:val="00E05132"/>
    <w:rsid w:val="00E05940"/>
    <w:rsid w:val="00E10015"/>
    <w:rsid w:val="00E1013E"/>
    <w:rsid w:val="00E11AD9"/>
    <w:rsid w:val="00E12D0A"/>
    <w:rsid w:val="00E13981"/>
    <w:rsid w:val="00E14304"/>
    <w:rsid w:val="00E14EB5"/>
    <w:rsid w:val="00E1652E"/>
    <w:rsid w:val="00E176CC"/>
    <w:rsid w:val="00E17AB6"/>
    <w:rsid w:val="00E20096"/>
    <w:rsid w:val="00E2057B"/>
    <w:rsid w:val="00E22E8F"/>
    <w:rsid w:val="00E245CB"/>
    <w:rsid w:val="00E24C64"/>
    <w:rsid w:val="00E254AB"/>
    <w:rsid w:val="00E26FA1"/>
    <w:rsid w:val="00E302AD"/>
    <w:rsid w:val="00E306B5"/>
    <w:rsid w:val="00E32794"/>
    <w:rsid w:val="00E35A10"/>
    <w:rsid w:val="00E36609"/>
    <w:rsid w:val="00E36B0F"/>
    <w:rsid w:val="00E36F5F"/>
    <w:rsid w:val="00E36FE3"/>
    <w:rsid w:val="00E374AD"/>
    <w:rsid w:val="00E405EB"/>
    <w:rsid w:val="00E4419A"/>
    <w:rsid w:val="00E44244"/>
    <w:rsid w:val="00E4572A"/>
    <w:rsid w:val="00E46E9B"/>
    <w:rsid w:val="00E46FF1"/>
    <w:rsid w:val="00E47284"/>
    <w:rsid w:val="00E506CF"/>
    <w:rsid w:val="00E529BE"/>
    <w:rsid w:val="00E56029"/>
    <w:rsid w:val="00E563BC"/>
    <w:rsid w:val="00E56CB4"/>
    <w:rsid w:val="00E57AD6"/>
    <w:rsid w:val="00E57ED6"/>
    <w:rsid w:val="00E6226D"/>
    <w:rsid w:val="00E64908"/>
    <w:rsid w:val="00E64AFF"/>
    <w:rsid w:val="00E65C4C"/>
    <w:rsid w:val="00E65E37"/>
    <w:rsid w:val="00E66B95"/>
    <w:rsid w:val="00E70367"/>
    <w:rsid w:val="00E72575"/>
    <w:rsid w:val="00E732D7"/>
    <w:rsid w:val="00E73AF1"/>
    <w:rsid w:val="00E762A5"/>
    <w:rsid w:val="00E773B7"/>
    <w:rsid w:val="00E77DD3"/>
    <w:rsid w:val="00E822D6"/>
    <w:rsid w:val="00E82473"/>
    <w:rsid w:val="00E830FA"/>
    <w:rsid w:val="00E836C7"/>
    <w:rsid w:val="00E837A0"/>
    <w:rsid w:val="00E83FC9"/>
    <w:rsid w:val="00E8484E"/>
    <w:rsid w:val="00E85513"/>
    <w:rsid w:val="00E85B94"/>
    <w:rsid w:val="00E861E1"/>
    <w:rsid w:val="00E900C6"/>
    <w:rsid w:val="00E90C39"/>
    <w:rsid w:val="00E90EB1"/>
    <w:rsid w:val="00E91081"/>
    <w:rsid w:val="00E92866"/>
    <w:rsid w:val="00E95F32"/>
    <w:rsid w:val="00E9738B"/>
    <w:rsid w:val="00EA07B1"/>
    <w:rsid w:val="00EA08A4"/>
    <w:rsid w:val="00EA452C"/>
    <w:rsid w:val="00EA55FE"/>
    <w:rsid w:val="00EA578C"/>
    <w:rsid w:val="00EA5C40"/>
    <w:rsid w:val="00EA6B0C"/>
    <w:rsid w:val="00EA77B6"/>
    <w:rsid w:val="00EB00E3"/>
    <w:rsid w:val="00EB5384"/>
    <w:rsid w:val="00EB6C7F"/>
    <w:rsid w:val="00EC0100"/>
    <w:rsid w:val="00EC0E96"/>
    <w:rsid w:val="00EC1E17"/>
    <w:rsid w:val="00EC2BB4"/>
    <w:rsid w:val="00EC2C18"/>
    <w:rsid w:val="00EC33FD"/>
    <w:rsid w:val="00EC3C6C"/>
    <w:rsid w:val="00EC4A33"/>
    <w:rsid w:val="00ED0DED"/>
    <w:rsid w:val="00ED30E2"/>
    <w:rsid w:val="00ED4839"/>
    <w:rsid w:val="00ED5F51"/>
    <w:rsid w:val="00ED6022"/>
    <w:rsid w:val="00ED7572"/>
    <w:rsid w:val="00EE0EBA"/>
    <w:rsid w:val="00EE23AB"/>
    <w:rsid w:val="00EE4B74"/>
    <w:rsid w:val="00EE4E7B"/>
    <w:rsid w:val="00EE7D49"/>
    <w:rsid w:val="00EE7E26"/>
    <w:rsid w:val="00EE7E96"/>
    <w:rsid w:val="00EF2790"/>
    <w:rsid w:val="00EF3E92"/>
    <w:rsid w:val="00F022E6"/>
    <w:rsid w:val="00F02818"/>
    <w:rsid w:val="00F037AB"/>
    <w:rsid w:val="00F03956"/>
    <w:rsid w:val="00F03D6E"/>
    <w:rsid w:val="00F04504"/>
    <w:rsid w:val="00F05E48"/>
    <w:rsid w:val="00F06B94"/>
    <w:rsid w:val="00F06DC2"/>
    <w:rsid w:val="00F07F99"/>
    <w:rsid w:val="00F107AD"/>
    <w:rsid w:val="00F11BE3"/>
    <w:rsid w:val="00F11EB8"/>
    <w:rsid w:val="00F12FF3"/>
    <w:rsid w:val="00F134F4"/>
    <w:rsid w:val="00F1389B"/>
    <w:rsid w:val="00F144BB"/>
    <w:rsid w:val="00F15865"/>
    <w:rsid w:val="00F15F73"/>
    <w:rsid w:val="00F16265"/>
    <w:rsid w:val="00F175E9"/>
    <w:rsid w:val="00F17B3A"/>
    <w:rsid w:val="00F2008C"/>
    <w:rsid w:val="00F22F9B"/>
    <w:rsid w:val="00F23D4C"/>
    <w:rsid w:val="00F23E99"/>
    <w:rsid w:val="00F26338"/>
    <w:rsid w:val="00F26841"/>
    <w:rsid w:val="00F2747D"/>
    <w:rsid w:val="00F27F2D"/>
    <w:rsid w:val="00F31517"/>
    <w:rsid w:val="00F31B26"/>
    <w:rsid w:val="00F32FF4"/>
    <w:rsid w:val="00F34C50"/>
    <w:rsid w:val="00F3642B"/>
    <w:rsid w:val="00F3739E"/>
    <w:rsid w:val="00F37704"/>
    <w:rsid w:val="00F408D7"/>
    <w:rsid w:val="00F415AB"/>
    <w:rsid w:val="00F419EC"/>
    <w:rsid w:val="00F421A9"/>
    <w:rsid w:val="00F4334B"/>
    <w:rsid w:val="00F451BB"/>
    <w:rsid w:val="00F453A3"/>
    <w:rsid w:val="00F47488"/>
    <w:rsid w:val="00F502F5"/>
    <w:rsid w:val="00F52117"/>
    <w:rsid w:val="00F52234"/>
    <w:rsid w:val="00F533E0"/>
    <w:rsid w:val="00F53F02"/>
    <w:rsid w:val="00F54DDD"/>
    <w:rsid w:val="00F56D90"/>
    <w:rsid w:val="00F6266A"/>
    <w:rsid w:val="00F62E6D"/>
    <w:rsid w:val="00F63D04"/>
    <w:rsid w:val="00F64F4D"/>
    <w:rsid w:val="00F65084"/>
    <w:rsid w:val="00F65496"/>
    <w:rsid w:val="00F65E39"/>
    <w:rsid w:val="00F70F3B"/>
    <w:rsid w:val="00F71125"/>
    <w:rsid w:val="00F713B0"/>
    <w:rsid w:val="00F71593"/>
    <w:rsid w:val="00F71A30"/>
    <w:rsid w:val="00F71D9C"/>
    <w:rsid w:val="00F72D20"/>
    <w:rsid w:val="00F73C0F"/>
    <w:rsid w:val="00F74067"/>
    <w:rsid w:val="00F7480A"/>
    <w:rsid w:val="00F755C6"/>
    <w:rsid w:val="00F76F14"/>
    <w:rsid w:val="00F773DC"/>
    <w:rsid w:val="00F81887"/>
    <w:rsid w:val="00F81CD1"/>
    <w:rsid w:val="00F82A47"/>
    <w:rsid w:val="00F82CE6"/>
    <w:rsid w:val="00F84276"/>
    <w:rsid w:val="00F852A3"/>
    <w:rsid w:val="00F863F8"/>
    <w:rsid w:val="00F8707E"/>
    <w:rsid w:val="00F905D8"/>
    <w:rsid w:val="00F90662"/>
    <w:rsid w:val="00F92C04"/>
    <w:rsid w:val="00F97CE5"/>
    <w:rsid w:val="00FA092D"/>
    <w:rsid w:val="00FA1A1E"/>
    <w:rsid w:val="00FA29C5"/>
    <w:rsid w:val="00FA317B"/>
    <w:rsid w:val="00FA472A"/>
    <w:rsid w:val="00FA7ECF"/>
    <w:rsid w:val="00FB29BE"/>
    <w:rsid w:val="00FB3064"/>
    <w:rsid w:val="00FB324F"/>
    <w:rsid w:val="00FB431F"/>
    <w:rsid w:val="00FB63CF"/>
    <w:rsid w:val="00FB6A34"/>
    <w:rsid w:val="00FC1ABA"/>
    <w:rsid w:val="00FC24E7"/>
    <w:rsid w:val="00FC37F5"/>
    <w:rsid w:val="00FC45CD"/>
    <w:rsid w:val="00FC5843"/>
    <w:rsid w:val="00FC58C3"/>
    <w:rsid w:val="00FC64C5"/>
    <w:rsid w:val="00FC7693"/>
    <w:rsid w:val="00FD01EC"/>
    <w:rsid w:val="00FD4C7E"/>
    <w:rsid w:val="00FD5C3C"/>
    <w:rsid w:val="00FD7CDC"/>
    <w:rsid w:val="00FE08BB"/>
    <w:rsid w:val="00FE0DE6"/>
    <w:rsid w:val="00FE4142"/>
    <w:rsid w:val="00FE450F"/>
    <w:rsid w:val="00FE527A"/>
    <w:rsid w:val="00FE5431"/>
    <w:rsid w:val="00FE57FC"/>
    <w:rsid w:val="00FE698D"/>
    <w:rsid w:val="00FF0065"/>
    <w:rsid w:val="00FF0BCC"/>
    <w:rsid w:val="00FF1319"/>
    <w:rsid w:val="00FF25A2"/>
    <w:rsid w:val="00FF2955"/>
    <w:rsid w:val="00FF3861"/>
    <w:rsid w:val="00FF3B0F"/>
    <w:rsid w:val="00FF3B30"/>
    <w:rsid w:val="00FF3EC6"/>
    <w:rsid w:val="00FF4146"/>
    <w:rsid w:val="00FF4BFF"/>
    <w:rsid w:val="00FF4FAF"/>
    <w:rsid w:val="00FF6985"/>
    <w:rsid w:val="00FF7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0A3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C301E"/>
    <w:pPr>
      <w:keepNext/>
      <w:spacing w:after="0" w:line="240" w:lineRule="auto"/>
      <w:outlineLvl w:val="0"/>
    </w:pPr>
    <w:rPr>
      <w:rFonts w:ascii="Times New Roman" w:hAnsi="Times New Roman"/>
      <w:b/>
      <w:sz w:val="20"/>
      <w:szCs w:val="20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32F6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3059E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C301E"/>
    <w:rPr>
      <w:rFonts w:ascii="Times New Roman" w:hAnsi="Times New Roman" w:cs="Times New Roman"/>
      <w:b/>
      <w:sz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B2D60"/>
    <w:rPr>
      <w:rFonts w:ascii="Cambria" w:hAnsi="Cambria" w:cs="Times New Roman"/>
      <w:b/>
      <w:i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637D3"/>
    <w:rPr>
      <w:rFonts w:ascii="Cambria" w:hAnsi="Cambria" w:cs="Times New Roman"/>
      <w:b/>
      <w:sz w:val="26"/>
      <w:lang w:eastAsia="en-US"/>
    </w:rPr>
  </w:style>
  <w:style w:type="paragraph" w:customStyle="1" w:styleId="ConsPlusNormal">
    <w:name w:val="ConsPlusNormal"/>
    <w:uiPriority w:val="99"/>
    <w:rsid w:val="002400A3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2400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2400A3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2400A3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ListParagraph">
    <w:name w:val="List Paragraph"/>
    <w:basedOn w:val="Normal"/>
    <w:uiPriority w:val="99"/>
    <w:qFormat/>
    <w:rsid w:val="002400A3"/>
    <w:pPr>
      <w:ind w:left="720"/>
      <w:contextualSpacing/>
    </w:pPr>
  </w:style>
  <w:style w:type="table" w:styleId="TableGrid">
    <w:name w:val="Table Grid"/>
    <w:basedOn w:val="TableNormal"/>
    <w:uiPriority w:val="99"/>
    <w:rsid w:val="002400A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04052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04052"/>
    <w:rPr>
      <w:rFonts w:ascii="Tahoma" w:hAnsi="Tahoma" w:cs="Times New Roman"/>
      <w:sz w:val="16"/>
    </w:rPr>
  </w:style>
  <w:style w:type="paragraph" w:styleId="NoSpacing">
    <w:name w:val="No Spacing"/>
    <w:uiPriority w:val="99"/>
    <w:qFormat/>
    <w:rsid w:val="0054603D"/>
    <w:rPr>
      <w:lang w:eastAsia="en-US"/>
    </w:rPr>
  </w:style>
  <w:style w:type="paragraph" w:customStyle="1" w:styleId="2">
    <w:name w:val="Знак Знак2 Знак Знак Знак Знак Знак Знак Знак Знак Знак Знак"/>
    <w:basedOn w:val="Normal"/>
    <w:uiPriority w:val="99"/>
    <w:rsid w:val="006A2FAA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4">
    <w:name w:val="Знак Знак2 Знак Знак Знак Знак Знак Знак Знак Знак Знак Знак4"/>
    <w:basedOn w:val="Normal"/>
    <w:uiPriority w:val="99"/>
    <w:rsid w:val="00FF698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3">
    <w:name w:val="Знак Знак2 Знак Знак Знак Знак Знак Знак Знак Знак Знак Знак3"/>
    <w:basedOn w:val="Normal"/>
    <w:uiPriority w:val="99"/>
    <w:rsid w:val="008B40A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2">
    <w:name w:val="Знак Знак2 Знак Знак Знак Знак Знак Знак Знак Знак Знак Знак2"/>
    <w:basedOn w:val="Normal"/>
    <w:uiPriority w:val="99"/>
    <w:rsid w:val="00AA13B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consplusnormal0">
    <w:name w:val="consplusnormal"/>
    <w:basedOn w:val="Normal"/>
    <w:uiPriority w:val="99"/>
    <w:rsid w:val="005D57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5D0E23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DA453A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1C417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C417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417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C4177"/>
    <w:rPr>
      <w:rFonts w:cs="Times New Roman"/>
    </w:rPr>
  </w:style>
  <w:style w:type="character" w:styleId="FollowedHyperlink">
    <w:name w:val="FollowedHyperlink"/>
    <w:basedOn w:val="DefaultParagraphFont"/>
    <w:uiPriority w:val="99"/>
    <w:semiHidden/>
    <w:rsid w:val="00166F65"/>
    <w:rPr>
      <w:rFonts w:cs="Times New Roman"/>
      <w:color w:val="800080"/>
      <w:u w:val="single"/>
    </w:rPr>
  </w:style>
  <w:style w:type="paragraph" w:customStyle="1" w:styleId="21">
    <w:name w:val="Знак Знак2 Знак Знак Знак Знак Знак Знак Знак Знак Знак Знак1"/>
    <w:basedOn w:val="Normal"/>
    <w:uiPriority w:val="99"/>
    <w:rsid w:val="00EC0100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FontStyle45">
    <w:name w:val="Font Style45"/>
    <w:uiPriority w:val="99"/>
    <w:rsid w:val="00036D99"/>
    <w:rPr>
      <w:rFonts w:ascii="Times New Roman" w:hAnsi="Times New Roman"/>
      <w:sz w:val="22"/>
    </w:rPr>
  </w:style>
  <w:style w:type="paragraph" w:customStyle="1" w:styleId="1">
    <w:name w:val="Абзац списка1"/>
    <w:basedOn w:val="Normal"/>
    <w:link w:val="ListParagraphChar"/>
    <w:uiPriority w:val="99"/>
    <w:rsid w:val="00036D99"/>
    <w:pPr>
      <w:ind w:left="720"/>
      <w:contextualSpacing/>
    </w:pPr>
    <w:rPr>
      <w:b/>
      <w:sz w:val="20"/>
      <w:szCs w:val="20"/>
      <w:lang w:eastAsia="ru-RU"/>
    </w:rPr>
  </w:style>
  <w:style w:type="character" w:customStyle="1" w:styleId="ListParagraphChar">
    <w:name w:val="List Paragraph Char"/>
    <w:link w:val="1"/>
    <w:uiPriority w:val="99"/>
    <w:locked/>
    <w:rsid w:val="00036D99"/>
    <w:rPr>
      <w:rFonts w:ascii="Calibri" w:hAnsi="Calibri"/>
      <w:b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E72575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B2D60"/>
    <w:rPr>
      <w:rFonts w:cs="Times New Roman"/>
      <w:lang w:eastAsia="en-US"/>
    </w:rPr>
  </w:style>
  <w:style w:type="paragraph" w:styleId="BodyText2">
    <w:name w:val="Body Text 2"/>
    <w:basedOn w:val="Normal"/>
    <w:link w:val="BodyText2Char"/>
    <w:uiPriority w:val="99"/>
    <w:rsid w:val="00E72575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B2D60"/>
    <w:rPr>
      <w:rFonts w:cs="Times New Roman"/>
      <w:lang w:eastAsia="en-US"/>
    </w:rPr>
  </w:style>
  <w:style w:type="paragraph" w:customStyle="1" w:styleId="20">
    <w:name w:val="Абзац списка2"/>
    <w:basedOn w:val="Normal"/>
    <w:link w:val="a"/>
    <w:uiPriority w:val="99"/>
    <w:rsid w:val="009253C9"/>
    <w:pPr>
      <w:ind w:left="720"/>
      <w:contextualSpacing/>
    </w:pPr>
    <w:rPr>
      <w:b/>
      <w:sz w:val="20"/>
      <w:szCs w:val="20"/>
      <w:lang w:eastAsia="ru-RU"/>
    </w:rPr>
  </w:style>
  <w:style w:type="character" w:customStyle="1" w:styleId="a">
    <w:name w:val="Абзац списка Знак"/>
    <w:link w:val="20"/>
    <w:uiPriority w:val="99"/>
    <w:locked/>
    <w:rsid w:val="009253C9"/>
    <w:rPr>
      <w:rFonts w:ascii="Calibri" w:hAnsi="Calibri"/>
      <w:b/>
    </w:rPr>
  </w:style>
  <w:style w:type="paragraph" w:styleId="BodyTextIndent">
    <w:name w:val="Body Text Indent"/>
    <w:basedOn w:val="Normal"/>
    <w:link w:val="BodyTextIndentChar"/>
    <w:uiPriority w:val="99"/>
    <w:rsid w:val="00F65E3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4334B"/>
    <w:rPr>
      <w:rFonts w:ascii="Calibri" w:hAnsi="Calibri" w:cs="Times New Roman"/>
      <w:sz w:val="22"/>
      <w:lang w:val="ru-RU" w:eastAsia="en-US"/>
    </w:rPr>
  </w:style>
  <w:style w:type="paragraph" w:styleId="BodyTextIndent2">
    <w:name w:val="Body Text Indent 2"/>
    <w:basedOn w:val="Normal"/>
    <w:link w:val="BodyTextIndent2Char"/>
    <w:uiPriority w:val="99"/>
    <w:rsid w:val="00F65E39"/>
    <w:pPr>
      <w:spacing w:after="120" w:line="480" w:lineRule="auto"/>
      <w:ind w:left="283"/>
    </w:pPr>
    <w:rPr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0B2D60"/>
    <w:rPr>
      <w:rFonts w:cs="Times New Roman"/>
      <w:lang w:eastAsia="en-US"/>
    </w:rPr>
  </w:style>
  <w:style w:type="paragraph" w:styleId="BodyTextIndent3">
    <w:name w:val="Body Text Indent 3"/>
    <w:basedOn w:val="Normal"/>
    <w:link w:val="BodyTextIndent3Char"/>
    <w:uiPriority w:val="99"/>
    <w:rsid w:val="00F65E3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0B2D60"/>
    <w:rPr>
      <w:rFonts w:cs="Times New Roman"/>
      <w:sz w:val="16"/>
      <w:lang w:eastAsia="en-US"/>
    </w:rPr>
  </w:style>
  <w:style w:type="character" w:customStyle="1" w:styleId="FontStyle46">
    <w:name w:val="Font Style46"/>
    <w:uiPriority w:val="99"/>
    <w:rsid w:val="00F65E39"/>
    <w:rPr>
      <w:rFonts w:ascii="Times New Roman" w:hAnsi="Times New Roman"/>
      <w:b/>
      <w:sz w:val="22"/>
    </w:rPr>
  </w:style>
  <w:style w:type="character" w:customStyle="1" w:styleId="FontStyle47">
    <w:name w:val="Font Style47"/>
    <w:uiPriority w:val="99"/>
    <w:rsid w:val="00F65E39"/>
    <w:rPr>
      <w:rFonts w:ascii="Times New Roman" w:hAnsi="Times New Roman"/>
      <w:b/>
      <w:sz w:val="20"/>
    </w:rPr>
  </w:style>
  <w:style w:type="character" w:customStyle="1" w:styleId="apple-converted-space">
    <w:name w:val="apple-converted-space"/>
    <w:uiPriority w:val="99"/>
    <w:rsid w:val="00F4334B"/>
  </w:style>
  <w:style w:type="paragraph" w:customStyle="1" w:styleId="a0">
    <w:name w:val="Знак Знак Знак Знак Знак Знак Знак"/>
    <w:basedOn w:val="Normal"/>
    <w:uiPriority w:val="99"/>
    <w:rsid w:val="00E3279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1">
    <w:name w:val="Знак Знак"/>
    <w:basedOn w:val="Normal"/>
    <w:uiPriority w:val="99"/>
    <w:rsid w:val="00E32794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a2">
    <w:name w:val="Содержимое таблицы"/>
    <w:basedOn w:val="Normal"/>
    <w:uiPriority w:val="99"/>
    <w:rsid w:val="00E32794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styleId="BodyText3">
    <w:name w:val="Body Text 3"/>
    <w:basedOn w:val="Normal"/>
    <w:link w:val="BodyText3Char"/>
    <w:uiPriority w:val="99"/>
    <w:rsid w:val="003644C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D637D3"/>
    <w:rPr>
      <w:rFonts w:cs="Times New Roman"/>
      <w:sz w:val="16"/>
      <w:lang w:eastAsia="en-US"/>
    </w:rPr>
  </w:style>
  <w:style w:type="character" w:styleId="Strong">
    <w:name w:val="Strong"/>
    <w:basedOn w:val="DefaultParagraphFont"/>
    <w:uiPriority w:val="99"/>
    <w:qFormat/>
    <w:locked/>
    <w:rsid w:val="00F03956"/>
    <w:rPr>
      <w:rFonts w:cs="Times New Roman"/>
      <w:b/>
    </w:rPr>
  </w:style>
  <w:style w:type="paragraph" w:customStyle="1" w:styleId="a3">
    <w:name w:val="Знак Знак Знак Знак"/>
    <w:basedOn w:val="Normal"/>
    <w:uiPriority w:val="99"/>
    <w:rsid w:val="00F0395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blk5">
    <w:name w:val="blk5"/>
    <w:uiPriority w:val="99"/>
    <w:rsid w:val="00F03956"/>
    <w:rPr>
      <w:rFonts w:ascii="Tahoma" w:hAnsi="Tahoma"/>
      <w:sz w:val="16"/>
    </w:rPr>
  </w:style>
  <w:style w:type="paragraph" w:customStyle="1" w:styleId="a4">
    <w:name w:val="Знак"/>
    <w:basedOn w:val="Normal"/>
    <w:uiPriority w:val="99"/>
    <w:rsid w:val="00F0395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5">
    <w:name w:val="Знак Знак Знак Знак Знак Знак Знак Знак Знак Знак"/>
    <w:basedOn w:val="Normal"/>
    <w:uiPriority w:val="99"/>
    <w:rsid w:val="00F0395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Standard">
    <w:name w:val="Standard"/>
    <w:uiPriority w:val="99"/>
    <w:rsid w:val="003059E2"/>
    <w:pPr>
      <w:widowControl w:val="0"/>
      <w:suppressAutoHyphens/>
      <w:textAlignment w:val="baseline"/>
    </w:pPr>
    <w:rPr>
      <w:rFonts w:ascii="Times New Roman" w:eastAsia="Times New Roman" w:hAnsi="Times New Roman"/>
      <w:color w:val="000000"/>
      <w:kern w:val="1"/>
      <w:sz w:val="24"/>
      <w:szCs w:val="24"/>
      <w:lang w:val="de-DE" w:eastAsia="fa-IR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37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37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37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37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371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371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37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3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37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37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37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37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37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37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371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371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5371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537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5371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5371290">
                                              <w:marLeft w:val="0"/>
                                              <w:marRight w:val="0"/>
                                              <w:marTop w:val="75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371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3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37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371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371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371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37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371293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371244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371275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371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371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37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37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37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3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37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37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37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37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371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371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371230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371255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5371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37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37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37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371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371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3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37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371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37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371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37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37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37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37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371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37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37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371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37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371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5371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5371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5371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5371294">
                                              <w:marLeft w:val="0"/>
                                              <w:marRight w:val="0"/>
                                              <w:marTop w:val="75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371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586</TotalTime>
  <Pages>33</Pages>
  <Words>13605</Words>
  <Characters>-32766</Characters>
  <Application>Microsoft Office Outlook</Application>
  <DocSecurity>0</DocSecurity>
  <Lines>0</Lines>
  <Paragraphs>0</Paragraphs>
  <ScaleCrop>false</ScaleCrop>
  <Company>Управление финансов Администрации Можгинского  рай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МУНИЦИПАЛЬНАЯ ПРОГРАММА</dc:title>
  <dc:subject/>
  <dc:creator>Sveta_Z</dc:creator>
  <cp:keywords/>
  <dc:description/>
  <cp:lastModifiedBy>Сарычева</cp:lastModifiedBy>
  <cp:revision>122</cp:revision>
  <cp:lastPrinted>2014-10-13T05:17:00Z</cp:lastPrinted>
  <dcterms:created xsi:type="dcterms:W3CDTF">2014-09-19T07:36:00Z</dcterms:created>
  <dcterms:modified xsi:type="dcterms:W3CDTF">2016-01-14T06:32:00Z</dcterms:modified>
</cp:coreProperties>
</file>